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35329767"/>
    <w:bookmarkEnd w:id="0"/>
    <w:p w14:paraId="7471914F" w14:textId="77777777" w:rsidR="00C76F02" w:rsidRPr="00D26D7B" w:rsidRDefault="00E02C33" w:rsidP="0077385C">
      <w:pPr>
        <w:rPr>
          <w:lang w:val="nl-BE"/>
        </w:rPr>
      </w:pPr>
      <w:r w:rsidRPr="00D26D7B">
        <w:rPr>
          <w:noProof/>
          <w:lang w:val="nl-BE"/>
        </w:rPr>
        <mc:AlternateContent>
          <mc:Choice Requires="wps">
            <w:drawing>
              <wp:anchor distT="0" distB="0" distL="114300" distR="114300" simplePos="0" relativeHeight="251657216" behindDoc="0" locked="0" layoutInCell="1" allowOverlap="1" wp14:anchorId="40EE8D52" wp14:editId="1AB04F71">
                <wp:simplePos x="0" y="0"/>
                <wp:positionH relativeFrom="page">
                  <wp:posOffset>900430</wp:posOffset>
                </wp:positionH>
                <wp:positionV relativeFrom="page">
                  <wp:posOffset>1019175</wp:posOffset>
                </wp:positionV>
                <wp:extent cx="6057900" cy="0"/>
                <wp:effectExtent l="5080" t="9525" r="13970" b="9525"/>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6E9AD5" id="Line 4"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80.25pt" to="547.9pt,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" strokecolor="#34a3dc [3204]">
                <w10:wrap anchorx="page" anchory="page"/>
              </v:line>
            </w:pict>
          </mc:Fallback>
        </mc:AlternateContent>
      </w:r>
    </w:p>
    <w:p w14:paraId="43E069C0" w14:textId="77777777" w:rsidR="00774878" w:rsidRPr="00D26D7B" w:rsidRDefault="00774878" w:rsidP="0077385C">
      <w:pPr>
        <w:rPr>
          <w:lang w:val="nl-BE"/>
        </w:rPr>
      </w:pPr>
    </w:p>
    <w:p w14:paraId="1345D3E1" w14:textId="77777777" w:rsidR="00C76F02" w:rsidRPr="00D26D7B" w:rsidRDefault="00C76F02" w:rsidP="0077385C">
      <w:pPr>
        <w:rPr>
          <w:lang w:val="nl-BE"/>
        </w:rPr>
      </w:pPr>
    </w:p>
    <w:p w14:paraId="78DE0C24" w14:textId="77777777" w:rsidR="00603D01" w:rsidRPr="00D26D7B" w:rsidRDefault="00603D01" w:rsidP="0077385C">
      <w:pPr>
        <w:rPr>
          <w:lang w:val="nl-BE"/>
        </w:rPr>
      </w:pPr>
    </w:p>
    <w:p w14:paraId="7984C420" w14:textId="77777777" w:rsidR="00603D01" w:rsidRPr="00D26D7B" w:rsidRDefault="00603D01" w:rsidP="0077385C">
      <w:pPr>
        <w:rPr>
          <w:lang w:val="nl-BE"/>
        </w:rPr>
      </w:pPr>
    </w:p>
    <w:p w14:paraId="7564F3FC" w14:textId="77777777" w:rsidR="00603D01" w:rsidRPr="00D26D7B" w:rsidRDefault="00603D01" w:rsidP="0077385C">
      <w:pPr>
        <w:rPr>
          <w:lang w:val="nl-BE"/>
        </w:rPr>
      </w:pPr>
    </w:p>
    <w:p w14:paraId="3CF10E32" w14:textId="77777777" w:rsidR="00603D01" w:rsidRPr="00D26D7B" w:rsidRDefault="00603D01" w:rsidP="0077385C">
      <w:pPr>
        <w:rPr>
          <w:lang w:val="nl-BE"/>
        </w:rPr>
      </w:pPr>
    </w:p>
    <w:p w14:paraId="06BA738D" w14:textId="77777777" w:rsidR="00603D01" w:rsidRPr="00D26D7B" w:rsidRDefault="00603D01" w:rsidP="0077385C">
      <w:pPr>
        <w:rPr>
          <w:lang w:val="nl-BE"/>
        </w:rPr>
      </w:pPr>
    </w:p>
    <w:p w14:paraId="39EFA477" w14:textId="77777777" w:rsidR="00603D01" w:rsidRPr="00D26D7B" w:rsidRDefault="00603D01" w:rsidP="0077385C">
      <w:pPr>
        <w:rPr>
          <w:lang w:val="nl-BE"/>
        </w:rPr>
      </w:pPr>
    </w:p>
    <w:p w14:paraId="39854492" w14:textId="77777777" w:rsidR="00603D01" w:rsidRPr="00D26D7B" w:rsidRDefault="00603D01" w:rsidP="0077385C">
      <w:pPr>
        <w:rPr>
          <w:lang w:val="nl-BE"/>
        </w:rPr>
      </w:pPr>
    </w:p>
    <w:p w14:paraId="48A458A0" w14:textId="77777777" w:rsidR="00603D01" w:rsidRPr="00D26D7B" w:rsidRDefault="00603D01" w:rsidP="0077385C">
      <w:pPr>
        <w:rPr>
          <w:lang w:val="nl-BE"/>
        </w:rPr>
      </w:pPr>
    </w:p>
    <w:p w14:paraId="63E8C5D1" w14:textId="77777777" w:rsidR="00603D01" w:rsidRPr="00D26D7B" w:rsidRDefault="00603D01" w:rsidP="0077385C">
      <w:pPr>
        <w:rPr>
          <w:lang w:val="nl-BE"/>
        </w:rPr>
      </w:pPr>
    </w:p>
    <w:p w14:paraId="73F9DF01" w14:textId="77777777" w:rsidR="00603D01" w:rsidRPr="00D26D7B" w:rsidRDefault="00603D01" w:rsidP="0077385C">
      <w:pPr>
        <w:rPr>
          <w:lang w:val="nl-BE"/>
        </w:rPr>
      </w:pPr>
    </w:p>
    <w:p w14:paraId="53ED21C6" w14:textId="77777777" w:rsidR="00603D01" w:rsidRPr="00D26D7B" w:rsidRDefault="00603D01" w:rsidP="0077385C">
      <w:pPr>
        <w:rPr>
          <w:lang w:val="nl-BE"/>
        </w:rPr>
      </w:pPr>
    </w:p>
    <w:p w14:paraId="4B357EDF" w14:textId="77777777" w:rsidR="00603D01" w:rsidRPr="00D26D7B" w:rsidRDefault="00603D01" w:rsidP="0077385C">
      <w:pPr>
        <w:rPr>
          <w:lang w:val="nl-BE"/>
        </w:rPr>
      </w:pPr>
    </w:p>
    <w:p w14:paraId="5E5117F6" w14:textId="77777777" w:rsidR="00603D01" w:rsidRPr="00D26D7B" w:rsidRDefault="00603D01" w:rsidP="0077385C">
      <w:pPr>
        <w:rPr>
          <w:lang w:val="nl-BE"/>
        </w:rPr>
      </w:pPr>
    </w:p>
    <w:p w14:paraId="6811283C" w14:textId="77777777" w:rsidR="003A54FA" w:rsidRPr="00D26D7B" w:rsidRDefault="00E02C33" w:rsidP="003A54FA">
      <w:pPr>
        <w:rPr>
          <w:lang w:val="nl-BE"/>
        </w:rPr>
      </w:pPr>
      <w:r w:rsidRPr="00D26D7B">
        <w:rPr>
          <w:noProof/>
          <w:lang w:val="nl-BE"/>
        </w:rPr>
        <mc:AlternateContent>
          <mc:Choice Requires="wps">
            <w:drawing>
              <wp:anchor distT="0" distB="0" distL="114300" distR="114300" simplePos="0" relativeHeight="251658240" behindDoc="0" locked="0" layoutInCell="1" allowOverlap="1" wp14:anchorId="78E474EB" wp14:editId="6F665786">
                <wp:simplePos x="0" y="0"/>
                <wp:positionH relativeFrom="page">
                  <wp:posOffset>900430</wp:posOffset>
                </wp:positionH>
                <wp:positionV relativeFrom="page">
                  <wp:posOffset>1440180</wp:posOffset>
                </wp:positionV>
                <wp:extent cx="5780405" cy="5420360"/>
                <wp:effectExtent l="0" t="1905"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5420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FC7777" w14:textId="77777777" w:rsidR="008409F7" w:rsidRDefault="008409F7" w:rsidP="00603D01">
                            <w:pPr>
                              <w:spacing w:line="240" w:lineRule="exact"/>
                              <w:rPr>
                                <w:b/>
                                <w:sz w:val="18"/>
                                <w:lang w:val="en-US"/>
                              </w:rPr>
                            </w:pPr>
                          </w:p>
                          <w:p w14:paraId="2F7FFB01" w14:textId="77777777" w:rsidR="008409F7" w:rsidRPr="001C061E" w:rsidRDefault="008409F7" w:rsidP="00603D01">
                            <w:pPr>
                              <w:spacing w:line="240" w:lineRule="exact"/>
                              <w:rPr>
                                <w:b/>
                                <w:sz w:val="18"/>
                                <w:lang w:val="en-US"/>
                              </w:rPr>
                            </w:pPr>
                          </w:p>
                          <w:p w14:paraId="5BCD28FB" w14:textId="77777777" w:rsidR="008409F7" w:rsidRPr="001C061E" w:rsidRDefault="008409F7" w:rsidP="00603D01">
                            <w:pPr>
                              <w:spacing w:line="520" w:lineRule="exact"/>
                              <w:rPr>
                                <w:lang w:val="en-US"/>
                              </w:rPr>
                            </w:pPr>
                          </w:p>
                          <w:sdt>
                            <w:sdtPr>
                              <w:rPr>
                                <w:lang w:val="de-DE"/>
                              </w:rPr>
                              <w:alias w:val="Project report type"/>
                              <w:tag w:val="Project report type"/>
                              <w:id w:val="24845128"/>
                              <w:lock w:val="sdtLocked"/>
                              <w:comboBox>
                                <w:listItem w:value="[Project report type]"/>
                              </w:comboBox>
                            </w:sdtPr>
                            <w:sdtEndPr/>
                            <w:sdtContent>
                              <w:p w14:paraId="68AA1A4B" w14:textId="13DF644C" w:rsidR="008409F7" w:rsidRPr="00E60739" w:rsidRDefault="008409F7" w:rsidP="00C0541A">
                                <w:pPr>
                                  <w:rPr>
                                    <w:lang w:val="de-CH"/>
                                  </w:rPr>
                                </w:pPr>
                                <w:r w:rsidRPr="00820E11">
                                  <w:rPr>
                                    <w:lang w:val="de-DE"/>
                                  </w:rPr>
                                  <w:t>EINDRAPPORT</w:t>
                                </w:r>
                              </w:p>
                            </w:sdtContent>
                          </w:sdt>
                          <w:p w14:paraId="60BFABC6" w14:textId="77777777" w:rsidR="008409F7" w:rsidRPr="00C4020C" w:rsidRDefault="008409F7" w:rsidP="00C0541A">
                            <w:pPr>
                              <w:rPr>
                                <w:lang w:val="de-CH"/>
                              </w:rPr>
                            </w:pPr>
                          </w:p>
                          <w:p w14:paraId="342DC6CA" w14:textId="6FF269A8" w:rsidR="008409F7" w:rsidRPr="00C4020C" w:rsidRDefault="008409F7" w:rsidP="00961B35">
                            <w:pPr>
                              <w:pStyle w:val="TITELRAPPORT"/>
                              <w:rPr>
                                <w:lang w:val="de-CH"/>
                              </w:rPr>
                            </w:pPr>
                            <w:r w:rsidRPr="00C4020C">
                              <w:rPr>
                                <w:lang w:val="de-CH"/>
                              </w:rPr>
                              <w:t>Externe revisie EMAV2.1</w:t>
                            </w:r>
                          </w:p>
                          <w:p w14:paraId="5B2FF086" w14:textId="069D6EC1" w:rsidR="008409F7" w:rsidRPr="00C4020C" w:rsidRDefault="008409F7" w:rsidP="00960A29">
                            <w:pPr>
                              <w:rPr>
                                <w:lang w:val="de-CH"/>
                              </w:rPr>
                            </w:pPr>
                          </w:p>
                          <w:p w14:paraId="592B26E9" w14:textId="77777777" w:rsidR="008409F7" w:rsidRPr="00C4020C" w:rsidRDefault="008409F7" w:rsidP="00960A29">
                            <w:pPr>
                              <w:rPr>
                                <w:lang w:val="de-CH"/>
                              </w:rPr>
                            </w:pPr>
                          </w:p>
                          <w:p w14:paraId="67809780" w14:textId="77777777" w:rsidR="008409F7" w:rsidRPr="00C4020C" w:rsidRDefault="008409F7" w:rsidP="00960A29">
                            <w:pPr>
                              <w:rPr>
                                <w:lang w:val="de-CH"/>
                              </w:rPr>
                            </w:pPr>
                          </w:p>
                          <w:p w14:paraId="4B41080E" w14:textId="77777777" w:rsidR="008409F7" w:rsidRPr="00C4020C" w:rsidRDefault="008409F7" w:rsidP="00960A29">
                            <w:pPr>
                              <w:rPr>
                                <w:lang w:val="de-CH"/>
                              </w:rPr>
                            </w:pPr>
                          </w:p>
                          <w:p w14:paraId="18DED2E9" w14:textId="354CE0D3" w:rsidR="008409F7" w:rsidRPr="00C4020C" w:rsidRDefault="008409F7" w:rsidP="00221B86">
                            <w:pPr>
                              <w:rPr>
                                <w:lang w:val="de-CH"/>
                              </w:rPr>
                            </w:pPr>
                            <w:r w:rsidRPr="00C4020C">
                              <w:rPr>
                                <w:lang w:val="de-CH"/>
                              </w:rPr>
                              <w:t>Gruyters Willem, Derden An, Brusselaers Jan</w:t>
                            </w:r>
                            <w:r>
                              <w:rPr>
                                <w:lang w:val="de-CH"/>
                              </w:rPr>
                              <w:t>,</w:t>
                            </w:r>
                            <w:r w:rsidRPr="00C4020C">
                              <w:rPr>
                                <w:lang w:val="de-CH"/>
                              </w:rPr>
                              <w:t xml:space="preserve"> Veldeman Nele, Deutsch Felix</w:t>
                            </w:r>
                          </w:p>
                          <w:p w14:paraId="374DF59C" w14:textId="77777777" w:rsidR="008409F7" w:rsidRPr="00C4020C" w:rsidRDefault="008409F7" w:rsidP="00603D01">
                            <w:pPr>
                              <w:spacing w:line="240" w:lineRule="exact"/>
                              <w:rPr>
                                <w:sz w:val="18"/>
                                <w:lang w:val="de-CH"/>
                              </w:rPr>
                            </w:pPr>
                          </w:p>
                          <w:p w14:paraId="44D427A8" w14:textId="77777777" w:rsidR="008409F7" w:rsidRPr="00C4020C" w:rsidRDefault="008409F7" w:rsidP="00603D01">
                            <w:pPr>
                              <w:spacing w:line="240" w:lineRule="exact"/>
                              <w:rPr>
                                <w:sz w:val="18"/>
                                <w:lang w:val="de-CH"/>
                              </w:rPr>
                            </w:pPr>
                          </w:p>
                          <w:p w14:paraId="1A022489" w14:textId="77777777" w:rsidR="008409F7" w:rsidRPr="00C4020C" w:rsidRDefault="008409F7" w:rsidP="00603D01">
                            <w:pPr>
                              <w:spacing w:line="240" w:lineRule="exact"/>
                              <w:rPr>
                                <w:sz w:val="18"/>
                                <w:lang w:val="de-CH"/>
                              </w:rPr>
                            </w:pPr>
                          </w:p>
                          <w:p w14:paraId="5F4060B4" w14:textId="77777777" w:rsidR="008409F7" w:rsidRPr="0077385C" w:rsidRDefault="008409F7" w:rsidP="00603D01">
                            <w:pPr>
                              <w:rPr>
                                <w:sz w:val="18"/>
                                <w:szCs w:val="18"/>
                              </w:rPr>
                            </w:pPr>
                            <w:r w:rsidRPr="0077385C">
                              <w:rPr>
                                <w:sz w:val="18"/>
                                <w:szCs w:val="18"/>
                              </w:rPr>
                              <w:t>Studie uitgevoerd in opdracht van:</w:t>
                            </w:r>
                            <w:r>
                              <w:rPr>
                                <w:sz w:val="18"/>
                                <w:szCs w:val="18"/>
                              </w:rPr>
                              <w:t xml:space="preserve"> Vlaamse Milieumaatschappij</w:t>
                            </w:r>
                          </w:p>
                          <w:p w14:paraId="52EBA8DD" w14:textId="75E7E7B7" w:rsidR="008409F7" w:rsidRPr="0077385C" w:rsidRDefault="008409F7" w:rsidP="00603D01">
                            <w:pPr>
                              <w:rPr>
                                <w:sz w:val="18"/>
                                <w:szCs w:val="18"/>
                              </w:rPr>
                            </w:pPr>
                            <w:r w:rsidRPr="00FD586C">
                              <w:rPr>
                                <w:sz w:val="18"/>
                                <w:szCs w:val="18"/>
                              </w:rPr>
                              <w:t>2020/RMA/R/2134</w:t>
                            </w:r>
                          </w:p>
                          <w:p w14:paraId="35B9FF13" w14:textId="04B2C380" w:rsidR="008409F7" w:rsidRPr="0077385C" w:rsidRDefault="008409F7" w:rsidP="00603D01">
                            <w:pPr>
                              <w:rPr>
                                <w:sz w:val="18"/>
                                <w:szCs w:val="18"/>
                              </w:rPr>
                            </w:pPr>
                            <w:r>
                              <w:rPr>
                                <w:sz w:val="18"/>
                                <w:szCs w:val="18"/>
                              </w:rPr>
                              <w:t>September</w:t>
                            </w:r>
                            <w:r w:rsidRPr="00960E72">
                              <w:rPr>
                                <w:sz w:val="18"/>
                                <w:szCs w:val="18"/>
                              </w:rPr>
                              <w:t xml:space="preserve"> 2020</w:t>
                            </w:r>
                          </w:p>
                          <w:p w14:paraId="3B7B5F1C" w14:textId="77777777" w:rsidR="008409F7" w:rsidRPr="0053760A" w:rsidRDefault="008409F7" w:rsidP="00603D01">
                            <w:pPr>
                              <w:spacing w:line="240" w:lineRule="exact"/>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E474EB" id="_x0000_t202" coordsize="21600,21600" o:spt="202" path="m,l,21600r21600,l21600,xe">
                <v:stroke joinstyle="miter"/>
                <v:path gradientshapeok="t" o:connecttype="rect"/>
              </v:shapetype>
              <v:shape id="Text Box 7" o:spid="_x0000_s1026" type="#_x0000_t202" style="position:absolute;left:0;text-align:left;margin-left:70.9pt;margin-top:113.4pt;width:455.15pt;height:426.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" stroked="f">
                <v:textbox inset="0,0,0,0">
                  <w:txbxContent>
                    <w:p w14:paraId="4BFC7777" w14:textId="77777777" w:rsidR="008409F7" w:rsidRDefault="008409F7" w:rsidP="00603D01">
                      <w:pPr>
                        <w:spacing w:line="240" w:lineRule="exact"/>
                        <w:rPr>
                          <w:b/>
                          <w:sz w:val="18"/>
                          <w:lang w:val="en-US"/>
                        </w:rPr>
                      </w:pPr>
                    </w:p>
                    <w:p w14:paraId="2F7FFB01" w14:textId="77777777" w:rsidR="008409F7" w:rsidRPr="001C061E" w:rsidRDefault="008409F7" w:rsidP="00603D01">
                      <w:pPr>
                        <w:spacing w:line="240" w:lineRule="exact"/>
                        <w:rPr>
                          <w:b/>
                          <w:sz w:val="18"/>
                          <w:lang w:val="en-US"/>
                        </w:rPr>
                      </w:pPr>
                    </w:p>
                    <w:p w14:paraId="5BCD28FB" w14:textId="77777777" w:rsidR="008409F7" w:rsidRPr="001C061E" w:rsidRDefault="008409F7" w:rsidP="00603D01">
                      <w:pPr>
                        <w:spacing w:line="520" w:lineRule="exact"/>
                        <w:rPr>
                          <w:lang w:val="en-US"/>
                        </w:rPr>
                      </w:pPr>
                    </w:p>
                    <w:sdt>
                      <w:sdtPr>
                        <w:rPr>
                          <w:lang w:val="de-DE"/>
                        </w:rPr>
                        <w:alias w:val="Project report type"/>
                        <w:tag w:val="Project report type"/>
                        <w:id w:val="24845128"/>
                        <w:lock w:val="sdtLocked"/>
                        <w:comboBox>
                          <w:listItem w:value="[Project report type]"/>
                        </w:comboBox>
                      </w:sdtPr>
                      <w:sdtEndPr/>
                      <w:sdtContent>
                        <w:p w14:paraId="68AA1A4B" w14:textId="13DF644C" w:rsidR="008409F7" w:rsidRPr="00E60739" w:rsidRDefault="008409F7" w:rsidP="00C0541A">
                          <w:pPr>
                            <w:rPr>
                              <w:lang w:val="de-CH"/>
                            </w:rPr>
                          </w:pPr>
                          <w:r w:rsidRPr="00820E11">
                            <w:rPr>
                              <w:lang w:val="de-DE"/>
                            </w:rPr>
                            <w:t>EINDRAPPORT</w:t>
                          </w:r>
                        </w:p>
                      </w:sdtContent>
                    </w:sdt>
                    <w:p w14:paraId="60BFABC6" w14:textId="77777777" w:rsidR="008409F7" w:rsidRPr="00C4020C" w:rsidRDefault="008409F7" w:rsidP="00C0541A">
                      <w:pPr>
                        <w:rPr>
                          <w:lang w:val="de-CH"/>
                        </w:rPr>
                      </w:pPr>
                    </w:p>
                    <w:p w14:paraId="342DC6CA" w14:textId="6FF269A8" w:rsidR="008409F7" w:rsidRPr="00C4020C" w:rsidRDefault="008409F7" w:rsidP="00961B35">
                      <w:pPr>
                        <w:pStyle w:val="TITELRAPPORT"/>
                        <w:rPr>
                          <w:lang w:val="de-CH"/>
                        </w:rPr>
                      </w:pPr>
                      <w:r w:rsidRPr="00C4020C">
                        <w:rPr>
                          <w:lang w:val="de-CH"/>
                        </w:rPr>
                        <w:t>Externe revisie EMAV2.1</w:t>
                      </w:r>
                    </w:p>
                    <w:p w14:paraId="5B2FF086" w14:textId="069D6EC1" w:rsidR="008409F7" w:rsidRPr="00C4020C" w:rsidRDefault="008409F7" w:rsidP="00960A29">
                      <w:pPr>
                        <w:rPr>
                          <w:lang w:val="de-CH"/>
                        </w:rPr>
                      </w:pPr>
                    </w:p>
                    <w:p w14:paraId="592B26E9" w14:textId="77777777" w:rsidR="008409F7" w:rsidRPr="00C4020C" w:rsidRDefault="008409F7" w:rsidP="00960A29">
                      <w:pPr>
                        <w:rPr>
                          <w:lang w:val="de-CH"/>
                        </w:rPr>
                      </w:pPr>
                    </w:p>
                    <w:p w14:paraId="67809780" w14:textId="77777777" w:rsidR="008409F7" w:rsidRPr="00C4020C" w:rsidRDefault="008409F7" w:rsidP="00960A29">
                      <w:pPr>
                        <w:rPr>
                          <w:lang w:val="de-CH"/>
                        </w:rPr>
                      </w:pPr>
                    </w:p>
                    <w:p w14:paraId="4B41080E" w14:textId="77777777" w:rsidR="008409F7" w:rsidRPr="00C4020C" w:rsidRDefault="008409F7" w:rsidP="00960A29">
                      <w:pPr>
                        <w:rPr>
                          <w:lang w:val="de-CH"/>
                        </w:rPr>
                      </w:pPr>
                    </w:p>
                    <w:p w14:paraId="18DED2E9" w14:textId="354CE0D3" w:rsidR="008409F7" w:rsidRPr="00C4020C" w:rsidRDefault="008409F7" w:rsidP="00221B86">
                      <w:pPr>
                        <w:rPr>
                          <w:lang w:val="de-CH"/>
                        </w:rPr>
                      </w:pPr>
                      <w:r w:rsidRPr="00C4020C">
                        <w:rPr>
                          <w:lang w:val="de-CH"/>
                        </w:rPr>
                        <w:t>Gruyters Willem, Derden An, Brusselaers Jan</w:t>
                      </w:r>
                      <w:r>
                        <w:rPr>
                          <w:lang w:val="de-CH"/>
                        </w:rPr>
                        <w:t>,</w:t>
                      </w:r>
                      <w:r w:rsidRPr="00C4020C">
                        <w:rPr>
                          <w:lang w:val="de-CH"/>
                        </w:rPr>
                        <w:t xml:space="preserve"> Veldeman Nele, Deutsch Felix</w:t>
                      </w:r>
                    </w:p>
                    <w:p w14:paraId="374DF59C" w14:textId="77777777" w:rsidR="008409F7" w:rsidRPr="00C4020C" w:rsidRDefault="008409F7" w:rsidP="00603D01">
                      <w:pPr>
                        <w:spacing w:line="240" w:lineRule="exact"/>
                        <w:rPr>
                          <w:sz w:val="18"/>
                          <w:lang w:val="de-CH"/>
                        </w:rPr>
                      </w:pPr>
                    </w:p>
                    <w:p w14:paraId="44D427A8" w14:textId="77777777" w:rsidR="008409F7" w:rsidRPr="00C4020C" w:rsidRDefault="008409F7" w:rsidP="00603D01">
                      <w:pPr>
                        <w:spacing w:line="240" w:lineRule="exact"/>
                        <w:rPr>
                          <w:sz w:val="18"/>
                          <w:lang w:val="de-CH"/>
                        </w:rPr>
                      </w:pPr>
                    </w:p>
                    <w:p w14:paraId="1A022489" w14:textId="77777777" w:rsidR="008409F7" w:rsidRPr="00C4020C" w:rsidRDefault="008409F7" w:rsidP="00603D01">
                      <w:pPr>
                        <w:spacing w:line="240" w:lineRule="exact"/>
                        <w:rPr>
                          <w:sz w:val="18"/>
                          <w:lang w:val="de-CH"/>
                        </w:rPr>
                      </w:pPr>
                    </w:p>
                    <w:p w14:paraId="5F4060B4" w14:textId="77777777" w:rsidR="008409F7" w:rsidRPr="0077385C" w:rsidRDefault="008409F7" w:rsidP="00603D01">
                      <w:pPr>
                        <w:rPr>
                          <w:sz w:val="18"/>
                          <w:szCs w:val="18"/>
                        </w:rPr>
                      </w:pPr>
                      <w:r w:rsidRPr="0077385C">
                        <w:rPr>
                          <w:sz w:val="18"/>
                          <w:szCs w:val="18"/>
                        </w:rPr>
                        <w:t>Studie uitgevoerd in opdracht van:</w:t>
                      </w:r>
                      <w:r>
                        <w:rPr>
                          <w:sz w:val="18"/>
                          <w:szCs w:val="18"/>
                        </w:rPr>
                        <w:t xml:space="preserve"> Vlaamse Milieumaatschappij</w:t>
                      </w:r>
                    </w:p>
                    <w:p w14:paraId="52EBA8DD" w14:textId="75E7E7B7" w:rsidR="008409F7" w:rsidRPr="0077385C" w:rsidRDefault="008409F7" w:rsidP="00603D01">
                      <w:pPr>
                        <w:rPr>
                          <w:sz w:val="18"/>
                          <w:szCs w:val="18"/>
                        </w:rPr>
                      </w:pPr>
                      <w:r w:rsidRPr="00FD586C">
                        <w:rPr>
                          <w:sz w:val="18"/>
                          <w:szCs w:val="18"/>
                        </w:rPr>
                        <w:t>2020/RMA/R/2134</w:t>
                      </w:r>
                    </w:p>
                    <w:p w14:paraId="35B9FF13" w14:textId="04B2C380" w:rsidR="008409F7" w:rsidRPr="0077385C" w:rsidRDefault="008409F7" w:rsidP="00603D01">
                      <w:pPr>
                        <w:rPr>
                          <w:sz w:val="18"/>
                          <w:szCs w:val="18"/>
                        </w:rPr>
                      </w:pPr>
                      <w:r>
                        <w:rPr>
                          <w:sz w:val="18"/>
                          <w:szCs w:val="18"/>
                        </w:rPr>
                        <w:t>September</w:t>
                      </w:r>
                      <w:r w:rsidRPr="00960E72">
                        <w:rPr>
                          <w:sz w:val="18"/>
                          <w:szCs w:val="18"/>
                        </w:rPr>
                        <w:t xml:space="preserve"> 2020</w:t>
                      </w:r>
                    </w:p>
                    <w:p w14:paraId="3B7B5F1C" w14:textId="77777777" w:rsidR="008409F7" w:rsidRPr="0053760A" w:rsidRDefault="008409F7" w:rsidP="00603D01">
                      <w:pPr>
                        <w:spacing w:line="240" w:lineRule="exact"/>
                        <w:rPr>
                          <w:b/>
                          <w:sz w:val="18"/>
                        </w:rPr>
                      </w:pPr>
                    </w:p>
                  </w:txbxContent>
                </v:textbox>
                <w10:wrap anchorx="page" anchory="page"/>
              </v:shape>
            </w:pict>
          </mc:Fallback>
        </mc:AlternateContent>
      </w:r>
    </w:p>
    <w:p w14:paraId="754166E7" w14:textId="77777777" w:rsidR="003A54FA" w:rsidRPr="00D26D7B" w:rsidRDefault="003A54FA" w:rsidP="003A54FA">
      <w:pPr>
        <w:rPr>
          <w:lang w:val="nl-BE"/>
        </w:rPr>
      </w:pPr>
    </w:p>
    <w:p w14:paraId="69159557" w14:textId="77777777" w:rsidR="003A54FA" w:rsidRPr="00D26D7B" w:rsidRDefault="003A54FA" w:rsidP="003A54FA">
      <w:pPr>
        <w:rPr>
          <w:lang w:val="nl-BE"/>
        </w:rPr>
      </w:pPr>
    </w:p>
    <w:p w14:paraId="7C0F1A52" w14:textId="77777777" w:rsidR="003A54FA" w:rsidRPr="00D26D7B" w:rsidRDefault="003A54FA" w:rsidP="003A54FA">
      <w:pPr>
        <w:rPr>
          <w:lang w:val="nl-BE"/>
        </w:rPr>
      </w:pPr>
    </w:p>
    <w:p w14:paraId="6A71B552" w14:textId="77777777" w:rsidR="003A54FA" w:rsidRPr="00D26D7B" w:rsidRDefault="003A54FA" w:rsidP="003A54FA">
      <w:pPr>
        <w:rPr>
          <w:lang w:val="nl-BE"/>
        </w:rPr>
      </w:pPr>
    </w:p>
    <w:p w14:paraId="2745FC9B" w14:textId="77777777" w:rsidR="003A54FA" w:rsidRPr="00D26D7B" w:rsidRDefault="003A54FA" w:rsidP="003A54FA">
      <w:pPr>
        <w:rPr>
          <w:lang w:val="nl-BE"/>
        </w:rPr>
      </w:pPr>
    </w:p>
    <w:p w14:paraId="42F89CC7" w14:textId="77777777" w:rsidR="003A54FA" w:rsidRPr="00D26D7B" w:rsidRDefault="003A54FA" w:rsidP="003A54FA">
      <w:pPr>
        <w:rPr>
          <w:lang w:val="nl-BE"/>
        </w:rPr>
      </w:pPr>
    </w:p>
    <w:p w14:paraId="56A3494C" w14:textId="77777777" w:rsidR="003A54FA" w:rsidRPr="00D26D7B" w:rsidRDefault="003A54FA" w:rsidP="003A54FA">
      <w:pPr>
        <w:rPr>
          <w:lang w:val="nl-BE"/>
        </w:rPr>
      </w:pPr>
    </w:p>
    <w:p w14:paraId="513FBBA1" w14:textId="77777777" w:rsidR="003A54FA" w:rsidRPr="00D26D7B" w:rsidRDefault="003A54FA" w:rsidP="003A54FA">
      <w:pPr>
        <w:rPr>
          <w:lang w:val="nl-BE"/>
        </w:rPr>
      </w:pPr>
    </w:p>
    <w:p w14:paraId="150DF339" w14:textId="77777777" w:rsidR="003A54FA" w:rsidRPr="00D26D7B" w:rsidRDefault="003A54FA" w:rsidP="003A54FA">
      <w:pPr>
        <w:rPr>
          <w:lang w:val="nl-BE"/>
        </w:rPr>
      </w:pPr>
    </w:p>
    <w:p w14:paraId="53387C1E" w14:textId="77777777" w:rsidR="003A54FA" w:rsidRPr="00D26D7B" w:rsidRDefault="003A54FA" w:rsidP="003A54FA">
      <w:pPr>
        <w:rPr>
          <w:lang w:val="nl-BE"/>
        </w:rPr>
      </w:pPr>
    </w:p>
    <w:p w14:paraId="38FE5D65" w14:textId="77777777" w:rsidR="003A54FA" w:rsidRPr="00D26D7B" w:rsidRDefault="003A54FA" w:rsidP="003A54FA">
      <w:pPr>
        <w:rPr>
          <w:lang w:val="nl-BE"/>
        </w:rPr>
      </w:pPr>
    </w:p>
    <w:p w14:paraId="1151C502" w14:textId="77777777" w:rsidR="003A54FA" w:rsidRPr="00D26D7B" w:rsidRDefault="003A54FA" w:rsidP="003A54FA">
      <w:pPr>
        <w:rPr>
          <w:noProof/>
          <w:lang w:val="nl-BE" w:eastAsia="nl-BE"/>
        </w:rPr>
      </w:pPr>
    </w:p>
    <w:p w14:paraId="08FFA4FD" w14:textId="77777777" w:rsidR="00E02C33" w:rsidRPr="00D26D7B" w:rsidRDefault="00E02C33" w:rsidP="003A54FA">
      <w:pPr>
        <w:rPr>
          <w:noProof/>
          <w:lang w:val="nl-BE" w:eastAsia="nl-BE"/>
        </w:rPr>
      </w:pPr>
    </w:p>
    <w:p w14:paraId="5269276B" w14:textId="77777777" w:rsidR="00E02C33" w:rsidRPr="00D26D7B" w:rsidRDefault="00E02C33" w:rsidP="003A54FA">
      <w:pPr>
        <w:rPr>
          <w:noProof/>
          <w:lang w:val="nl-BE" w:eastAsia="nl-BE"/>
        </w:rPr>
      </w:pPr>
    </w:p>
    <w:p w14:paraId="424808C8" w14:textId="77777777" w:rsidR="00DB6D85" w:rsidRPr="00D26D7B" w:rsidRDefault="00DB6D85" w:rsidP="003A54FA">
      <w:pPr>
        <w:rPr>
          <w:lang w:val="nl-BE"/>
        </w:rPr>
      </w:pPr>
    </w:p>
    <w:p w14:paraId="6085B972" w14:textId="77777777" w:rsidR="00DB6D85" w:rsidRPr="00D26D7B" w:rsidRDefault="00DB6D85" w:rsidP="003A54FA">
      <w:pPr>
        <w:rPr>
          <w:lang w:val="nl-BE"/>
        </w:rPr>
      </w:pPr>
    </w:p>
    <w:p w14:paraId="05282D9F" w14:textId="77777777" w:rsidR="00DB6D85" w:rsidRPr="00D26D7B" w:rsidRDefault="00DB6D85" w:rsidP="003A54FA">
      <w:pPr>
        <w:rPr>
          <w:lang w:val="nl-BE"/>
        </w:rPr>
      </w:pPr>
    </w:p>
    <w:p w14:paraId="5705C838" w14:textId="77777777" w:rsidR="0032589A" w:rsidRPr="00D26D7B" w:rsidRDefault="0032589A" w:rsidP="00AC368C">
      <w:pPr>
        <w:rPr>
          <w:lang w:val="nl-BE"/>
        </w:rPr>
        <w:sectPr w:rsidR="0032589A" w:rsidRPr="00D26D7B" w:rsidSect="00A66D93">
          <w:headerReference w:type="even" r:id="rId11"/>
          <w:footerReference w:type="even" r:id="rId12"/>
          <w:pgSz w:w="11907" w:h="16834"/>
          <w:pgMar w:top="1701" w:right="1134" w:bottom="1418" w:left="1871" w:header="720" w:footer="720" w:gutter="0"/>
          <w:paperSrc w:first="108" w:other="108"/>
          <w:cols w:space="720"/>
        </w:sectPr>
      </w:pPr>
    </w:p>
    <w:p w14:paraId="57BCC75D" w14:textId="49223BCF" w:rsidR="00FD03F4" w:rsidRPr="0078214B" w:rsidRDefault="002E4E84" w:rsidP="002E4E84">
      <w:pPr>
        <w:pStyle w:val="Hoofdingzdrnummer"/>
        <w:rPr>
          <w:lang w:val="en-US"/>
        </w:rPr>
      </w:pPr>
      <w:bookmarkStart w:id="1" w:name="_Toc45627607"/>
      <w:bookmarkStart w:id="2" w:name="_Toc44585172"/>
      <w:r w:rsidRPr="0078214B">
        <w:rPr>
          <w:lang w:val="en-US"/>
        </w:rPr>
        <w:lastRenderedPageBreak/>
        <w:t>English summary</w:t>
      </w:r>
      <w:bookmarkEnd w:id="1"/>
      <w:bookmarkEnd w:id="2"/>
    </w:p>
    <w:p w14:paraId="4B05F746" w14:textId="0FDD3E0B" w:rsidR="00D57FD8" w:rsidRPr="0078214B" w:rsidRDefault="00D57FD8" w:rsidP="002E4E84">
      <w:pPr>
        <w:rPr>
          <w:lang w:val="en-US"/>
        </w:rPr>
      </w:pPr>
      <w:r w:rsidRPr="0078214B">
        <w:rPr>
          <w:lang w:val="en-US"/>
        </w:rPr>
        <w:t xml:space="preserve">This scientific manuscript describes the work performed by VITO in the framework of an external validation/revision study of the Emission model Ammonia Flanders, version 2.1 (EMAV2.1). </w:t>
      </w:r>
      <w:r w:rsidR="00ED390E" w:rsidRPr="0078214B">
        <w:rPr>
          <w:lang w:val="en-US"/>
        </w:rPr>
        <w:t>This model</w:t>
      </w:r>
      <w:r w:rsidRPr="0078214B">
        <w:rPr>
          <w:lang w:val="en-US"/>
        </w:rPr>
        <w:t xml:space="preserve"> tries to estimate the ammonia emissions from agricultural practices. The model input requires specific information from the declaration of manure to the VLM and a version of calculation factors. In the framework of this study, a VLM-</w:t>
      </w:r>
      <w:r w:rsidR="00ED390E" w:rsidRPr="0078214B">
        <w:rPr>
          <w:lang w:val="en-US"/>
        </w:rPr>
        <w:t>data structure</w:t>
      </w:r>
      <w:r w:rsidRPr="0078214B">
        <w:rPr>
          <w:lang w:val="en-US"/>
        </w:rPr>
        <w:t xml:space="preserve"> for 2017 containing relevant information about the declaration of manure in that specific year was provided. Besides this, it was decided to use version ‘2017EA 2.1’ of the calculation factors. </w:t>
      </w:r>
    </w:p>
    <w:p w14:paraId="03A21A6E" w14:textId="503BAD46" w:rsidR="00D57FD8" w:rsidRPr="0078214B" w:rsidRDefault="00D57FD8" w:rsidP="002E4E84">
      <w:pPr>
        <w:rPr>
          <w:lang w:val="en-US"/>
        </w:rPr>
      </w:pPr>
      <w:r w:rsidRPr="0078214B">
        <w:rPr>
          <w:lang w:val="en-US"/>
        </w:rPr>
        <w:t>At the start of this project, the following documents were provided: ‘EMAV2.1 manual/final report’, ‘EMAV2.1 Appendix analyse flow’, the EMAV2.1 source code and a working version of EMAV2.1 that w</w:t>
      </w:r>
      <w:r w:rsidR="00F026FE" w:rsidRPr="0078214B">
        <w:rPr>
          <w:lang w:val="en-US"/>
        </w:rPr>
        <w:t>as installed on the ILVO servers. Chapters 2 and 3 of this report discusses the content of the ‘EMAV2.1 manual/final report’ and ‘EMAV2.1 Appendix analyse flow’. In these chapters, these documents were assessed on their quality. An important aspect within the EMAV2.1 calculation scheme is the concept and availability of meta data, which is lacking in the current EMAV2.1 version. With meta data of the VLM-</w:t>
      </w:r>
      <w:r w:rsidR="00ED390E" w:rsidRPr="0078214B">
        <w:rPr>
          <w:lang w:val="en-US"/>
        </w:rPr>
        <w:t>data structure</w:t>
      </w:r>
      <w:r w:rsidR="00F026FE" w:rsidRPr="0078214B">
        <w:rPr>
          <w:lang w:val="en-US"/>
        </w:rPr>
        <w:t xml:space="preserve"> and version of the calculation factors, the EMAV2.1 user </w:t>
      </w:r>
      <w:r w:rsidR="00ED390E" w:rsidRPr="0078214B">
        <w:rPr>
          <w:lang w:val="en-US"/>
        </w:rPr>
        <w:t>can</w:t>
      </w:r>
      <w:r w:rsidR="00F026FE" w:rsidRPr="0078214B">
        <w:rPr>
          <w:lang w:val="en-US"/>
        </w:rPr>
        <w:t xml:space="preserve"> find out how the data collection was performed. Furthermore, he is capable to retrace possible errors with the data, instead of having to contact the source of origin. Besides the importance of providing meta data, information gaps were identified and suggestions for improvement/</w:t>
      </w:r>
      <w:r w:rsidR="00662527" w:rsidRPr="0078214B">
        <w:rPr>
          <w:lang w:val="en-US"/>
        </w:rPr>
        <w:t xml:space="preserve">elaboration were provided. </w:t>
      </w:r>
    </w:p>
    <w:p w14:paraId="22CFD767" w14:textId="1A593FD3" w:rsidR="00662527" w:rsidRPr="0078214B" w:rsidRDefault="00662527" w:rsidP="002E4E84">
      <w:pPr>
        <w:rPr>
          <w:lang w:val="en-US"/>
        </w:rPr>
      </w:pPr>
      <w:r w:rsidRPr="0078214B">
        <w:rPr>
          <w:lang w:val="en-US"/>
        </w:rPr>
        <w:t xml:space="preserve">Next, the calculations within the EMAV2.1 calculation scheme were investigated in Chapter 4. Here, all calculations were examined in detail to ascertain that they were performed correctly as described in the ‘EMAV2.1 manual/final report’ and ‘EMAV2.1 Appendix analyse flow’. Based on the analysis, the EMAV2.1 calculation flow for the emission states of ‘Pasture’, ‘Stable’, ‘Storage’ and ‘Manure processing’ were performed correctly as was described by the reports. Although these calculations checked out, several suggestions are given to improve the calculations and the explanation in the manual. Within the calculations of the emission states ‘Transport’ and ‘Drive out’, errors were found which should be further investigated. </w:t>
      </w:r>
      <w:r w:rsidR="00B37829" w:rsidRPr="0078214B">
        <w:rPr>
          <w:lang w:val="en-US"/>
        </w:rPr>
        <w:t>Within this</w:t>
      </w:r>
      <w:r w:rsidRPr="0078214B">
        <w:rPr>
          <w:lang w:val="en-US"/>
        </w:rPr>
        <w:t xml:space="preserve"> report, an attempt was made to pinpoint where exactly </w:t>
      </w:r>
      <w:r w:rsidR="00147F73" w:rsidRPr="0078214B">
        <w:rPr>
          <w:lang w:val="en-US"/>
        </w:rPr>
        <w:t xml:space="preserve">these problems occurred. </w:t>
      </w:r>
    </w:p>
    <w:p w14:paraId="4C04745A" w14:textId="5CFFF9CA" w:rsidR="00BF16F4" w:rsidRPr="0078214B" w:rsidRDefault="00147F73" w:rsidP="002E4E84">
      <w:pPr>
        <w:rPr>
          <w:lang w:val="en-US"/>
        </w:rPr>
      </w:pPr>
      <w:r w:rsidRPr="0078214B">
        <w:rPr>
          <w:lang w:val="en-US"/>
        </w:rPr>
        <w:t>With</w:t>
      </w:r>
      <w:r w:rsidR="00515A9E" w:rsidRPr="0078214B">
        <w:rPr>
          <w:lang w:val="en-US"/>
        </w:rPr>
        <w:t xml:space="preserve">in the </w:t>
      </w:r>
      <w:r w:rsidRPr="0078214B">
        <w:rPr>
          <w:lang w:val="en-US"/>
        </w:rPr>
        <w:t>EMAV2.1</w:t>
      </w:r>
      <w:r w:rsidR="00515A9E" w:rsidRPr="0078214B">
        <w:rPr>
          <w:lang w:val="en-US"/>
        </w:rPr>
        <w:t xml:space="preserve"> software</w:t>
      </w:r>
      <w:r w:rsidRPr="0078214B">
        <w:rPr>
          <w:lang w:val="en-US"/>
        </w:rPr>
        <w:t xml:space="preserve">, a preliminary GIS analysis can be performed to quickly investigate how the agricultural emissions are distributed over Flanders. The xy coordinates of each agricultural </w:t>
      </w:r>
      <w:r w:rsidR="00BF16F4" w:rsidRPr="0078214B">
        <w:rPr>
          <w:lang w:val="en-US"/>
        </w:rPr>
        <w:t>farm are assigned to the emission states of ‘Pasture’, ‘Stable’, ‘Storage’, ‘Drive out’ and ‘Manure processing’. I</w:t>
      </w:r>
      <w:r w:rsidRPr="0078214B">
        <w:rPr>
          <w:lang w:val="en-US"/>
        </w:rPr>
        <w:t xml:space="preserve">n the subsequent Chapter 5, </w:t>
      </w:r>
      <w:r w:rsidR="00BF16F4" w:rsidRPr="0078214B">
        <w:rPr>
          <w:lang w:val="en-US"/>
        </w:rPr>
        <w:t>the assignment of these xy coordinates to the different emissions states was investigated. In addition, an assessment of its performance was done. For 95 % of all agricultural farms, the xy coordinates could be found in the VLM-</w:t>
      </w:r>
      <w:r w:rsidR="00ED390E" w:rsidRPr="0078214B">
        <w:rPr>
          <w:lang w:val="en-US"/>
        </w:rPr>
        <w:t>data structure</w:t>
      </w:r>
      <w:r w:rsidR="00BF16F4" w:rsidRPr="0078214B">
        <w:rPr>
          <w:lang w:val="en-US"/>
        </w:rPr>
        <w:t xml:space="preserve">. The remaining 5 % of the farms should be looked up in the CRAB database. An important aspect of the geocoding of emissions is the ‘lookup algorithm’. The latter was further investigated with an uncertainty analysis. </w:t>
      </w:r>
      <w:r w:rsidR="00B37829" w:rsidRPr="0078214B">
        <w:rPr>
          <w:lang w:val="en-US"/>
        </w:rPr>
        <w:t xml:space="preserve">In the final part of this chapter, the generation of shapefiles by EMAV2.1 was investigated. The geocoded data was correctly translated to the shapefiles. However, within two grid cells of the VLOPS-shapefile emissions of emission state ‘Drive out’ were not properly assigned. Because this amount was limited </w:t>
      </w:r>
      <w:r w:rsidR="00ED390E" w:rsidRPr="0078214B">
        <w:rPr>
          <w:lang w:val="en-US"/>
        </w:rPr>
        <w:t>in comparison</w:t>
      </w:r>
      <w:r w:rsidR="00B37829" w:rsidRPr="0078214B">
        <w:rPr>
          <w:lang w:val="en-US"/>
        </w:rPr>
        <w:t xml:space="preserve"> to the total amount, the impact was very low. This should be further investigated. </w:t>
      </w:r>
    </w:p>
    <w:p w14:paraId="71E331AB" w14:textId="7E8EC131" w:rsidR="00662527" w:rsidRPr="0078214B" w:rsidRDefault="00BF16F4" w:rsidP="002E4E84">
      <w:pPr>
        <w:rPr>
          <w:lang w:val="en-US"/>
        </w:rPr>
      </w:pPr>
      <w:r w:rsidRPr="0078214B">
        <w:rPr>
          <w:lang w:val="en-US"/>
        </w:rPr>
        <w:t xml:space="preserve">In the final research chapter, the results of an extended uncertainty analysis </w:t>
      </w:r>
      <w:r w:rsidR="00ED390E" w:rsidRPr="0078214B">
        <w:rPr>
          <w:lang w:val="en-US"/>
        </w:rPr>
        <w:t>were</w:t>
      </w:r>
      <w:r w:rsidRPr="0078214B">
        <w:rPr>
          <w:lang w:val="en-US"/>
        </w:rPr>
        <w:t xml:space="preserve"> discussed. </w:t>
      </w:r>
      <w:r w:rsidR="00867786" w:rsidRPr="0078214B">
        <w:rPr>
          <w:lang w:val="en-US"/>
        </w:rPr>
        <w:t>Here, the most important parameters of each emission state that could have an impact on the spread of uncertainty throughout the EMAV2.1 calculation scheme were identified</w:t>
      </w:r>
      <w:r w:rsidRPr="0078214B">
        <w:rPr>
          <w:lang w:val="en-US"/>
        </w:rPr>
        <w:t xml:space="preserve"> </w:t>
      </w:r>
    </w:p>
    <w:p w14:paraId="528A67E2" w14:textId="001919EC" w:rsidR="00EF2E8B" w:rsidRPr="00D26D7B" w:rsidRDefault="00867786" w:rsidP="00A2360E">
      <w:pPr>
        <w:rPr>
          <w:lang w:val="nl-BE"/>
        </w:rPr>
      </w:pPr>
      <w:r w:rsidRPr="0078214B">
        <w:rPr>
          <w:lang w:val="en-US"/>
        </w:rPr>
        <w:t>This document is well suited to aid in tracing the errors in the EMAV2.1 calculation scheme and to improve the existing EMAV2.1 manual.</w:t>
      </w:r>
      <w:r w:rsidR="00B37829" w:rsidRPr="0078214B">
        <w:rPr>
          <w:lang w:val="en-US"/>
        </w:rPr>
        <w:t xml:space="preserve"> </w:t>
      </w:r>
      <w:bookmarkStart w:id="3" w:name="_Toc34379662"/>
      <w:bookmarkStart w:id="4" w:name="_Toc34379660"/>
      <w:bookmarkEnd w:id="3"/>
      <w:bookmarkEnd w:id="4"/>
    </w:p>
    <w:sectPr w:rsidR="00EF2E8B" w:rsidRPr="00D26D7B" w:rsidSect="00A2360E">
      <w:footerReference w:type="even" r:id="rId13"/>
      <w:type w:val="oddPage"/>
      <w:pgSz w:w="11907" w:h="16834"/>
      <w:pgMar w:top="1701" w:right="1134" w:bottom="1418" w:left="1871" w:header="720" w:footer="720" w:gutter="0"/>
      <w:paperSrc w:first="108" w:other="10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D70A8" w14:textId="77777777" w:rsidR="008409F7" w:rsidRPr="006E4E9D" w:rsidRDefault="008409F7" w:rsidP="001F1E6A">
      <w:r>
        <w:separator/>
      </w:r>
    </w:p>
  </w:endnote>
  <w:endnote w:type="continuationSeparator" w:id="0">
    <w:p w14:paraId="72358128" w14:textId="77777777" w:rsidR="008409F7" w:rsidRPr="006E4E9D" w:rsidRDefault="008409F7" w:rsidP="001F1E6A">
      <w:r>
        <w:continuationSeparator/>
      </w:r>
    </w:p>
  </w:endnote>
  <w:endnote w:type="continuationNotice" w:id="1">
    <w:p w14:paraId="2E55E938" w14:textId="77777777" w:rsidR="008409F7" w:rsidRDefault="008409F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FlandersArtSerif-Regular">
    <w:panose1 w:val="00000500000000000000"/>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6CB92" w14:textId="429AA476" w:rsidR="008409F7" w:rsidRDefault="00A2360E" w:rsidP="006E4489">
    <w:pPr>
      <w:pStyle w:val="Voettekst"/>
      <w:rPr>
        <w:rStyle w:val="Paginanummer"/>
        <w:b/>
        <w:bCs/>
      </w:rPr>
    </w:pPr>
    <w:sdt>
      <w:sdtPr>
        <w:rPr>
          <w:rStyle w:val="Paginanummer"/>
          <w:b/>
          <w:bCs/>
        </w:rPr>
        <w:alias w:val="Document Number"/>
        <w:id w:val="2117170820"/>
        <w:placeholder>
          <w:docPart w:val="CE80B26F1E0B45D0BB7E0693DDDFA01E"/>
        </w:placeholder>
      </w:sdtPr>
      <w:sdtEndPr>
        <w:rPr>
          <w:rStyle w:val="Paginanummer"/>
        </w:rPr>
      </w:sdtEndPr>
      <w:sdtContent>
        <w:r w:rsidR="008409F7" w:rsidRPr="00A058D9">
          <w:rPr>
            <w:rStyle w:val="Paginanummer"/>
            <w:b/>
            <w:bCs/>
          </w:rPr>
          <w:t>2020/RMA/R/2134</w:t>
        </w:r>
      </w:sdtContent>
    </w:sdt>
  </w:p>
  <w:p w14:paraId="7A937FBC" w14:textId="47CCE7D6" w:rsidR="008409F7" w:rsidRPr="007D09B1" w:rsidRDefault="008409F7" w:rsidP="006E4489">
    <w:pPr>
      <w:pStyle w:val="Voettekst"/>
    </w:pPr>
    <w:r w:rsidRPr="005C5221">
      <w:rPr>
        <w:rStyle w:val="Paginanummer"/>
        <w:b/>
      </w:rPr>
      <w:fldChar w:fldCharType="begin"/>
    </w:r>
    <w:r w:rsidRPr="005C5221">
      <w:rPr>
        <w:rStyle w:val="Paginanummer"/>
      </w:rPr>
      <w:instrText xml:space="preserve"> PAGE </w:instrText>
    </w:r>
    <w:r w:rsidRPr="005C5221">
      <w:rPr>
        <w:rStyle w:val="Paginanummer"/>
        <w:b/>
      </w:rPr>
      <w:fldChar w:fldCharType="separate"/>
    </w:r>
    <w:r>
      <w:rPr>
        <w:rStyle w:val="Paginanummer"/>
        <w:b/>
      </w:rPr>
      <w:t>1</w:t>
    </w:r>
    <w:r w:rsidRPr="005C5221">
      <w:rPr>
        <w:rStyle w:val="Paginanumme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53D91" w14:textId="77777777" w:rsidR="008409F7" w:rsidRDefault="00A2360E" w:rsidP="006E4489">
    <w:pPr>
      <w:pStyle w:val="Voettekst"/>
      <w:rPr>
        <w:rStyle w:val="Paginanummer"/>
        <w:b/>
      </w:rPr>
    </w:pPr>
    <w:sdt>
      <w:sdtPr>
        <w:rPr>
          <w:rStyle w:val="Paginanummer"/>
          <w:b/>
          <w:bCs/>
        </w:rPr>
        <w:alias w:val="Document Number"/>
        <w:id w:val="-248972108"/>
        <w:placeholder>
          <w:docPart w:val="9A6DF9B7B0C24E2B967C05BE1FF8367F"/>
        </w:placeholder>
      </w:sdtPr>
      <w:sdtEndPr>
        <w:rPr>
          <w:rStyle w:val="Paginanummer"/>
        </w:rPr>
      </w:sdtEndPr>
      <w:sdtContent>
        <w:r w:rsidR="008409F7">
          <w:rPr>
            <w:rStyle w:val="Paginanummer"/>
            <w:b/>
            <w:bCs/>
          </w:rPr>
          <w:t>2020/SMAT/R/2107</w:t>
        </w:r>
      </w:sdtContent>
    </w:sdt>
  </w:p>
  <w:p w14:paraId="6B8895B2" w14:textId="3F852313" w:rsidR="008409F7" w:rsidRPr="006E4489" w:rsidRDefault="008409F7" w:rsidP="006E4489">
    <w:pPr>
      <w:pStyle w:val="Voettekst"/>
    </w:pPr>
    <w:r w:rsidRPr="005C5221">
      <w:rPr>
        <w:rStyle w:val="Paginanummer"/>
        <w:b/>
      </w:rPr>
      <w:fldChar w:fldCharType="begin"/>
    </w:r>
    <w:r w:rsidRPr="005C5221">
      <w:rPr>
        <w:rStyle w:val="Paginanummer"/>
      </w:rPr>
      <w:instrText xml:space="preserve"> PAGE </w:instrText>
    </w:r>
    <w:r w:rsidRPr="005C5221">
      <w:rPr>
        <w:rStyle w:val="Paginanummer"/>
        <w:b/>
      </w:rPr>
      <w:fldChar w:fldCharType="separate"/>
    </w:r>
    <w:r>
      <w:rPr>
        <w:rStyle w:val="Paginanummer"/>
        <w:b/>
      </w:rPr>
      <w:t>35</w:t>
    </w:r>
    <w:r w:rsidRPr="005C5221">
      <w:rPr>
        <w:rStyle w:val="Paginanumme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ABD3A" w14:textId="77777777" w:rsidR="008409F7" w:rsidRPr="006E4E9D" w:rsidRDefault="008409F7" w:rsidP="001F1E6A">
      <w:r>
        <w:separator/>
      </w:r>
    </w:p>
  </w:footnote>
  <w:footnote w:type="continuationSeparator" w:id="0">
    <w:p w14:paraId="57947729" w14:textId="77777777" w:rsidR="008409F7" w:rsidRPr="006E4E9D" w:rsidRDefault="008409F7" w:rsidP="001F1E6A">
      <w:r>
        <w:continuationSeparator/>
      </w:r>
    </w:p>
  </w:footnote>
  <w:footnote w:type="continuationNotice" w:id="1">
    <w:p w14:paraId="6A8EBA35" w14:textId="77777777" w:rsidR="008409F7" w:rsidRDefault="008409F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DD390" w14:textId="34F1334E" w:rsidR="008409F7" w:rsidRDefault="008409F7" w:rsidP="00BD0CDB">
    <w:pPr>
      <w:pStyle w:val="Koptekst"/>
      <w:pBdr>
        <w:bottom w:val="single" w:sz="4" w:space="1" w:color="34A3DC"/>
      </w:pBdr>
      <w:rPr>
        <w:color w:val="34A3DC"/>
      </w:rPr>
    </w:pPr>
    <w:r>
      <w:rPr>
        <w:color w:val="34A3DC"/>
      </w:rPr>
      <w:fldChar w:fldCharType="begin"/>
    </w:r>
    <w:r>
      <w:rPr>
        <w:color w:val="34A3DC"/>
      </w:rPr>
      <w:instrText xml:space="preserve"> STYLEREF  "Hoofding zdr nummer"  \* MERGEFORMAT </w:instrText>
    </w:r>
    <w:r>
      <w:rPr>
        <w:color w:val="34A3DC"/>
      </w:rPr>
      <w:fldChar w:fldCharType="separate"/>
    </w:r>
    <w:r w:rsidR="00A2360E">
      <w:rPr>
        <w:noProof/>
        <w:color w:val="34A3DC"/>
      </w:rPr>
      <w:t>English summary</w:t>
    </w:r>
    <w:r>
      <w:rPr>
        <w:color w:val="34A3DC"/>
      </w:rPr>
      <w:fldChar w:fldCharType="end"/>
    </w:r>
  </w:p>
  <w:p w14:paraId="226EE2EF" w14:textId="77777777" w:rsidR="008409F7" w:rsidRPr="00BB08F4" w:rsidRDefault="008409F7" w:rsidP="0010263B">
    <w:pPr>
      <w:pStyle w:val="Koptekst"/>
      <w:pBdr>
        <w:bottom w:val="single" w:sz="4" w:space="1" w:color="34A3DC"/>
      </w:pBdr>
      <w:jc w:val="left"/>
      <w:rPr>
        <w:color w:val="34A3DC"/>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22D1"/>
    <w:multiLevelType w:val="hybridMultilevel"/>
    <w:tmpl w:val="49F48566"/>
    <w:lvl w:ilvl="0" w:tplc="0C50DEE0">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310399E"/>
    <w:multiLevelType w:val="hybridMultilevel"/>
    <w:tmpl w:val="2B8A9BA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5B40D62"/>
    <w:multiLevelType w:val="hybridMultilevel"/>
    <w:tmpl w:val="3488A53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6744AE0"/>
    <w:multiLevelType w:val="hybridMultilevel"/>
    <w:tmpl w:val="7BC6C5A2"/>
    <w:lvl w:ilvl="0" w:tplc="FFFFFFFF">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 w15:restartNumberingAfterBreak="0">
    <w:nsid w:val="08B5452C"/>
    <w:multiLevelType w:val="hybridMultilevel"/>
    <w:tmpl w:val="9A7052C8"/>
    <w:lvl w:ilvl="0" w:tplc="2000000F">
      <w:start w:val="1"/>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AB853D7"/>
    <w:multiLevelType w:val="hybridMultilevel"/>
    <w:tmpl w:val="44C2136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C1A7A82"/>
    <w:multiLevelType w:val="hybridMultilevel"/>
    <w:tmpl w:val="D1008C90"/>
    <w:lvl w:ilvl="0" w:tplc="08130001">
      <w:start w:val="1"/>
      <w:numFmt w:val="bullet"/>
      <w:lvlText w:val=""/>
      <w:lvlJc w:val="left"/>
      <w:pPr>
        <w:ind w:left="1494" w:hanging="360"/>
      </w:pPr>
      <w:rPr>
        <w:rFonts w:ascii="Symbol" w:hAnsi="Symbol" w:hint="default"/>
      </w:rPr>
    </w:lvl>
    <w:lvl w:ilvl="1" w:tplc="08130003">
      <w:start w:val="1"/>
      <w:numFmt w:val="bullet"/>
      <w:lvlText w:val="o"/>
      <w:lvlJc w:val="left"/>
      <w:pPr>
        <w:ind w:left="2214" w:hanging="360"/>
      </w:pPr>
      <w:rPr>
        <w:rFonts w:ascii="Courier New" w:hAnsi="Courier New" w:cs="Courier New" w:hint="default"/>
      </w:rPr>
    </w:lvl>
    <w:lvl w:ilvl="2" w:tplc="08130005">
      <w:start w:val="1"/>
      <w:numFmt w:val="bullet"/>
      <w:lvlText w:val=""/>
      <w:lvlJc w:val="left"/>
      <w:pPr>
        <w:ind w:left="2934" w:hanging="360"/>
      </w:pPr>
      <w:rPr>
        <w:rFonts w:ascii="Wingdings" w:hAnsi="Wingdings" w:hint="default"/>
      </w:rPr>
    </w:lvl>
    <w:lvl w:ilvl="3" w:tplc="08130001" w:tentative="1">
      <w:start w:val="1"/>
      <w:numFmt w:val="bullet"/>
      <w:lvlText w:val=""/>
      <w:lvlJc w:val="left"/>
      <w:pPr>
        <w:ind w:left="3654" w:hanging="360"/>
      </w:pPr>
      <w:rPr>
        <w:rFonts w:ascii="Symbol" w:hAnsi="Symbol" w:hint="default"/>
      </w:rPr>
    </w:lvl>
    <w:lvl w:ilvl="4" w:tplc="08130003" w:tentative="1">
      <w:start w:val="1"/>
      <w:numFmt w:val="bullet"/>
      <w:lvlText w:val="o"/>
      <w:lvlJc w:val="left"/>
      <w:pPr>
        <w:ind w:left="4374" w:hanging="360"/>
      </w:pPr>
      <w:rPr>
        <w:rFonts w:ascii="Courier New" w:hAnsi="Courier New" w:cs="Courier New" w:hint="default"/>
      </w:rPr>
    </w:lvl>
    <w:lvl w:ilvl="5" w:tplc="08130005" w:tentative="1">
      <w:start w:val="1"/>
      <w:numFmt w:val="bullet"/>
      <w:lvlText w:val=""/>
      <w:lvlJc w:val="left"/>
      <w:pPr>
        <w:ind w:left="5094" w:hanging="360"/>
      </w:pPr>
      <w:rPr>
        <w:rFonts w:ascii="Wingdings" w:hAnsi="Wingdings" w:hint="default"/>
      </w:rPr>
    </w:lvl>
    <w:lvl w:ilvl="6" w:tplc="08130001" w:tentative="1">
      <w:start w:val="1"/>
      <w:numFmt w:val="bullet"/>
      <w:lvlText w:val=""/>
      <w:lvlJc w:val="left"/>
      <w:pPr>
        <w:ind w:left="5814" w:hanging="360"/>
      </w:pPr>
      <w:rPr>
        <w:rFonts w:ascii="Symbol" w:hAnsi="Symbol" w:hint="default"/>
      </w:rPr>
    </w:lvl>
    <w:lvl w:ilvl="7" w:tplc="08130003" w:tentative="1">
      <w:start w:val="1"/>
      <w:numFmt w:val="bullet"/>
      <w:lvlText w:val="o"/>
      <w:lvlJc w:val="left"/>
      <w:pPr>
        <w:ind w:left="6534" w:hanging="360"/>
      </w:pPr>
      <w:rPr>
        <w:rFonts w:ascii="Courier New" w:hAnsi="Courier New" w:cs="Courier New" w:hint="default"/>
      </w:rPr>
    </w:lvl>
    <w:lvl w:ilvl="8" w:tplc="08130005" w:tentative="1">
      <w:start w:val="1"/>
      <w:numFmt w:val="bullet"/>
      <w:lvlText w:val=""/>
      <w:lvlJc w:val="left"/>
      <w:pPr>
        <w:ind w:left="7254" w:hanging="360"/>
      </w:pPr>
      <w:rPr>
        <w:rFonts w:ascii="Wingdings" w:hAnsi="Wingdings" w:hint="default"/>
      </w:rPr>
    </w:lvl>
  </w:abstractNum>
  <w:abstractNum w:abstractNumId="7" w15:restartNumberingAfterBreak="0">
    <w:nsid w:val="10164621"/>
    <w:multiLevelType w:val="hybridMultilevel"/>
    <w:tmpl w:val="90E2A198"/>
    <w:lvl w:ilvl="0" w:tplc="AECC4F9E">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11B57C8E"/>
    <w:multiLevelType w:val="hybridMultilevel"/>
    <w:tmpl w:val="EC4CC1E0"/>
    <w:lvl w:ilvl="0" w:tplc="17046CDE">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1236563E"/>
    <w:multiLevelType w:val="hybridMultilevel"/>
    <w:tmpl w:val="A3DCA6E2"/>
    <w:lvl w:ilvl="0" w:tplc="A05A1208">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130139E9"/>
    <w:multiLevelType w:val="hybridMultilevel"/>
    <w:tmpl w:val="B1DA861C"/>
    <w:lvl w:ilvl="0" w:tplc="20000001">
      <w:start w:val="1"/>
      <w:numFmt w:val="bullet"/>
      <w:lvlText w:val=""/>
      <w:lvlJc w:val="left"/>
      <w:pPr>
        <w:ind w:left="720" w:hanging="360"/>
      </w:pPr>
      <w:rPr>
        <w:rFonts w:ascii="Symbol" w:hAnsi="Symbol" w:hint="default"/>
      </w:rPr>
    </w:lvl>
    <w:lvl w:ilvl="1" w:tplc="E9D4EDD0">
      <w:start w:val="1"/>
      <w:numFmt w:val="bullet"/>
      <w:lvlText w:val="o"/>
      <w:lvlJc w:val="left"/>
      <w:pPr>
        <w:ind w:left="1440" w:hanging="360"/>
      </w:pPr>
      <w:rPr>
        <w:rFonts w:ascii="Courier New" w:hAnsi="Courier New" w:cs="Courier New" w:hint="default"/>
      </w:rPr>
    </w:lvl>
    <w:lvl w:ilvl="2" w:tplc="59E04C12">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145F32DF"/>
    <w:multiLevelType w:val="hybridMultilevel"/>
    <w:tmpl w:val="BE78B5AE"/>
    <w:lvl w:ilvl="0" w:tplc="F60AA342">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15592607"/>
    <w:multiLevelType w:val="hybridMultilevel"/>
    <w:tmpl w:val="0576F200"/>
    <w:lvl w:ilvl="0" w:tplc="08130001">
      <w:start w:val="1"/>
      <w:numFmt w:val="bullet"/>
      <w:lvlText w:val=""/>
      <w:lvlJc w:val="left"/>
      <w:pPr>
        <w:ind w:left="360" w:hanging="360"/>
      </w:pPr>
      <w:rPr>
        <w:rFonts w:ascii="Symbol" w:hAnsi="Symbol" w:hint="default"/>
      </w:rPr>
    </w:lvl>
    <w:lvl w:ilvl="1" w:tplc="870C76DE">
      <w:numFmt w:val="bullet"/>
      <w:lvlText w:val="-"/>
      <w:lvlJc w:val="left"/>
      <w:pPr>
        <w:ind w:left="1080" w:hanging="360"/>
      </w:pPr>
      <w:rPr>
        <w:rFonts w:ascii="Calibri" w:eastAsia="Times New Roman" w:hAnsi="Calibri" w:cs="Calibri" w:hint="default"/>
      </w:rPr>
    </w:lvl>
    <w:lvl w:ilvl="2" w:tplc="08130005">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3" w15:restartNumberingAfterBreak="0">
    <w:nsid w:val="19B03A66"/>
    <w:multiLevelType w:val="hybridMultilevel"/>
    <w:tmpl w:val="54A82602"/>
    <w:lvl w:ilvl="0" w:tplc="08130017">
      <w:start w:val="1"/>
      <w:numFmt w:val="lowerLetter"/>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4" w15:restartNumberingAfterBreak="0">
    <w:nsid w:val="19FE6581"/>
    <w:multiLevelType w:val="hybridMultilevel"/>
    <w:tmpl w:val="6244276E"/>
    <w:lvl w:ilvl="0" w:tplc="0C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1C2D2E64"/>
    <w:multiLevelType w:val="hybridMultilevel"/>
    <w:tmpl w:val="DFD0F1C6"/>
    <w:lvl w:ilvl="0" w:tplc="FFFFFFFF">
      <w:start w:val="1"/>
      <w:numFmt w:val="bullet"/>
      <w:lvlText w:val=""/>
      <w:lvlJc w:val="left"/>
      <w:pPr>
        <w:ind w:left="360" w:hanging="360"/>
      </w:pPr>
      <w:rPr>
        <w:rFonts w:ascii="Symbol" w:hAnsi="Symbol" w:hint="default"/>
      </w:rPr>
    </w:lvl>
    <w:lvl w:ilvl="1" w:tplc="47EC8CA0">
      <w:start w:val="1"/>
      <w:numFmt w:val="bullet"/>
      <w:lvlText w:val="o"/>
      <w:lvlJc w:val="left"/>
      <w:pPr>
        <w:ind w:left="1080" w:hanging="360"/>
      </w:pPr>
      <w:rPr>
        <w:rFonts w:ascii="Courier New" w:hAnsi="Courier New" w:hint="default"/>
      </w:rPr>
    </w:lvl>
    <w:lvl w:ilvl="2" w:tplc="63DECE66">
      <w:start w:val="1"/>
      <w:numFmt w:val="bullet"/>
      <w:lvlText w:val=""/>
      <w:lvlJc w:val="left"/>
      <w:pPr>
        <w:ind w:left="1800" w:hanging="360"/>
      </w:pPr>
      <w:rPr>
        <w:rFonts w:ascii="Wingdings" w:hAnsi="Wingdings" w:hint="default"/>
      </w:rPr>
    </w:lvl>
    <w:lvl w:ilvl="3" w:tplc="A6B64306">
      <w:start w:val="1"/>
      <w:numFmt w:val="bullet"/>
      <w:lvlText w:val=""/>
      <w:lvlJc w:val="left"/>
      <w:pPr>
        <w:ind w:left="2520" w:hanging="360"/>
      </w:pPr>
      <w:rPr>
        <w:rFonts w:ascii="Symbol" w:hAnsi="Symbol" w:hint="default"/>
      </w:rPr>
    </w:lvl>
    <w:lvl w:ilvl="4" w:tplc="AB4AD852">
      <w:start w:val="1"/>
      <w:numFmt w:val="bullet"/>
      <w:lvlText w:val="o"/>
      <w:lvlJc w:val="left"/>
      <w:pPr>
        <w:ind w:left="3240" w:hanging="360"/>
      </w:pPr>
      <w:rPr>
        <w:rFonts w:ascii="Courier New" w:hAnsi="Courier New" w:hint="default"/>
      </w:rPr>
    </w:lvl>
    <w:lvl w:ilvl="5" w:tplc="7F50A7D0">
      <w:start w:val="1"/>
      <w:numFmt w:val="bullet"/>
      <w:lvlText w:val=""/>
      <w:lvlJc w:val="left"/>
      <w:pPr>
        <w:ind w:left="3960" w:hanging="360"/>
      </w:pPr>
      <w:rPr>
        <w:rFonts w:ascii="Wingdings" w:hAnsi="Wingdings" w:hint="default"/>
      </w:rPr>
    </w:lvl>
    <w:lvl w:ilvl="6" w:tplc="7608AFC2">
      <w:start w:val="1"/>
      <w:numFmt w:val="bullet"/>
      <w:lvlText w:val=""/>
      <w:lvlJc w:val="left"/>
      <w:pPr>
        <w:ind w:left="4680" w:hanging="360"/>
      </w:pPr>
      <w:rPr>
        <w:rFonts w:ascii="Symbol" w:hAnsi="Symbol" w:hint="default"/>
      </w:rPr>
    </w:lvl>
    <w:lvl w:ilvl="7" w:tplc="1F4A9EE6">
      <w:start w:val="1"/>
      <w:numFmt w:val="bullet"/>
      <w:lvlText w:val="o"/>
      <w:lvlJc w:val="left"/>
      <w:pPr>
        <w:ind w:left="5400" w:hanging="360"/>
      </w:pPr>
      <w:rPr>
        <w:rFonts w:ascii="Courier New" w:hAnsi="Courier New" w:hint="default"/>
      </w:rPr>
    </w:lvl>
    <w:lvl w:ilvl="8" w:tplc="5C9A065A">
      <w:start w:val="1"/>
      <w:numFmt w:val="bullet"/>
      <w:lvlText w:val=""/>
      <w:lvlJc w:val="left"/>
      <w:pPr>
        <w:ind w:left="6120" w:hanging="360"/>
      </w:pPr>
      <w:rPr>
        <w:rFonts w:ascii="Wingdings" w:hAnsi="Wingdings" w:hint="default"/>
      </w:rPr>
    </w:lvl>
  </w:abstractNum>
  <w:abstractNum w:abstractNumId="16" w15:restartNumberingAfterBreak="0">
    <w:nsid w:val="1C396D8D"/>
    <w:multiLevelType w:val="hybridMultilevel"/>
    <w:tmpl w:val="DCAC526A"/>
    <w:lvl w:ilvl="0" w:tplc="028C161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1C425917"/>
    <w:multiLevelType w:val="hybridMultilevel"/>
    <w:tmpl w:val="27343FC2"/>
    <w:lvl w:ilvl="0" w:tplc="20000001">
      <w:start w:val="1"/>
      <w:numFmt w:val="bullet"/>
      <w:lvlText w:val=""/>
      <w:lvlJc w:val="left"/>
      <w:pPr>
        <w:ind w:left="720" w:hanging="360"/>
      </w:pPr>
      <w:rPr>
        <w:rFonts w:ascii="Symbol" w:hAnsi="Symbol" w:hint="default"/>
      </w:rPr>
    </w:lvl>
    <w:lvl w:ilvl="1" w:tplc="E9D4EDD0">
      <w:start w:val="1"/>
      <w:numFmt w:val="bullet"/>
      <w:lvlText w:val="o"/>
      <w:lvlJc w:val="left"/>
      <w:pPr>
        <w:ind w:left="1440" w:hanging="360"/>
      </w:pPr>
      <w:rPr>
        <w:rFonts w:ascii="Courier New" w:hAnsi="Courier New" w:cs="Courier New" w:hint="default"/>
      </w:rPr>
    </w:lvl>
    <w:lvl w:ilvl="2" w:tplc="59E04C12">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1C5D445D"/>
    <w:multiLevelType w:val="hybridMultilevel"/>
    <w:tmpl w:val="E396803A"/>
    <w:lvl w:ilvl="0" w:tplc="410AAAA4">
      <w:start w:val="2"/>
      <w:numFmt w:val="bullet"/>
      <w:lvlText w:val=""/>
      <w:lvlJc w:val="left"/>
      <w:pPr>
        <w:ind w:left="720" w:hanging="360"/>
      </w:pPr>
      <w:rPr>
        <w:rFonts w:ascii="Wingdings" w:eastAsiaTheme="minorHAnsi"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1EA01DBA"/>
    <w:multiLevelType w:val="hybridMultilevel"/>
    <w:tmpl w:val="87E86C7A"/>
    <w:lvl w:ilvl="0" w:tplc="410AAAA4">
      <w:start w:val="2"/>
      <w:numFmt w:val="bullet"/>
      <w:lvlText w:val=""/>
      <w:lvlJc w:val="left"/>
      <w:pPr>
        <w:ind w:left="1080" w:hanging="360"/>
      </w:pPr>
      <w:rPr>
        <w:rFonts w:ascii="Wingdings" w:eastAsiaTheme="minorHAnsi" w:hAnsi="Wingdings" w:cstheme="minorBidi"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0" w15:restartNumberingAfterBreak="0">
    <w:nsid w:val="20EA614D"/>
    <w:multiLevelType w:val="hybridMultilevel"/>
    <w:tmpl w:val="40D0CF34"/>
    <w:lvl w:ilvl="0" w:tplc="20000001">
      <w:start w:val="1"/>
      <w:numFmt w:val="bullet"/>
      <w:lvlText w:val=""/>
      <w:lvlJc w:val="left"/>
      <w:pPr>
        <w:ind w:left="720" w:hanging="360"/>
      </w:pPr>
      <w:rPr>
        <w:rFonts w:ascii="Symbol" w:hAnsi="Symbol" w:hint="default"/>
      </w:rPr>
    </w:lvl>
    <w:lvl w:ilvl="1" w:tplc="E9D4EDD0">
      <w:start w:val="1"/>
      <w:numFmt w:val="bullet"/>
      <w:lvlText w:val="o"/>
      <w:lvlJc w:val="left"/>
      <w:pPr>
        <w:ind w:left="1440" w:hanging="360"/>
      </w:pPr>
      <w:rPr>
        <w:rFonts w:ascii="Courier New" w:hAnsi="Courier New" w:cs="Courier New" w:hint="default"/>
      </w:rPr>
    </w:lvl>
    <w:lvl w:ilvl="2" w:tplc="59E04C12">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22A53F0E"/>
    <w:multiLevelType w:val="hybridMultilevel"/>
    <w:tmpl w:val="7948408A"/>
    <w:lvl w:ilvl="0" w:tplc="33D83660">
      <w:numFmt w:val="bullet"/>
      <w:lvlText w:val="-"/>
      <w:lvlJc w:val="left"/>
      <w:pPr>
        <w:ind w:left="720" w:hanging="360"/>
      </w:pPr>
      <w:rPr>
        <w:rFonts w:ascii="Calibri" w:eastAsia="Times New Roman"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24422216"/>
    <w:multiLevelType w:val="hybridMultilevel"/>
    <w:tmpl w:val="DCA687C8"/>
    <w:lvl w:ilvl="0" w:tplc="08130011">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3" w15:restartNumberingAfterBreak="0">
    <w:nsid w:val="2528232E"/>
    <w:multiLevelType w:val="hybridMultilevel"/>
    <w:tmpl w:val="A55ADE7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29276FC6"/>
    <w:multiLevelType w:val="hybridMultilevel"/>
    <w:tmpl w:val="9892B688"/>
    <w:lvl w:ilvl="0" w:tplc="0C000003">
      <w:start w:val="1"/>
      <w:numFmt w:val="bullet"/>
      <w:lvlText w:val="o"/>
      <w:lvlJc w:val="left"/>
      <w:pPr>
        <w:ind w:left="1287" w:hanging="360"/>
      </w:pPr>
      <w:rPr>
        <w:rFonts w:ascii="Courier New" w:hAnsi="Courier New" w:cs="Courier New"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25" w15:restartNumberingAfterBreak="0">
    <w:nsid w:val="29AA28F8"/>
    <w:multiLevelType w:val="hybridMultilevel"/>
    <w:tmpl w:val="DE12E69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2ADC68D8"/>
    <w:multiLevelType w:val="hybridMultilevel"/>
    <w:tmpl w:val="071E7C78"/>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7" w15:restartNumberingAfterBreak="0">
    <w:nsid w:val="2E8442CF"/>
    <w:multiLevelType w:val="hybridMultilevel"/>
    <w:tmpl w:val="73EA6BC8"/>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8" w15:restartNumberingAfterBreak="0">
    <w:nsid w:val="2EA8160F"/>
    <w:multiLevelType w:val="hybridMultilevel"/>
    <w:tmpl w:val="E9AAC278"/>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9" w15:restartNumberingAfterBreak="0">
    <w:nsid w:val="2F3F38E8"/>
    <w:multiLevelType w:val="hybridMultilevel"/>
    <w:tmpl w:val="DB2A979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2F685650"/>
    <w:multiLevelType w:val="hybridMultilevel"/>
    <w:tmpl w:val="258CB14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2F725E9C"/>
    <w:multiLevelType w:val="hybridMultilevel"/>
    <w:tmpl w:val="8FDA43BA"/>
    <w:lvl w:ilvl="0" w:tplc="0C00000F">
      <w:start w:val="1"/>
      <w:numFmt w:val="decimal"/>
      <w:lvlText w:val="%1."/>
      <w:lvlJc w:val="left"/>
      <w:pPr>
        <w:ind w:left="720" w:hanging="360"/>
      </w:pPr>
      <w:rPr>
        <w:rFont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338702F8"/>
    <w:multiLevelType w:val="hybridMultilevel"/>
    <w:tmpl w:val="03226F6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3" w15:restartNumberingAfterBreak="0">
    <w:nsid w:val="3A4402EB"/>
    <w:multiLevelType w:val="multilevel"/>
    <w:tmpl w:val="455653FA"/>
    <w:lvl w:ilvl="0">
      <w:start w:val="1"/>
      <w:numFmt w:val="decimal"/>
      <w:pStyle w:val="Kop1"/>
      <w:lvlText w:val="HOOFDSTUK %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Kop2"/>
      <w:lvlText w:val="%1.%2."/>
      <w:lvlJc w:val="left"/>
      <w:pPr>
        <w:tabs>
          <w:tab w:val="num" w:pos="3119"/>
        </w:tabs>
        <w:ind w:left="2552" w:firstLine="0"/>
      </w:pPr>
      <w:rPr>
        <w:rFonts w:hint="default"/>
        <w:b/>
      </w:rPr>
    </w:lvl>
    <w:lvl w:ilvl="2">
      <w:start w:val="1"/>
      <w:numFmt w:val="decimal"/>
      <w:pStyle w:val="Kop3"/>
      <w:lvlText w:val="%1.%2.%3."/>
      <w:lvlJc w:val="left"/>
      <w:pPr>
        <w:tabs>
          <w:tab w:val="num" w:pos="851"/>
        </w:tabs>
        <w:ind w:left="0" w:firstLine="0"/>
      </w:pPr>
      <w:rPr>
        <w:rFonts w:hint="default"/>
      </w:rPr>
    </w:lvl>
    <w:lvl w:ilvl="3">
      <w:start w:val="1"/>
      <w:numFmt w:val="bullet"/>
      <w:pStyle w:val="Kop4"/>
      <w:lvlText w:val=""/>
      <w:lvlJc w:val="left"/>
      <w:pPr>
        <w:tabs>
          <w:tab w:val="num" w:pos="284"/>
        </w:tabs>
        <w:ind w:left="0" w:firstLine="0"/>
      </w:pPr>
      <w:rPr>
        <w:rFonts w:ascii="Symbol" w:hAnsi="Symbol" w:hint="default"/>
        <w:color w:val="auto"/>
      </w:rPr>
    </w:lvl>
    <w:lvl w:ilvl="4">
      <w:start w:val="1"/>
      <w:numFmt w:val="decimal"/>
      <w:lvlText w:val="(%5)"/>
      <w:lvlJc w:val="left"/>
      <w:pPr>
        <w:ind w:left="0" w:firstLine="0"/>
      </w:pPr>
      <w:rPr>
        <w:rFonts w:hint="default"/>
      </w:rPr>
    </w:lvl>
    <w:lvl w:ilvl="5">
      <w:start w:val="1"/>
      <w:numFmt w:val="lowerLetter"/>
      <w:lvlText w:val="(%6)"/>
      <w:lvlJc w:val="left"/>
      <w:pPr>
        <w:ind w:left="0" w:firstLine="0"/>
      </w:pPr>
      <w:rPr>
        <w:rFonts w:hint="default"/>
      </w:rPr>
    </w:lvl>
    <w:lvl w:ilvl="6">
      <w:start w:val="1"/>
      <w:numFmt w:val="lowerRoman"/>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4" w15:restartNumberingAfterBreak="0">
    <w:nsid w:val="3C7F064E"/>
    <w:multiLevelType w:val="hybridMultilevel"/>
    <w:tmpl w:val="1A1626F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3CA2434E"/>
    <w:multiLevelType w:val="hybridMultilevel"/>
    <w:tmpl w:val="2CCCD63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6" w15:restartNumberingAfterBreak="0">
    <w:nsid w:val="3D7206A2"/>
    <w:multiLevelType w:val="hybridMultilevel"/>
    <w:tmpl w:val="5BC6570E"/>
    <w:lvl w:ilvl="0" w:tplc="0000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3E934F14"/>
    <w:multiLevelType w:val="hybridMultilevel"/>
    <w:tmpl w:val="E7A2CC48"/>
    <w:lvl w:ilvl="0" w:tplc="0C000003">
      <w:start w:val="1"/>
      <w:numFmt w:val="bullet"/>
      <w:lvlText w:val="o"/>
      <w:lvlJc w:val="left"/>
      <w:pPr>
        <w:ind w:left="720" w:hanging="360"/>
      </w:pPr>
      <w:rPr>
        <w:rFonts w:ascii="Courier New" w:hAnsi="Courier New" w:cs="Courier New" w:hint="default"/>
      </w:rPr>
    </w:lvl>
    <w:lvl w:ilvl="1" w:tplc="E9D4EDD0">
      <w:start w:val="1"/>
      <w:numFmt w:val="bullet"/>
      <w:lvlText w:val="o"/>
      <w:lvlJc w:val="left"/>
      <w:pPr>
        <w:ind w:left="1440" w:hanging="360"/>
      </w:pPr>
      <w:rPr>
        <w:rFonts w:ascii="Courier New" w:hAnsi="Courier New" w:cs="Courier New" w:hint="default"/>
      </w:rPr>
    </w:lvl>
    <w:lvl w:ilvl="2" w:tplc="59E04C12">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3F445081"/>
    <w:multiLevelType w:val="multilevel"/>
    <w:tmpl w:val="56D4726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pStyle w:val="Kop7"/>
      <w:lvlText w:val="%1.%2.%3.%4.%5.%6.%7"/>
      <w:lvlJc w:val="left"/>
      <w:pPr>
        <w:tabs>
          <w:tab w:val="num" w:pos="1296"/>
        </w:tabs>
        <w:ind w:left="1296" w:hanging="1296"/>
      </w:pPr>
    </w:lvl>
    <w:lvl w:ilvl="7">
      <w:start w:val="1"/>
      <w:numFmt w:val="decimal"/>
      <w:pStyle w:val="Kop8"/>
      <w:lvlText w:val="%1.%2.%3.%4.%5.%6.%7.%8"/>
      <w:lvlJc w:val="left"/>
      <w:pPr>
        <w:tabs>
          <w:tab w:val="num" w:pos="1440"/>
        </w:tabs>
        <w:ind w:left="1440" w:hanging="1440"/>
      </w:pPr>
    </w:lvl>
    <w:lvl w:ilvl="8">
      <w:start w:val="1"/>
      <w:numFmt w:val="decimal"/>
      <w:pStyle w:val="Kop9"/>
      <w:lvlText w:val="%1.%2.%3.%4.%5.%6.%7.%8.%9"/>
      <w:lvlJc w:val="left"/>
      <w:pPr>
        <w:tabs>
          <w:tab w:val="num" w:pos="1584"/>
        </w:tabs>
        <w:ind w:left="1584" w:hanging="1584"/>
      </w:pPr>
    </w:lvl>
  </w:abstractNum>
  <w:abstractNum w:abstractNumId="39" w15:restartNumberingAfterBreak="0">
    <w:nsid w:val="3FB42848"/>
    <w:multiLevelType w:val="hybridMultilevel"/>
    <w:tmpl w:val="14D0B372"/>
    <w:lvl w:ilvl="0" w:tplc="0000000D">
      <w:start w:val="1"/>
      <w:numFmt w:val="bullet"/>
      <w:lvlText w:val=""/>
      <w:lvlJc w:val="left"/>
      <w:pPr>
        <w:ind w:left="720" w:hanging="360"/>
      </w:pPr>
      <w:rPr>
        <w:rFonts w:ascii="Wingdings" w:hAnsi="Wingding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0" w15:restartNumberingAfterBreak="0">
    <w:nsid w:val="45300B2A"/>
    <w:multiLevelType w:val="hybridMultilevel"/>
    <w:tmpl w:val="48EE4D84"/>
    <w:lvl w:ilvl="0" w:tplc="48404DB2">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1" w15:restartNumberingAfterBreak="0">
    <w:nsid w:val="49B57BBD"/>
    <w:multiLevelType w:val="hybridMultilevel"/>
    <w:tmpl w:val="133070B4"/>
    <w:lvl w:ilvl="0" w:tplc="FFFFFFFF">
      <w:start w:val="1"/>
      <w:numFmt w:val="bullet"/>
      <w:lvlText w:val=""/>
      <w:lvlJc w:val="left"/>
      <w:pPr>
        <w:ind w:left="360" w:hanging="360"/>
      </w:pPr>
      <w:rPr>
        <w:rFonts w:ascii="Symbol" w:hAnsi="Symbol" w:hint="default"/>
      </w:rPr>
    </w:lvl>
    <w:lvl w:ilvl="1" w:tplc="17C0828E">
      <w:start w:val="2"/>
      <w:numFmt w:val="bullet"/>
      <w:lvlText w:val=""/>
      <w:lvlJc w:val="left"/>
      <w:pPr>
        <w:ind w:left="1080" w:hanging="360"/>
      </w:pPr>
      <w:rPr>
        <w:rFonts w:ascii="Wingdings" w:eastAsiaTheme="minorHAnsi" w:hAnsi="Wingdings" w:cstheme="minorBidi"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2" w15:restartNumberingAfterBreak="0">
    <w:nsid w:val="4A62631E"/>
    <w:multiLevelType w:val="hybridMultilevel"/>
    <w:tmpl w:val="A3DE2F4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3" w15:restartNumberingAfterBreak="0">
    <w:nsid w:val="4CAA47D5"/>
    <w:multiLevelType w:val="hybridMultilevel"/>
    <w:tmpl w:val="5AFE1608"/>
    <w:lvl w:ilvl="0" w:tplc="FFFFFFFF">
      <w:start w:val="1"/>
      <w:numFmt w:val="bullet"/>
      <w:lvlText w:val=""/>
      <w:lvlJc w:val="left"/>
      <w:pPr>
        <w:ind w:left="720" w:hanging="360"/>
      </w:pPr>
      <w:rPr>
        <w:rFonts w:ascii="Wingdings" w:hAnsi="Wingding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4" w15:restartNumberingAfterBreak="0">
    <w:nsid w:val="4D7E2AA4"/>
    <w:multiLevelType w:val="hybridMultilevel"/>
    <w:tmpl w:val="0B225F90"/>
    <w:lvl w:ilvl="0" w:tplc="A1F6C5AC">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5" w15:restartNumberingAfterBreak="0">
    <w:nsid w:val="4DC554BE"/>
    <w:multiLevelType w:val="hybridMultilevel"/>
    <w:tmpl w:val="7AF0E9F0"/>
    <w:lvl w:ilvl="0" w:tplc="0000000D">
      <w:start w:val="1"/>
      <w:numFmt w:val="bullet"/>
      <w:lvlText w:val=""/>
      <w:lvlJc w:val="left"/>
      <w:pPr>
        <w:ind w:left="720" w:hanging="360"/>
      </w:pPr>
      <w:rPr>
        <w:rFonts w:ascii="Wingdings" w:hAnsi="Wingdings" w:hint="default"/>
      </w:rPr>
    </w:lvl>
    <w:lvl w:ilvl="1" w:tplc="0000000D">
      <w:start w:val="1"/>
      <w:numFmt w:val="bullet"/>
      <w:lvlText w:val=""/>
      <w:lvlJc w:val="left"/>
      <w:pPr>
        <w:ind w:left="1440" w:hanging="360"/>
      </w:pPr>
      <w:rPr>
        <w:rFonts w:ascii="Wingdings" w:hAnsi="Wingdings"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6" w15:restartNumberingAfterBreak="0">
    <w:nsid w:val="51823D28"/>
    <w:multiLevelType w:val="hybridMultilevel"/>
    <w:tmpl w:val="54A004D0"/>
    <w:lvl w:ilvl="0" w:tplc="08130001">
      <w:start w:val="1"/>
      <w:numFmt w:val="bullet"/>
      <w:lvlText w:val=""/>
      <w:lvlJc w:val="left"/>
      <w:pPr>
        <w:ind w:left="720" w:hanging="360"/>
      </w:pPr>
      <w:rPr>
        <w:rFonts w:ascii="Symbol" w:hAnsi="Symbol" w:hint="default"/>
      </w:rPr>
    </w:lvl>
    <w:lvl w:ilvl="1" w:tplc="0B2E24BA">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7" w15:restartNumberingAfterBreak="0">
    <w:nsid w:val="53EE261A"/>
    <w:multiLevelType w:val="hybridMultilevel"/>
    <w:tmpl w:val="D11A75DC"/>
    <w:lvl w:ilvl="0" w:tplc="720A534A">
      <w:start w:val="5784"/>
      <w:numFmt w:val="bullet"/>
      <w:lvlText w:val="-"/>
      <w:lvlJc w:val="left"/>
      <w:pPr>
        <w:ind w:left="720" w:hanging="360"/>
      </w:pPr>
      <w:rPr>
        <w:rFonts w:ascii="Calibri" w:eastAsia="Calibr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48" w15:restartNumberingAfterBreak="0">
    <w:nsid w:val="56455DDE"/>
    <w:multiLevelType w:val="hybridMultilevel"/>
    <w:tmpl w:val="E6F013D2"/>
    <w:lvl w:ilvl="0" w:tplc="71B0EA8E">
      <w:start w:val="21"/>
      <w:numFmt w:val="bullet"/>
      <w:lvlText w:val="-"/>
      <w:lvlJc w:val="left"/>
      <w:pPr>
        <w:ind w:left="720" w:hanging="360"/>
      </w:pPr>
      <w:rPr>
        <w:rFonts w:ascii="Calibri" w:eastAsia="Times New Roman"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9" w15:restartNumberingAfterBreak="0">
    <w:nsid w:val="56694A2A"/>
    <w:multiLevelType w:val="hybridMultilevel"/>
    <w:tmpl w:val="46D6E362"/>
    <w:lvl w:ilvl="0" w:tplc="B9847BCC">
      <w:start w:val="1"/>
      <w:numFmt w:val="bullet"/>
      <w:pStyle w:val="Lijstalinea"/>
      <w:lvlText w:val=""/>
      <w:lvlJc w:val="left"/>
      <w:pPr>
        <w:ind w:left="360" w:hanging="360"/>
      </w:pPr>
      <w:rPr>
        <w:rFonts w:ascii="Symbol" w:hAnsi="Symbol" w:hint="default"/>
      </w:rPr>
    </w:lvl>
    <w:lvl w:ilvl="1" w:tplc="667AD3DE">
      <w:start w:val="1"/>
      <w:numFmt w:val="bullet"/>
      <w:lvlText w:val="o"/>
      <w:lvlJc w:val="left"/>
      <w:pPr>
        <w:ind w:left="1080" w:hanging="360"/>
      </w:pPr>
      <w:rPr>
        <w:rFonts w:ascii="Courier New" w:hAnsi="Courier New" w:cs="Courier New" w:hint="default"/>
      </w:rPr>
    </w:lvl>
    <w:lvl w:ilvl="2" w:tplc="08130005">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0" w15:restartNumberingAfterBreak="0">
    <w:nsid w:val="58F20A69"/>
    <w:multiLevelType w:val="hybridMultilevel"/>
    <w:tmpl w:val="C4AC83B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1" w15:restartNumberingAfterBreak="0">
    <w:nsid w:val="5B5B7130"/>
    <w:multiLevelType w:val="hybridMultilevel"/>
    <w:tmpl w:val="1D3A874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2" w15:restartNumberingAfterBreak="0">
    <w:nsid w:val="5BE23FD5"/>
    <w:multiLevelType w:val="hybridMultilevel"/>
    <w:tmpl w:val="413C20E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3" w15:restartNumberingAfterBreak="0">
    <w:nsid w:val="5E4C66A5"/>
    <w:multiLevelType w:val="hybridMultilevel"/>
    <w:tmpl w:val="7E422C00"/>
    <w:lvl w:ilvl="0" w:tplc="08130001">
      <w:start w:val="1"/>
      <w:numFmt w:val="bullet"/>
      <w:lvlText w:val=""/>
      <w:lvlJc w:val="left"/>
      <w:pPr>
        <w:ind w:left="720" w:hanging="360"/>
      </w:pPr>
      <w:rPr>
        <w:rFonts w:ascii="Symbol" w:hAnsi="Symbol" w:hint="default"/>
      </w:rPr>
    </w:lvl>
    <w:lvl w:ilvl="1" w:tplc="882EE8C2">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4" w15:restartNumberingAfterBreak="0">
    <w:nsid w:val="5F8956CC"/>
    <w:multiLevelType w:val="hybridMultilevel"/>
    <w:tmpl w:val="200E0FC8"/>
    <w:lvl w:ilvl="0" w:tplc="FFFFFFFF">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5" w15:restartNumberingAfterBreak="0">
    <w:nsid w:val="65EE15A4"/>
    <w:multiLevelType w:val="hybridMultilevel"/>
    <w:tmpl w:val="EB7A4C02"/>
    <w:lvl w:ilvl="0" w:tplc="0813000F">
      <w:start w:val="1"/>
      <w:numFmt w:val="decimal"/>
      <w:lvlText w:val="%1."/>
      <w:lvlJc w:val="left"/>
      <w:pPr>
        <w:ind w:left="1440" w:hanging="360"/>
      </w:pPr>
    </w:lvl>
    <w:lvl w:ilvl="1" w:tplc="08130019">
      <w:start w:val="1"/>
      <w:numFmt w:val="lowerLetter"/>
      <w:lvlText w:val="%2."/>
      <w:lvlJc w:val="left"/>
      <w:pPr>
        <w:ind w:left="2160" w:hanging="360"/>
      </w:pPr>
    </w:lvl>
    <w:lvl w:ilvl="2" w:tplc="0813001B" w:tentative="1">
      <w:start w:val="1"/>
      <w:numFmt w:val="lowerRoman"/>
      <w:lvlText w:val="%3."/>
      <w:lvlJc w:val="right"/>
      <w:pPr>
        <w:ind w:left="2880" w:hanging="180"/>
      </w:pPr>
    </w:lvl>
    <w:lvl w:ilvl="3" w:tplc="0813000F" w:tentative="1">
      <w:start w:val="1"/>
      <w:numFmt w:val="decimal"/>
      <w:lvlText w:val="%4."/>
      <w:lvlJc w:val="left"/>
      <w:pPr>
        <w:ind w:left="3600" w:hanging="360"/>
      </w:pPr>
    </w:lvl>
    <w:lvl w:ilvl="4" w:tplc="08130019" w:tentative="1">
      <w:start w:val="1"/>
      <w:numFmt w:val="lowerLetter"/>
      <w:lvlText w:val="%5."/>
      <w:lvlJc w:val="left"/>
      <w:pPr>
        <w:ind w:left="4320" w:hanging="360"/>
      </w:pPr>
    </w:lvl>
    <w:lvl w:ilvl="5" w:tplc="0813001B" w:tentative="1">
      <w:start w:val="1"/>
      <w:numFmt w:val="lowerRoman"/>
      <w:lvlText w:val="%6."/>
      <w:lvlJc w:val="right"/>
      <w:pPr>
        <w:ind w:left="5040" w:hanging="180"/>
      </w:pPr>
    </w:lvl>
    <w:lvl w:ilvl="6" w:tplc="0813000F" w:tentative="1">
      <w:start w:val="1"/>
      <w:numFmt w:val="decimal"/>
      <w:lvlText w:val="%7."/>
      <w:lvlJc w:val="left"/>
      <w:pPr>
        <w:ind w:left="5760" w:hanging="360"/>
      </w:pPr>
    </w:lvl>
    <w:lvl w:ilvl="7" w:tplc="08130019" w:tentative="1">
      <w:start w:val="1"/>
      <w:numFmt w:val="lowerLetter"/>
      <w:lvlText w:val="%8."/>
      <w:lvlJc w:val="left"/>
      <w:pPr>
        <w:ind w:left="6480" w:hanging="360"/>
      </w:pPr>
    </w:lvl>
    <w:lvl w:ilvl="8" w:tplc="0813001B" w:tentative="1">
      <w:start w:val="1"/>
      <w:numFmt w:val="lowerRoman"/>
      <w:lvlText w:val="%9."/>
      <w:lvlJc w:val="right"/>
      <w:pPr>
        <w:ind w:left="7200" w:hanging="180"/>
      </w:pPr>
    </w:lvl>
  </w:abstractNum>
  <w:abstractNum w:abstractNumId="56" w15:restartNumberingAfterBreak="0">
    <w:nsid w:val="65F774B2"/>
    <w:multiLevelType w:val="hybridMultilevel"/>
    <w:tmpl w:val="F12CEC3C"/>
    <w:lvl w:ilvl="0" w:tplc="437ECC20">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7" w15:restartNumberingAfterBreak="0">
    <w:nsid w:val="6C263FF5"/>
    <w:multiLevelType w:val="hybridMultilevel"/>
    <w:tmpl w:val="29227400"/>
    <w:lvl w:ilvl="0" w:tplc="948AFE86">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8" w15:restartNumberingAfterBreak="0">
    <w:nsid w:val="6E4804DA"/>
    <w:multiLevelType w:val="hybridMultilevel"/>
    <w:tmpl w:val="77D6E8A6"/>
    <w:lvl w:ilvl="0" w:tplc="08130003">
      <w:start w:val="1"/>
      <w:numFmt w:val="bullet"/>
      <w:lvlText w:val="o"/>
      <w:lvlJc w:val="left"/>
      <w:pPr>
        <w:ind w:left="360" w:hanging="360"/>
      </w:pPr>
      <w:rPr>
        <w:rFonts w:ascii="Courier New" w:hAnsi="Courier New" w:cs="Courier New" w:hint="default"/>
      </w:rPr>
    </w:lvl>
    <w:lvl w:ilvl="1" w:tplc="667AD3DE">
      <w:start w:val="1"/>
      <w:numFmt w:val="bullet"/>
      <w:lvlText w:val="o"/>
      <w:lvlJc w:val="left"/>
      <w:pPr>
        <w:ind w:left="1080" w:hanging="360"/>
      </w:pPr>
      <w:rPr>
        <w:rFonts w:ascii="Courier New" w:hAnsi="Courier New" w:cs="Courier New" w:hint="default"/>
      </w:rPr>
    </w:lvl>
    <w:lvl w:ilvl="2" w:tplc="08130005">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9" w15:restartNumberingAfterBreak="0">
    <w:nsid w:val="6E934648"/>
    <w:multiLevelType w:val="hybridMultilevel"/>
    <w:tmpl w:val="00E6D038"/>
    <w:lvl w:ilvl="0" w:tplc="0000000D">
      <w:start w:val="1"/>
      <w:numFmt w:val="bullet"/>
      <w:lvlText w:val=""/>
      <w:lvlJc w:val="left"/>
      <w:pPr>
        <w:ind w:left="720" w:hanging="360"/>
      </w:pPr>
      <w:rPr>
        <w:rFonts w:ascii="Wingdings" w:hAnsi="Wingding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0" w15:restartNumberingAfterBreak="0">
    <w:nsid w:val="7252034E"/>
    <w:multiLevelType w:val="hybridMultilevel"/>
    <w:tmpl w:val="C7C69BE4"/>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1" w15:restartNumberingAfterBreak="0">
    <w:nsid w:val="76FA3370"/>
    <w:multiLevelType w:val="hybridMultilevel"/>
    <w:tmpl w:val="11D42EF6"/>
    <w:lvl w:ilvl="0" w:tplc="0C00000F">
      <w:start w:val="1"/>
      <w:numFmt w:val="decimal"/>
      <w:lvlText w:val="%1."/>
      <w:lvlJc w:val="left"/>
      <w:pPr>
        <w:ind w:left="720" w:hanging="360"/>
      </w:pPr>
      <w:rPr>
        <w:rFont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2" w15:restartNumberingAfterBreak="0">
    <w:nsid w:val="7AA303E1"/>
    <w:multiLevelType w:val="hybridMultilevel"/>
    <w:tmpl w:val="22009F1A"/>
    <w:lvl w:ilvl="0" w:tplc="0C000017">
      <w:start w:val="1"/>
      <w:numFmt w:val="lowerLetter"/>
      <w:lvlText w:val="%1)"/>
      <w:lvlJc w:val="left"/>
      <w:pPr>
        <w:ind w:left="720" w:hanging="360"/>
      </w:pPr>
      <w:rPr>
        <w:rFont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3" w15:restartNumberingAfterBreak="0">
    <w:nsid w:val="7CA518F5"/>
    <w:multiLevelType w:val="hybridMultilevel"/>
    <w:tmpl w:val="35B6EEE6"/>
    <w:lvl w:ilvl="0" w:tplc="0C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64" w15:restartNumberingAfterBreak="0">
    <w:nsid w:val="7D707E74"/>
    <w:multiLevelType w:val="hybridMultilevel"/>
    <w:tmpl w:val="E69A3E3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5" w15:restartNumberingAfterBreak="0">
    <w:nsid w:val="7EEE506E"/>
    <w:multiLevelType w:val="hybridMultilevel"/>
    <w:tmpl w:val="D8643234"/>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38"/>
  </w:num>
  <w:num w:numId="2">
    <w:abstractNumId w:val="33"/>
  </w:num>
  <w:num w:numId="3">
    <w:abstractNumId w:val="51"/>
  </w:num>
  <w:num w:numId="4">
    <w:abstractNumId w:val="23"/>
  </w:num>
  <w:num w:numId="5">
    <w:abstractNumId w:val="52"/>
  </w:num>
  <w:num w:numId="6">
    <w:abstractNumId w:val="54"/>
  </w:num>
  <w:num w:numId="7">
    <w:abstractNumId w:val="57"/>
  </w:num>
  <w:num w:numId="8">
    <w:abstractNumId w:val="18"/>
  </w:num>
  <w:num w:numId="9">
    <w:abstractNumId w:val="41"/>
  </w:num>
  <w:num w:numId="10">
    <w:abstractNumId w:val="36"/>
  </w:num>
  <w:num w:numId="11">
    <w:abstractNumId w:val="28"/>
  </w:num>
  <w:num w:numId="12">
    <w:abstractNumId w:val="9"/>
  </w:num>
  <w:num w:numId="13">
    <w:abstractNumId w:val="59"/>
  </w:num>
  <w:num w:numId="14">
    <w:abstractNumId w:val="39"/>
  </w:num>
  <w:num w:numId="15">
    <w:abstractNumId w:val="3"/>
  </w:num>
  <w:num w:numId="16">
    <w:abstractNumId w:val="12"/>
  </w:num>
  <w:num w:numId="17">
    <w:abstractNumId w:val="15"/>
  </w:num>
  <w:num w:numId="18">
    <w:abstractNumId w:val="61"/>
  </w:num>
  <w:num w:numId="19">
    <w:abstractNumId w:val="34"/>
  </w:num>
  <w:num w:numId="20">
    <w:abstractNumId w:val="7"/>
  </w:num>
  <w:num w:numId="21">
    <w:abstractNumId w:val="0"/>
  </w:num>
  <w:num w:numId="22">
    <w:abstractNumId w:val="2"/>
  </w:num>
  <w:num w:numId="23">
    <w:abstractNumId w:val="14"/>
  </w:num>
  <w:num w:numId="24">
    <w:abstractNumId w:val="19"/>
  </w:num>
  <w:num w:numId="25">
    <w:abstractNumId w:val="63"/>
  </w:num>
  <w:num w:numId="26">
    <w:abstractNumId w:val="26"/>
  </w:num>
  <w:num w:numId="27">
    <w:abstractNumId w:val="11"/>
  </w:num>
  <w:num w:numId="28">
    <w:abstractNumId w:val="50"/>
  </w:num>
  <w:num w:numId="29">
    <w:abstractNumId w:val="47"/>
  </w:num>
  <w:num w:numId="30">
    <w:abstractNumId w:val="8"/>
  </w:num>
  <w:num w:numId="31">
    <w:abstractNumId w:val="64"/>
  </w:num>
  <w:num w:numId="32">
    <w:abstractNumId w:val="55"/>
  </w:num>
  <w:num w:numId="33">
    <w:abstractNumId w:val="46"/>
  </w:num>
  <w:num w:numId="34">
    <w:abstractNumId w:val="4"/>
  </w:num>
  <w:num w:numId="35">
    <w:abstractNumId w:val="45"/>
  </w:num>
  <w:num w:numId="36">
    <w:abstractNumId w:val="29"/>
  </w:num>
  <w:num w:numId="37">
    <w:abstractNumId w:val="24"/>
  </w:num>
  <w:num w:numId="38">
    <w:abstractNumId w:val="56"/>
  </w:num>
  <w:num w:numId="39">
    <w:abstractNumId w:val="31"/>
  </w:num>
  <w:num w:numId="40">
    <w:abstractNumId w:val="16"/>
  </w:num>
  <w:num w:numId="41">
    <w:abstractNumId w:val="30"/>
  </w:num>
  <w:num w:numId="42">
    <w:abstractNumId w:val="10"/>
  </w:num>
  <w:num w:numId="43">
    <w:abstractNumId w:val="17"/>
  </w:num>
  <w:num w:numId="44">
    <w:abstractNumId w:val="20"/>
  </w:num>
  <w:num w:numId="45">
    <w:abstractNumId w:val="21"/>
  </w:num>
  <w:num w:numId="46">
    <w:abstractNumId w:val="1"/>
  </w:num>
  <w:num w:numId="47">
    <w:abstractNumId w:val="25"/>
  </w:num>
  <w:num w:numId="48">
    <w:abstractNumId w:val="49"/>
  </w:num>
  <w:num w:numId="49">
    <w:abstractNumId w:val="44"/>
  </w:num>
  <w:num w:numId="50">
    <w:abstractNumId w:val="32"/>
  </w:num>
  <w:num w:numId="51">
    <w:abstractNumId w:val="53"/>
  </w:num>
  <w:num w:numId="52">
    <w:abstractNumId w:val="42"/>
  </w:num>
  <w:num w:numId="53">
    <w:abstractNumId w:val="22"/>
  </w:num>
  <w:num w:numId="54">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
  </w:num>
  <w:num w:numId="56">
    <w:abstractNumId w:val="35"/>
  </w:num>
  <w:num w:numId="57">
    <w:abstractNumId w:val="60"/>
  </w:num>
  <w:num w:numId="58">
    <w:abstractNumId w:val="5"/>
  </w:num>
  <w:num w:numId="59">
    <w:abstractNumId w:val="40"/>
  </w:num>
  <w:num w:numId="60">
    <w:abstractNumId w:val="65"/>
  </w:num>
  <w:num w:numId="61">
    <w:abstractNumId w:val="37"/>
  </w:num>
  <w:num w:numId="62">
    <w:abstractNumId w:val="27"/>
  </w:num>
  <w:num w:numId="63">
    <w:abstractNumId w:val="48"/>
  </w:num>
  <w:num w:numId="64">
    <w:abstractNumId w:val="62"/>
  </w:num>
  <w:num w:numId="65">
    <w:abstractNumId w:val="13"/>
  </w:num>
  <w:num w:numId="66">
    <w:abstractNumId w:val="49"/>
  </w:num>
  <w:num w:numId="67">
    <w:abstractNumId w:val="49"/>
  </w:num>
  <w:num w:numId="68">
    <w:abstractNumId w:val="58"/>
  </w:num>
  <w:num w:numId="69">
    <w:abstractNumId w:val="49"/>
  </w:num>
  <w:num w:numId="70">
    <w:abstractNumId w:val="49"/>
  </w:num>
  <w:num w:numId="71">
    <w:abstractNumId w:val="49"/>
  </w:num>
  <w:num w:numId="72">
    <w:abstractNumId w:val="49"/>
  </w:num>
  <w:num w:numId="73">
    <w:abstractNumId w:val="4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intFractionalCharacterWidth/>
  <w:mirrorMargins/>
  <w:hideSpellingErrors/>
  <w:hideGrammaticalErrors/>
  <w:activeWritingStyle w:appName="MSWord" w:lang="nl-NL" w:vendorID="1" w:dllVersion="512" w:checkStyle="1"/>
  <w:activeWritingStyle w:appName="MSWord" w:lang="nl-BE" w:vendorID="1" w:dllVersion="512" w:checkStyle="1"/>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oNotHyphenateCaps/>
  <w:evenAndOddHeaders/>
  <w:drawingGridHorizontalSpacing w:val="110"/>
  <w:displayHorizontalDrawingGridEvery w:val="0"/>
  <w:displayVerticalDrawingGridEvery w:val="0"/>
  <w:doNotShadeFormData/>
  <w:noPunctuationKerning/>
  <w:characterSpacingControl w:val="doNotCompress"/>
  <w:hdrShapeDefaults>
    <o:shapedefaults v:ext="edit" spidmax="120833">
      <o:colormru v:ext="edit" colors="#34a3d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Energy Polic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ENLayout&gt;"/>
  </w:docVars>
  <w:rsids>
    <w:rsidRoot w:val="004E0A17"/>
    <w:rsid w:val="00002957"/>
    <w:rsid w:val="00002B30"/>
    <w:rsid w:val="0000489C"/>
    <w:rsid w:val="00004D79"/>
    <w:rsid w:val="000053A4"/>
    <w:rsid w:val="0000556A"/>
    <w:rsid w:val="00006BAF"/>
    <w:rsid w:val="00010FDE"/>
    <w:rsid w:val="0001390F"/>
    <w:rsid w:val="000139C5"/>
    <w:rsid w:val="000143E7"/>
    <w:rsid w:val="00014AB3"/>
    <w:rsid w:val="00015266"/>
    <w:rsid w:val="00015518"/>
    <w:rsid w:val="00015727"/>
    <w:rsid w:val="00015C06"/>
    <w:rsid w:val="00016246"/>
    <w:rsid w:val="0001648B"/>
    <w:rsid w:val="00016A29"/>
    <w:rsid w:val="00017065"/>
    <w:rsid w:val="000173F0"/>
    <w:rsid w:val="000175C5"/>
    <w:rsid w:val="00020117"/>
    <w:rsid w:val="000203B8"/>
    <w:rsid w:val="00020F37"/>
    <w:rsid w:val="00021CC0"/>
    <w:rsid w:val="0002263F"/>
    <w:rsid w:val="00022F1B"/>
    <w:rsid w:val="00022F64"/>
    <w:rsid w:val="00023366"/>
    <w:rsid w:val="00023621"/>
    <w:rsid w:val="00023B6F"/>
    <w:rsid w:val="00023DDA"/>
    <w:rsid w:val="00023E52"/>
    <w:rsid w:val="0002544E"/>
    <w:rsid w:val="0002550D"/>
    <w:rsid w:val="000262BA"/>
    <w:rsid w:val="00026838"/>
    <w:rsid w:val="00027152"/>
    <w:rsid w:val="000272D6"/>
    <w:rsid w:val="00030918"/>
    <w:rsid w:val="00032020"/>
    <w:rsid w:val="00033552"/>
    <w:rsid w:val="0003361B"/>
    <w:rsid w:val="000336A9"/>
    <w:rsid w:val="00034C49"/>
    <w:rsid w:val="00034CE2"/>
    <w:rsid w:val="00035558"/>
    <w:rsid w:val="000356E5"/>
    <w:rsid w:val="00035B6B"/>
    <w:rsid w:val="00035F59"/>
    <w:rsid w:val="00036260"/>
    <w:rsid w:val="00037B83"/>
    <w:rsid w:val="000405B3"/>
    <w:rsid w:val="00040CE5"/>
    <w:rsid w:val="00041719"/>
    <w:rsid w:val="00041FE4"/>
    <w:rsid w:val="00042E60"/>
    <w:rsid w:val="00044174"/>
    <w:rsid w:val="00044CC2"/>
    <w:rsid w:val="00044CF3"/>
    <w:rsid w:val="000453F9"/>
    <w:rsid w:val="00045FBA"/>
    <w:rsid w:val="000471D9"/>
    <w:rsid w:val="000472F4"/>
    <w:rsid w:val="00047658"/>
    <w:rsid w:val="00050B3B"/>
    <w:rsid w:val="0005125A"/>
    <w:rsid w:val="0005163A"/>
    <w:rsid w:val="00052065"/>
    <w:rsid w:val="0005483E"/>
    <w:rsid w:val="00057032"/>
    <w:rsid w:val="00062595"/>
    <w:rsid w:val="000626A4"/>
    <w:rsid w:val="000628ED"/>
    <w:rsid w:val="00064769"/>
    <w:rsid w:val="00065673"/>
    <w:rsid w:val="00065804"/>
    <w:rsid w:val="00065851"/>
    <w:rsid w:val="00065898"/>
    <w:rsid w:val="00066AEF"/>
    <w:rsid w:val="00066DC4"/>
    <w:rsid w:val="000677AF"/>
    <w:rsid w:val="0007029A"/>
    <w:rsid w:val="0007140F"/>
    <w:rsid w:val="000721E4"/>
    <w:rsid w:val="00072855"/>
    <w:rsid w:val="00072989"/>
    <w:rsid w:val="00073137"/>
    <w:rsid w:val="00073C86"/>
    <w:rsid w:val="00073F04"/>
    <w:rsid w:val="00074690"/>
    <w:rsid w:val="0007514D"/>
    <w:rsid w:val="0007666E"/>
    <w:rsid w:val="00076CCC"/>
    <w:rsid w:val="000804A4"/>
    <w:rsid w:val="00080576"/>
    <w:rsid w:val="00080600"/>
    <w:rsid w:val="000808DA"/>
    <w:rsid w:val="0008162D"/>
    <w:rsid w:val="000817DB"/>
    <w:rsid w:val="00081883"/>
    <w:rsid w:val="00081A9A"/>
    <w:rsid w:val="00082BF6"/>
    <w:rsid w:val="00083B8A"/>
    <w:rsid w:val="00084546"/>
    <w:rsid w:val="00085330"/>
    <w:rsid w:val="00085E43"/>
    <w:rsid w:val="0008653C"/>
    <w:rsid w:val="0008680C"/>
    <w:rsid w:val="00086CC5"/>
    <w:rsid w:val="00086DFC"/>
    <w:rsid w:val="00087FA7"/>
    <w:rsid w:val="000900A6"/>
    <w:rsid w:val="000906E2"/>
    <w:rsid w:val="000907E1"/>
    <w:rsid w:val="00090C63"/>
    <w:rsid w:val="000915AF"/>
    <w:rsid w:val="00091732"/>
    <w:rsid w:val="00093410"/>
    <w:rsid w:val="000937E1"/>
    <w:rsid w:val="000949A5"/>
    <w:rsid w:val="00094C2E"/>
    <w:rsid w:val="00094F01"/>
    <w:rsid w:val="00094FDC"/>
    <w:rsid w:val="00095055"/>
    <w:rsid w:val="00095D75"/>
    <w:rsid w:val="00096978"/>
    <w:rsid w:val="00096D35"/>
    <w:rsid w:val="000A038C"/>
    <w:rsid w:val="000A06BB"/>
    <w:rsid w:val="000A1070"/>
    <w:rsid w:val="000A1246"/>
    <w:rsid w:val="000A216C"/>
    <w:rsid w:val="000A2D44"/>
    <w:rsid w:val="000A39A0"/>
    <w:rsid w:val="000A3ADD"/>
    <w:rsid w:val="000A42A6"/>
    <w:rsid w:val="000A4399"/>
    <w:rsid w:val="000A515E"/>
    <w:rsid w:val="000A5384"/>
    <w:rsid w:val="000A5B97"/>
    <w:rsid w:val="000A601C"/>
    <w:rsid w:val="000A7F6F"/>
    <w:rsid w:val="000B05F9"/>
    <w:rsid w:val="000B1982"/>
    <w:rsid w:val="000B23E5"/>
    <w:rsid w:val="000B39BF"/>
    <w:rsid w:val="000B3DC6"/>
    <w:rsid w:val="000B41BB"/>
    <w:rsid w:val="000B4978"/>
    <w:rsid w:val="000B5AC1"/>
    <w:rsid w:val="000B733A"/>
    <w:rsid w:val="000B7A77"/>
    <w:rsid w:val="000C1415"/>
    <w:rsid w:val="000C1595"/>
    <w:rsid w:val="000C1D5A"/>
    <w:rsid w:val="000C29A8"/>
    <w:rsid w:val="000C2B48"/>
    <w:rsid w:val="000C3E2D"/>
    <w:rsid w:val="000C4438"/>
    <w:rsid w:val="000C608D"/>
    <w:rsid w:val="000C618F"/>
    <w:rsid w:val="000C6C2D"/>
    <w:rsid w:val="000C77FD"/>
    <w:rsid w:val="000C7B2A"/>
    <w:rsid w:val="000D1CAB"/>
    <w:rsid w:val="000D2679"/>
    <w:rsid w:val="000D2E49"/>
    <w:rsid w:val="000D3F8C"/>
    <w:rsid w:val="000D420F"/>
    <w:rsid w:val="000D4B1D"/>
    <w:rsid w:val="000D4D5B"/>
    <w:rsid w:val="000D4F45"/>
    <w:rsid w:val="000D61A6"/>
    <w:rsid w:val="000D65D1"/>
    <w:rsid w:val="000D6958"/>
    <w:rsid w:val="000D78C0"/>
    <w:rsid w:val="000E03DE"/>
    <w:rsid w:val="000E0D04"/>
    <w:rsid w:val="000E129B"/>
    <w:rsid w:val="000E17A1"/>
    <w:rsid w:val="000E1A41"/>
    <w:rsid w:val="000E281F"/>
    <w:rsid w:val="000E3D80"/>
    <w:rsid w:val="000E694E"/>
    <w:rsid w:val="000F2B4E"/>
    <w:rsid w:val="000F2BD3"/>
    <w:rsid w:val="000F336D"/>
    <w:rsid w:val="000F4ED2"/>
    <w:rsid w:val="000F5589"/>
    <w:rsid w:val="000F5661"/>
    <w:rsid w:val="000F6188"/>
    <w:rsid w:val="000F651F"/>
    <w:rsid w:val="000F6AEA"/>
    <w:rsid w:val="000F6E01"/>
    <w:rsid w:val="000F77E3"/>
    <w:rsid w:val="000F79EB"/>
    <w:rsid w:val="000F7B5E"/>
    <w:rsid w:val="000F7D27"/>
    <w:rsid w:val="000F7F22"/>
    <w:rsid w:val="00100457"/>
    <w:rsid w:val="00100F81"/>
    <w:rsid w:val="0010107E"/>
    <w:rsid w:val="0010145C"/>
    <w:rsid w:val="00102540"/>
    <w:rsid w:val="0010263B"/>
    <w:rsid w:val="00102B05"/>
    <w:rsid w:val="0010340E"/>
    <w:rsid w:val="00104DCF"/>
    <w:rsid w:val="0010664D"/>
    <w:rsid w:val="001069AF"/>
    <w:rsid w:val="00106D50"/>
    <w:rsid w:val="00106E39"/>
    <w:rsid w:val="00107540"/>
    <w:rsid w:val="001110F9"/>
    <w:rsid w:val="00111533"/>
    <w:rsid w:val="001115F0"/>
    <w:rsid w:val="001124C0"/>
    <w:rsid w:val="00112ABD"/>
    <w:rsid w:val="001144B5"/>
    <w:rsid w:val="0011479F"/>
    <w:rsid w:val="001157DC"/>
    <w:rsid w:val="00116CB9"/>
    <w:rsid w:val="00116EC7"/>
    <w:rsid w:val="00117122"/>
    <w:rsid w:val="00117DEA"/>
    <w:rsid w:val="0012002A"/>
    <w:rsid w:val="0012133D"/>
    <w:rsid w:val="001213C3"/>
    <w:rsid w:val="00121E6B"/>
    <w:rsid w:val="00122AD5"/>
    <w:rsid w:val="00122B20"/>
    <w:rsid w:val="00122C65"/>
    <w:rsid w:val="00122F0B"/>
    <w:rsid w:val="00123AA4"/>
    <w:rsid w:val="00123F5A"/>
    <w:rsid w:val="001254D1"/>
    <w:rsid w:val="0012635C"/>
    <w:rsid w:val="00126E16"/>
    <w:rsid w:val="00126F01"/>
    <w:rsid w:val="00127C72"/>
    <w:rsid w:val="001312F5"/>
    <w:rsid w:val="001317C5"/>
    <w:rsid w:val="001337B9"/>
    <w:rsid w:val="001340BA"/>
    <w:rsid w:val="001347C3"/>
    <w:rsid w:val="001348DD"/>
    <w:rsid w:val="00134F06"/>
    <w:rsid w:val="00135485"/>
    <w:rsid w:val="00135A3B"/>
    <w:rsid w:val="00135B73"/>
    <w:rsid w:val="00137E11"/>
    <w:rsid w:val="0014032C"/>
    <w:rsid w:val="00142205"/>
    <w:rsid w:val="00142ECA"/>
    <w:rsid w:val="00142F79"/>
    <w:rsid w:val="001435D1"/>
    <w:rsid w:val="00145731"/>
    <w:rsid w:val="00145EDD"/>
    <w:rsid w:val="00146195"/>
    <w:rsid w:val="001477B6"/>
    <w:rsid w:val="00147982"/>
    <w:rsid w:val="00147A1D"/>
    <w:rsid w:val="00147D9B"/>
    <w:rsid w:val="00147F73"/>
    <w:rsid w:val="00150750"/>
    <w:rsid w:val="00150F97"/>
    <w:rsid w:val="00152574"/>
    <w:rsid w:val="00152DDC"/>
    <w:rsid w:val="00152FC0"/>
    <w:rsid w:val="00153E95"/>
    <w:rsid w:val="00154403"/>
    <w:rsid w:val="0015463D"/>
    <w:rsid w:val="00154B39"/>
    <w:rsid w:val="00155467"/>
    <w:rsid w:val="001561E6"/>
    <w:rsid w:val="0015681E"/>
    <w:rsid w:val="00157614"/>
    <w:rsid w:val="00157B73"/>
    <w:rsid w:val="00157F16"/>
    <w:rsid w:val="00160027"/>
    <w:rsid w:val="00160F43"/>
    <w:rsid w:val="00162C00"/>
    <w:rsid w:val="00165463"/>
    <w:rsid w:val="0016575D"/>
    <w:rsid w:val="00165A4E"/>
    <w:rsid w:val="00165ACD"/>
    <w:rsid w:val="00166EBB"/>
    <w:rsid w:val="00167184"/>
    <w:rsid w:val="001675BB"/>
    <w:rsid w:val="001676FF"/>
    <w:rsid w:val="001678A0"/>
    <w:rsid w:val="00170546"/>
    <w:rsid w:val="00171A81"/>
    <w:rsid w:val="001732D8"/>
    <w:rsid w:val="00173953"/>
    <w:rsid w:val="00173EBC"/>
    <w:rsid w:val="0017433A"/>
    <w:rsid w:val="00174485"/>
    <w:rsid w:val="00175E62"/>
    <w:rsid w:val="00176FBD"/>
    <w:rsid w:val="00177FE8"/>
    <w:rsid w:val="001802DA"/>
    <w:rsid w:val="00180A62"/>
    <w:rsid w:val="00181FF9"/>
    <w:rsid w:val="001822FE"/>
    <w:rsid w:val="001829E2"/>
    <w:rsid w:val="00182AA1"/>
    <w:rsid w:val="00182E76"/>
    <w:rsid w:val="0018326E"/>
    <w:rsid w:val="00184CAF"/>
    <w:rsid w:val="001859E2"/>
    <w:rsid w:val="00185A7C"/>
    <w:rsid w:val="00185F1D"/>
    <w:rsid w:val="00186C50"/>
    <w:rsid w:val="00186E6C"/>
    <w:rsid w:val="00186F6D"/>
    <w:rsid w:val="001872F6"/>
    <w:rsid w:val="00187E0C"/>
    <w:rsid w:val="00187F69"/>
    <w:rsid w:val="001900A2"/>
    <w:rsid w:val="001904E2"/>
    <w:rsid w:val="00192493"/>
    <w:rsid w:val="00195282"/>
    <w:rsid w:val="0019660D"/>
    <w:rsid w:val="00196D4E"/>
    <w:rsid w:val="001A0AB7"/>
    <w:rsid w:val="001A1E21"/>
    <w:rsid w:val="001A224B"/>
    <w:rsid w:val="001A22D8"/>
    <w:rsid w:val="001A326D"/>
    <w:rsid w:val="001A33EF"/>
    <w:rsid w:val="001A3C2B"/>
    <w:rsid w:val="001A3D2D"/>
    <w:rsid w:val="001A3E4C"/>
    <w:rsid w:val="001A41E4"/>
    <w:rsid w:val="001A5347"/>
    <w:rsid w:val="001A788D"/>
    <w:rsid w:val="001B0330"/>
    <w:rsid w:val="001B050D"/>
    <w:rsid w:val="001B0F9B"/>
    <w:rsid w:val="001B0FD0"/>
    <w:rsid w:val="001B2093"/>
    <w:rsid w:val="001B2580"/>
    <w:rsid w:val="001B2899"/>
    <w:rsid w:val="001B2A23"/>
    <w:rsid w:val="001B36D4"/>
    <w:rsid w:val="001B42F9"/>
    <w:rsid w:val="001B47AA"/>
    <w:rsid w:val="001B4ABB"/>
    <w:rsid w:val="001B5576"/>
    <w:rsid w:val="001B565F"/>
    <w:rsid w:val="001B566D"/>
    <w:rsid w:val="001B58C2"/>
    <w:rsid w:val="001B5F8A"/>
    <w:rsid w:val="001B63EB"/>
    <w:rsid w:val="001C0318"/>
    <w:rsid w:val="001C061E"/>
    <w:rsid w:val="001C154E"/>
    <w:rsid w:val="001C1A71"/>
    <w:rsid w:val="001C1E8F"/>
    <w:rsid w:val="001C2425"/>
    <w:rsid w:val="001C2729"/>
    <w:rsid w:val="001C411F"/>
    <w:rsid w:val="001C431C"/>
    <w:rsid w:val="001C4332"/>
    <w:rsid w:val="001C454D"/>
    <w:rsid w:val="001C4B5F"/>
    <w:rsid w:val="001C511F"/>
    <w:rsid w:val="001C55E6"/>
    <w:rsid w:val="001C5A19"/>
    <w:rsid w:val="001C6034"/>
    <w:rsid w:val="001C62EF"/>
    <w:rsid w:val="001C7EAE"/>
    <w:rsid w:val="001D01C5"/>
    <w:rsid w:val="001D0FED"/>
    <w:rsid w:val="001D1DCA"/>
    <w:rsid w:val="001D1E97"/>
    <w:rsid w:val="001D2621"/>
    <w:rsid w:val="001D3977"/>
    <w:rsid w:val="001D403C"/>
    <w:rsid w:val="001D49D2"/>
    <w:rsid w:val="001D5711"/>
    <w:rsid w:val="001D6126"/>
    <w:rsid w:val="001D662D"/>
    <w:rsid w:val="001E04C9"/>
    <w:rsid w:val="001E1CC3"/>
    <w:rsid w:val="001E2367"/>
    <w:rsid w:val="001E26B1"/>
    <w:rsid w:val="001E3A11"/>
    <w:rsid w:val="001E3C9D"/>
    <w:rsid w:val="001E6C7B"/>
    <w:rsid w:val="001E6C99"/>
    <w:rsid w:val="001E7A29"/>
    <w:rsid w:val="001F0C6D"/>
    <w:rsid w:val="001F1AD9"/>
    <w:rsid w:val="001F1E6A"/>
    <w:rsid w:val="001F1F62"/>
    <w:rsid w:val="001F239B"/>
    <w:rsid w:val="001F3E94"/>
    <w:rsid w:val="001F458C"/>
    <w:rsid w:val="001F4614"/>
    <w:rsid w:val="001F4949"/>
    <w:rsid w:val="001F60E7"/>
    <w:rsid w:val="001F6CFF"/>
    <w:rsid w:val="001F7163"/>
    <w:rsid w:val="001F72CA"/>
    <w:rsid w:val="00200244"/>
    <w:rsid w:val="00200FC0"/>
    <w:rsid w:val="002021F4"/>
    <w:rsid w:val="00203022"/>
    <w:rsid w:val="00204985"/>
    <w:rsid w:val="0020546D"/>
    <w:rsid w:val="00205CB6"/>
    <w:rsid w:val="0020639F"/>
    <w:rsid w:val="002108DC"/>
    <w:rsid w:val="00210E07"/>
    <w:rsid w:val="0021175D"/>
    <w:rsid w:val="00211C06"/>
    <w:rsid w:val="00213450"/>
    <w:rsid w:val="0021361B"/>
    <w:rsid w:val="0021373F"/>
    <w:rsid w:val="00213BFF"/>
    <w:rsid w:val="00213DB4"/>
    <w:rsid w:val="00213E38"/>
    <w:rsid w:val="002146F9"/>
    <w:rsid w:val="002147BC"/>
    <w:rsid w:val="002159AB"/>
    <w:rsid w:val="0021616B"/>
    <w:rsid w:val="00216298"/>
    <w:rsid w:val="0022024F"/>
    <w:rsid w:val="00221B86"/>
    <w:rsid w:val="00222D5E"/>
    <w:rsid w:val="0022306B"/>
    <w:rsid w:val="00223288"/>
    <w:rsid w:val="00224141"/>
    <w:rsid w:val="0022479C"/>
    <w:rsid w:val="002248DA"/>
    <w:rsid w:val="00225823"/>
    <w:rsid w:val="00225B87"/>
    <w:rsid w:val="00225D26"/>
    <w:rsid w:val="00226475"/>
    <w:rsid w:val="002264B5"/>
    <w:rsid w:val="0022687A"/>
    <w:rsid w:val="00226D22"/>
    <w:rsid w:val="0023069E"/>
    <w:rsid w:val="002307A2"/>
    <w:rsid w:val="00230D51"/>
    <w:rsid w:val="00231797"/>
    <w:rsid w:val="002317EA"/>
    <w:rsid w:val="0023360A"/>
    <w:rsid w:val="00233754"/>
    <w:rsid w:val="00233B43"/>
    <w:rsid w:val="00234586"/>
    <w:rsid w:val="002364B7"/>
    <w:rsid w:val="00236713"/>
    <w:rsid w:val="00236AC7"/>
    <w:rsid w:val="00237486"/>
    <w:rsid w:val="002376D2"/>
    <w:rsid w:val="00240A23"/>
    <w:rsid w:val="00240F1B"/>
    <w:rsid w:val="00244471"/>
    <w:rsid w:val="002456B6"/>
    <w:rsid w:val="002457D5"/>
    <w:rsid w:val="00245FF7"/>
    <w:rsid w:val="00246518"/>
    <w:rsid w:val="002471A6"/>
    <w:rsid w:val="00247579"/>
    <w:rsid w:val="0024777F"/>
    <w:rsid w:val="00247D60"/>
    <w:rsid w:val="00250FAD"/>
    <w:rsid w:val="002514A1"/>
    <w:rsid w:val="0025159B"/>
    <w:rsid w:val="00253B48"/>
    <w:rsid w:val="00253CAF"/>
    <w:rsid w:val="00253E17"/>
    <w:rsid w:val="002551D9"/>
    <w:rsid w:val="0025522D"/>
    <w:rsid w:val="00255426"/>
    <w:rsid w:val="00255B90"/>
    <w:rsid w:val="00255D6F"/>
    <w:rsid w:val="00255E4D"/>
    <w:rsid w:val="00256CAD"/>
    <w:rsid w:val="0025764A"/>
    <w:rsid w:val="002606CE"/>
    <w:rsid w:val="00260EFE"/>
    <w:rsid w:val="00262818"/>
    <w:rsid w:val="00262FA7"/>
    <w:rsid w:val="00264079"/>
    <w:rsid w:val="0026437A"/>
    <w:rsid w:val="002644BB"/>
    <w:rsid w:val="00264C81"/>
    <w:rsid w:val="00265150"/>
    <w:rsid w:val="0026636E"/>
    <w:rsid w:val="0026714E"/>
    <w:rsid w:val="002671AB"/>
    <w:rsid w:val="00267DC7"/>
    <w:rsid w:val="00270C35"/>
    <w:rsid w:val="0027135C"/>
    <w:rsid w:val="002719A5"/>
    <w:rsid w:val="002726C6"/>
    <w:rsid w:val="00273182"/>
    <w:rsid w:val="002732C5"/>
    <w:rsid w:val="00273A39"/>
    <w:rsid w:val="00273E9F"/>
    <w:rsid w:val="00273F83"/>
    <w:rsid w:val="00274C2A"/>
    <w:rsid w:val="00274EC9"/>
    <w:rsid w:val="00275E34"/>
    <w:rsid w:val="002761A5"/>
    <w:rsid w:val="00276CCD"/>
    <w:rsid w:val="0027783A"/>
    <w:rsid w:val="00277BA6"/>
    <w:rsid w:val="00277EC3"/>
    <w:rsid w:val="00280143"/>
    <w:rsid w:val="0028107B"/>
    <w:rsid w:val="00282B07"/>
    <w:rsid w:val="002841FC"/>
    <w:rsid w:val="00285392"/>
    <w:rsid w:val="00285B66"/>
    <w:rsid w:val="00287512"/>
    <w:rsid w:val="002911BD"/>
    <w:rsid w:val="00291B4B"/>
    <w:rsid w:val="0029267D"/>
    <w:rsid w:val="002927D8"/>
    <w:rsid w:val="002928D1"/>
    <w:rsid w:val="00292F83"/>
    <w:rsid w:val="002930FF"/>
    <w:rsid w:val="002932A3"/>
    <w:rsid w:val="0029366B"/>
    <w:rsid w:val="00293D72"/>
    <w:rsid w:val="0029424A"/>
    <w:rsid w:val="00295F2E"/>
    <w:rsid w:val="00295FCA"/>
    <w:rsid w:val="002964C1"/>
    <w:rsid w:val="00297E56"/>
    <w:rsid w:val="002A0524"/>
    <w:rsid w:val="002A0E5F"/>
    <w:rsid w:val="002A0FA2"/>
    <w:rsid w:val="002A1131"/>
    <w:rsid w:val="002A1F60"/>
    <w:rsid w:val="002A21B7"/>
    <w:rsid w:val="002A27C1"/>
    <w:rsid w:val="002A2832"/>
    <w:rsid w:val="002A2D35"/>
    <w:rsid w:val="002A3F78"/>
    <w:rsid w:val="002A48F7"/>
    <w:rsid w:val="002A4930"/>
    <w:rsid w:val="002A5A99"/>
    <w:rsid w:val="002A6318"/>
    <w:rsid w:val="002A63D2"/>
    <w:rsid w:val="002A6F1E"/>
    <w:rsid w:val="002A7387"/>
    <w:rsid w:val="002B0170"/>
    <w:rsid w:val="002B0A14"/>
    <w:rsid w:val="002B104E"/>
    <w:rsid w:val="002B1B69"/>
    <w:rsid w:val="002B2C3F"/>
    <w:rsid w:val="002B40F7"/>
    <w:rsid w:val="002B593A"/>
    <w:rsid w:val="002B65AA"/>
    <w:rsid w:val="002B65C4"/>
    <w:rsid w:val="002B6ECA"/>
    <w:rsid w:val="002B732B"/>
    <w:rsid w:val="002B786B"/>
    <w:rsid w:val="002C0545"/>
    <w:rsid w:val="002C062E"/>
    <w:rsid w:val="002C1142"/>
    <w:rsid w:val="002C20C5"/>
    <w:rsid w:val="002C21ED"/>
    <w:rsid w:val="002C2494"/>
    <w:rsid w:val="002C26D2"/>
    <w:rsid w:val="002C285F"/>
    <w:rsid w:val="002C43B9"/>
    <w:rsid w:val="002C470A"/>
    <w:rsid w:val="002C5830"/>
    <w:rsid w:val="002C78E9"/>
    <w:rsid w:val="002C7BAE"/>
    <w:rsid w:val="002C7BDD"/>
    <w:rsid w:val="002D16F7"/>
    <w:rsid w:val="002D2082"/>
    <w:rsid w:val="002D2945"/>
    <w:rsid w:val="002D30AF"/>
    <w:rsid w:val="002D354F"/>
    <w:rsid w:val="002D39E9"/>
    <w:rsid w:val="002D429A"/>
    <w:rsid w:val="002D4B0F"/>
    <w:rsid w:val="002E0058"/>
    <w:rsid w:val="002E1766"/>
    <w:rsid w:val="002E2CF3"/>
    <w:rsid w:val="002E418F"/>
    <w:rsid w:val="002E4E84"/>
    <w:rsid w:val="002E54D9"/>
    <w:rsid w:val="002E5DD1"/>
    <w:rsid w:val="002E72F4"/>
    <w:rsid w:val="002F0489"/>
    <w:rsid w:val="002F0503"/>
    <w:rsid w:val="002F06B9"/>
    <w:rsid w:val="002F11FA"/>
    <w:rsid w:val="002F17F8"/>
    <w:rsid w:val="002F2132"/>
    <w:rsid w:val="002F2AF5"/>
    <w:rsid w:val="002F345B"/>
    <w:rsid w:val="002F38BC"/>
    <w:rsid w:val="002F3C93"/>
    <w:rsid w:val="002F4DF1"/>
    <w:rsid w:val="0030213B"/>
    <w:rsid w:val="003022EF"/>
    <w:rsid w:val="00303DBB"/>
    <w:rsid w:val="003045EE"/>
    <w:rsid w:val="00304F18"/>
    <w:rsid w:val="00306B22"/>
    <w:rsid w:val="00306B99"/>
    <w:rsid w:val="0030700E"/>
    <w:rsid w:val="00307827"/>
    <w:rsid w:val="00307DC1"/>
    <w:rsid w:val="003103C8"/>
    <w:rsid w:val="00310646"/>
    <w:rsid w:val="00310CDA"/>
    <w:rsid w:val="0031158F"/>
    <w:rsid w:val="003117C2"/>
    <w:rsid w:val="00311BA5"/>
    <w:rsid w:val="00311F1B"/>
    <w:rsid w:val="0031411D"/>
    <w:rsid w:val="0031432B"/>
    <w:rsid w:val="00314CE2"/>
    <w:rsid w:val="00314D63"/>
    <w:rsid w:val="00315156"/>
    <w:rsid w:val="00315964"/>
    <w:rsid w:val="00317E37"/>
    <w:rsid w:val="003206A3"/>
    <w:rsid w:val="0032150F"/>
    <w:rsid w:val="003223DA"/>
    <w:rsid w:val="003225BB"/>
    <w:rsid w:val="00322723"/>
    <w:rsid w:val="00323601"/>
    <w:rsid w:val="003236EC"/>
    <w:rsid w:val="00323BE4"/>
    <w:rsid w:val="003240BB"/>
    <w:rsid w:val="00324BA3"/>
    <w:rsid w:val="00324BEB"/>
    <w:rsid w:val="0032589A"/>
    <w:rsid w:val="0032592F"/>
    <w:rsid w:val="0032645A"/>
    <w:rsid w:val="00326DF0"/>
    <w:rsid w:val="003274BF"/>
    <w:rsid w:val="003278E3"/>
    <w:rsid w:val="00327A5F"/>
    <w:rsid w:val="003316CB"/>
    <w:rsid w:val="003327DB"/>
    <w:rsid w:val="003345FE"/>
    <w:rsid w:val="00334BBD"/>
    <w:rsid w:val="00335B8B"/>
    <w:rsid w:val="00336413"/>
    <w:rsid w:val="00336D84"/>
    <w:rsid w:val="00337046"/>
    <w:rsid w:val="003404E8"/>
    <w:rsid w:val="00340E2B"/>
    <w:rsid w:val="0034166F"/>
    <w:rsid w:val="00341C1B"/>
    <w:rsid w:val="0034209B"/>
    <w:rsid w:val="00343395"/>
    <w:rsid w:val="00343627"/>
    <w:rsid w:val="00344741"/>
    <w:rsid w:val="003509D4"/>
    <w:rsid w:val="0035120A"/>
    <w:rsid w:val="003519DF"/>
    <w:rsid w:val="0035286C"/>
    <w:rsid w:val="00353756"/>
    <w:rsid w:val="00353F27"/>
    <w:rsid w:val="003547B1"/>
    <w:rsid w:val="00356131"/>
    <w:rsid w:val="003568D4"/>
    <w:rsid w:val="003572C3"/>
    <w:rsid w:val="00357A55"/>
    <w:rsid w:val="00357C82"/>
    <w:rsid w:val="00360FD1"/>
    <w:rsid w:val="00360FE6"/>
    <w:rsid w:val="00361048"/>
    <w:rsid w:val="00361845"/>
    <w:rsid w:val="00361B35"/>
    <w:rsid w:val="00361F44"/>
    <w:rsid w:val="00361F8A"/>
    <w:rsid w:val="0036212A"/>
    <w:rsid w:val="00362274"/>
    <w:rsid w:val="00362D7B"/>
    <w:rsid w:val="0036499A"/>
    <w:rsid w:val="00364DE2"/>
    <w:rsid w:val="00365B6F"/>
    <w:rsid w:val="0036677C"/>
    <w:rsid w:val="0036702B"/>
    <w:rsid w:val="00367A79"/>
    <w:rsid w:val="00367D27"/>
    <w:rsid w:val="00370169"/>
    <w:rsid w:val="0037278A"/>
    <w:rsid w:val="00373631"/>
    <w:rsid w:val="00373973"/>
    <w:rsid w:val="00374C02"/>
    <w:rsid w:val="003756C0"/>
    <w:rsid w:val="00376236"/>
    <w:rsid w:val="0038153F"/>
    <w:rsid w:val="00381B6F"/>
    <w:rsid w:val="00381E8F"/>
    <w:rsid w:val="003836C7"/>
    <w:rsid w:val="003838EA"/>
    <w:rsid w:val="00383E75"/>
    <w:rsid w:val="00384528"/>
    <w:rsid w:val="00385877"/>
    <w:rsid w:val="003865FC"/>
    <w:rsid w:val="00387006"/>
    <w:rsid w:val="00387230"/>
    <w:rsid w:val="0038759F"/>
    <w:rsid w:val="00387CB7"/>
    <w:rsid w:val="00391705"/>
    <w:rsid w:val="00391780"/>
    <w:rsid w:val="0039250B"/>
    <w:rsid w:val="003927C7"/>
    <w:rsid w:val="003935A8"/>
    <w:rsid w:val="003953BC"/>
    <w:rsid w:val="00396040"/>
    <w:rsid w:val="00396124"/>
    <w:rsid w:val="003963AF"/>
    <w:rsid w:val="00396EF0"/>
    <w:rsid w:val="003976A9"/>
    <w:rsid w:val="003A0132"/>
    <w:rsid w:val="003A0404"/>
    <w:rsid w:val="003A0AB8"/>
    <w:rsid w:val="003A145F"/>
    <w:rsid w:val="003A1FF6"/>
    <w:rsid w:val="003A2BDD"/>
    <w:rsid w:val="003A32C4"/>
    <w:rsid w:val="003A4002"/>
    <w:rsid w:val="003A4364"/>
    <w:rsid w:val="003A4530"/>
    <w:rsid w:val="003A46E7"/>
    <w:rsid w:val="003A4819"/>
    <w:rsid w:val="003A4C44"/>
    <w:rsid w:val="003A4CE2"/>
    <w:rsid w:val="003A4D13"/>
    <w:rsid w:val="003A539F"/>
    <w:rsid w:val="003A54FA"/>
    <w:rsid w:val="003A6019"/>
    <w:rsid w:val="003A6BB4"/>
    <w:rsid w:val="003A6E91"/>
    <w:rsid w:val="003B1C99"/>
    <w:rsid w:val="003B25E2"/>
    <w:rsid w:val="003B2D8F"/>
    <w:rsid w:val="003B335E"/>
    <w:rsid w:val="003B4480"/>
    <w:rsid w:val="003B515D"/>
    <w:rsid w:val="003B56DF"/>
    <w:rsid w:val="003B6535"/>
    <w:rsid w:val="003B6655"/>
    <w:rsid w:val="003B7612"/>
    <w:rsid w:val="003B7CD2"/>
    <w:rsid w:val="003B7D76"/>
    <w:rsid w:val="003C04FF"/>
    <w:rsid w:val="003C1A41"/>
    <w:rsid w:val="003C4017"/>
    <w:rsid w:val="003C47C8"/>
    <w:rsid w:val="003C5F8B"/>
    <w:rsid w:val="003C64F3"/>
    <w:rsid w:val="003C741D"/>
    <w:rsid w:val="003C7B25"/>
    <w:rsid w:val="003D020E"/>
    <w:rsid w:val="003D09E6"/>
    <w:rsid w:val="003D0FF5"/>
    <w:rsid w:val="003D1068"/>
    <w:rsid w:val="003D14EA"/>
    <w:rsid w:val="003D2208"/>
    <w:rsid w:val="003D25EB"/>
    <w:rsid w:val="003D2851"/>
    <w:rsid w:val="003D2A29"/>
    <w:rsid w:val="003D2C62"/>
    <w:rsid w:val="003D3161"/>
    <w:rsid w:val="003D3285"/>
    <w:rsid w:val="003D43DB"/>
    <w:rsid w:val="003D4809"/>
    <w:rsid w:val="003D4AFA"/>
    <w:rsid w:val="003D61B0"/>
    <w:rsid w:val="003D7FFB"/>
    <w:rsid w:val="003E0245"/>
    <w:rsid w:val="003E071C"/>
    <w:rsid w:val="003E0CB6"/>
    <w:rsid w:val="003E1F17"/>
    <w:rsid w:val="003E2B0C"/>
    <w:rsid w:val="003E3221"/>
    <w:rsid w:val="003E3422"/>
    <w:rsid w:val="003E39E2"/>
    <w:rsid w:val="003E40D2"/>
    <w:rsid w:val="003E5083"/>
    <w:rsid w:val="003E5543"/>
    <w:rsid w:val="003E5F8D"/>
    <w:rsid w:val="003E6906"/>
    <w:rsid w:val="003E7EAE"/>
    <w:rsid w:val="003F0891"/>
    <w:rsid w:val="003F092A"/>
    <w:rsid w:val="003F2999"/>
    <w:rsid w:val="003F2A16"/>
    <w:rsid w:val="003F3A55"/>
    <w:rsid w:val="003F4094"/>
    <w:rsid w:val="003F5E17"/>
    <w:rsid w:val="003F6931"/>
    <w:rsid w:val="003F73D4"/>
    <w:rsid w:val="00400365"/>
    <w:rsid w:val="00401975"/>
    <w:rsid w:val="004038ED"/>
    <w:rsid w:val="00404125"/>
    <w:rsid w:val="00404A5C"/>
    <w:rsid w:val="004062C4"/>
    <w:rsid w:val="004064FA"/>
    <w:rsid w:val="00406800"/>
    <w:rsid w:val="004070A1"/>
    <w:rsid w:val="00407BC7"/>
    <w:rsid w:val="0041020C"/>
    <w:rsid w:val="0041066F"/>
    <w:rsid w:val="004106C8"/>
    <w:rsid w:val="00411821"/>
    <w:rsid w:val="00415735"/>
    <w:rsid w:val="00415ACE"/>
    <w:rsid w:val="00415DC5"/>
    <w:rsid w:val="00415DF9"/>
    <w:rsid w:val="004169B9"/>
    <w:rsid w:val="004202A7"/>
    <w:rsid w:val="00420FEA"/>
    <w:rsid w:val="004212C2"/>
    <w:rsid w:val="00423282"/>
    <w:rsid w:val="00425361"/>
    <w:rsid w:val="0042570C"/>
    <w:rsid w:val="004261D0"/>
    <w:rsid w:val="004279CC"/>
    <w:rsid w:val="004314D2"/>
    <w:rsid w:val="0043261D"/>
    <w:rsid w:val="00432BC8"/>
    <w:rsid w:val="00433781"/>
    <w:rsid w:val="0043378D"/>
    <w:rsid w:val="00433A2E"/>
    <w:rsid w:val="004346EC"/>
    <w:rsid w:val="00434FD0"/>
    <w:rsid w:val="004364B5"/>
    <w:rsid w:val="004366FA"/>
    <w:rsid w:val="00436815"/>
    <w:rsid w:val="00436DDC"/>
    <w:rsid w:val="0043782C"/>
    <w:rsid w:val="00440411"/>
    <w:rsid w:val="0044067B"/>
    <w:rsid w:val="00440794"/>
    <w:rsid w:val="00440D2B"/>
    <w:rsid w:val="00440E1C"/>
    <w:rsid w:val="0044150E"/>
    <w:rsid w:val="004419F5"/>
    <w:rsid w:val="00442654"/>
    <w:rsid w:val="004440A5"/>
    <w:rsid w:val="00444378"/>
    <w:rsid w:val="004445D8"/>
    <w:rsid w:val="00444C6A"/>
    <w:rsid w:val="00445327"/>
    <w:rsid w:val="0044561E"/>
    <w:rsid w:val="004459CB"/>
    <w:rsid w:val="004462DD"/>
    <w:rsid w:val="00446C81"/>
    <w:rsid w:val="00446E0F"/>
    <w:rsid w:val="00447BC5"/>
    <w:rsid w:val="00451417"/>
    <w:rsid w:val="00453C35"/>
    <w:rsid w:val="00454641"/>
    <w:rsid w:val="00455640"/>
    <w:rsid w:val="00456132"/>
    <w:rsid w:val="0045640B"/>
    <w:rsid w:val="00456572"/>
    <w:rsid w:val="00456678"/>
    <w:rsid w:val="00456874"/>
    <w:rsid w:val="00456C88"/>
    <w:rsid w:val="00456F54"/>
    <w:rsid w:val="004576DC"/>
    <w:rsid w:val="00460D68"/>
    <w:rsid w:val="0046207B"/>
    <w:rsid w:val="0046388D"/>
    <w:rsid w:val="00464BCF"/>
    <w:rsid w:val="00464FD3"/>
    <w:rsid w:val="00465781"/>
    <w:rsid w:val="00466810"/>
    <w:rsid w:val="00466888"/>
    <w:rsid w:val="00470520"/>
    <w:rsid w:val="00470A81"/>
    <w:rsid w:val="00471A61"/>
    <w:rsid w:val="00471C49"/>
    <w:rsid w:val="00471F97"/>
    <w:rsid w:val="0047396B"/>
    <w:rsid w:val="004739B3"/>
    <w:rsid w:val="00473B06"/>
    <w:rsid w:val="00473D79"/>
    <w:rsid w:val="00474944"/>
    <w:rsid w:val="004751F1"/>
    <w:rsid w:val="00475BD6"/>
    <w:rsid w:val="00475D8D"/>
    <w:rsid w:val="00475E45"/>
    <w:rsid w:val="00476DA1"/>
    <w:rsid w:val="00477AE6"/>
    <w:rsid w:val="00477E6A"/>
    <w:rsid w:val="00480A83"/>
    <w:rsid w:val="00481A7B"/>
    <w:rsid w:val="00481B17"/>
    <w:rsid w:val="00482247"/>
    <w:rsid w:val="00482D5B"/>
    <w:rsid w:val="004843C6"/>
    <w:rsid w:val="00484671"/>
    <w:rsid w:val="00485FA2"/>
    <w:rsid w:val="004862A2"/>
    <w:rsid w:val="00486698"/>
    <w:rsid w:val="004872BD"/>
    <w:rsid w:val="004873E8"/>
    <w:rsid w:val="00487CD8"/>
    <w:rsid w:val="00487FC3"/>
    <w:rsid w:val="00490890"/>
    <w:rsid w:val="00490ED5"/>
    <w:rsid w:val="004910E8"/>
    <w:rsid w:val="00491AF0"/>
    <w:rsid w:val="00492519"/>
    <w:rsid w:val="00492AEC"/>
    <w:rsid w:val="00492F6D"/>
    <w:rsid w:val="004937CA"/>
    <w:rsid w:val="0049499F"/>
    <w:rsid w:val="004956D5"/>
    <w:rsid w:val="00496100"/>
    <w:rsid w:val="0049699B"/>
    <w:rsid w:val="004971A4"/>
    <w:rsid w:val="00497BC3"/>
    <w:rsid w:val="004A022F"/>
    <w:rsid w:val="004A11C4"/>
    <w:rsid w:val="004A3E7F"/>
    <w:rsid w:val="004A4B2E"/>
    <w:rsid w:val="004A5266"/>
    <w:rsid w:val="004A62D0"/>
    <w:rsid w:val="004B04F4"/>
    <w:rsid w:val="004B1257"/>
    <w:rsid w:val="004B1E70"/>
    <w:rsid w:val="004B207E"/>
    <w:rsid w:val="004B2775"/>
    <w:rsid w:val="004B2E17"/>
    <w:rsid w:val="004B3646"/>
    <w:rsid w:val="004B3DD7"/>
    <w:rsid w:val="004B4A96"/>
    <w:rsid w:val="004B57DD"/>
    <w:rsid w:val="004B59E7"/>
    <w:rsid w:val="004B5B35"/>
    <w:rsid w:val="004B61CF"/>
    <w:rsid w:val="004B6A00"/>
    <w:rsid w:val="004B7D67"/>
    <w:rsid w:val="004C0283"/>
    <w:rsid w:val="004C1E35"/>
    <w:rsid w:val="004C26A6"/>
    <w:rsid w:val="004C2962"/>
    <w:rsid w:val="004C32DF"/>
    <w:rsid w:val="004C34CD"/>
    <w:rsid w:val="004C44C3"/>
    <w:rsid w:val="004C5C52"/>
    <w:rsid w:val="004C5E9B"/>
    <w:rsid w:val="004C63E7"/>
    <w:rsid w:val="004C6475"/>
    <w:rsid w:val="004C663D"/>
    <w:rsid w:val="004C78D3"/>
    <w:rsid w:val="004D04AC"/>
    <w:rsid w:val="004D1607"/>
    <w:rsid w:val="004D1BEF"/>
    <w:rsid w:val="004D1FE2"/>
    <w:rsid w:val="004D2179"/>
    <w:rsid w:val="004D2815"/>
    <w:rsid w:val="004D3412"/>
    <w:rsid w:val="004D4066"/>
    <w:rsid w:val="004D4B26"/>
    <w:rsid w:val="004D4CB6"/>
    <w:rsid w:val="004D6373"/>
    <w:rsid w:val="004D722D"/>
    <w:rsid w:val="004D7A24"/>
    <w:rsid w:val="004D7BC4"/>
    <w:rsid w:val="004E0A17"/>
    <w:rsid w:val="004E1F80"/>
    <w:rsid w:val="004E398C"/>
    <w:rsid w:val="004E49CC"/>
    <w:rsid w:val="004E4ACF"/>
    <w:rsid w:val="004E4B1D"/>
    <w:rsid w:val="004E4DA0"/>
    <w:rsid w:val="004E55FD"/>
    <w:rsid w:val="004E62E7"/>
    <w:rsid w:val="004E6A7E"/>
    <w:rsid w:val="004F0923"/>
    <w:rsid w:val="004F0ADD"/>
    <w:rsid w:val="004F31B8"/>
    <w:rsid w:val="004F4000"/>
    <w:rsid w:val="004F40BB"/>
    <w:rsid w:val="004F4C6B"/>
    <w:rsid w:val="004F6A90"/>
    <w:rsid w:val="004F757B"/>
    <w:rsid w:val="004F7BC6"/>
    <w:rsid w:val="00501512"/>
    <w:rsid w:val="00501D43"/>
    <w:rsid w:val="00503639"/>
    <w:rsid w:val="00504360"/>
    <w:rsid w:val="00505D8F"/>
    <w:rsid w:val="00506D3C"/>
    <w:rsid w:val="005079A9"/>
    <w:rsid w:val="0051016F"/>
    <w:rsid w:val="00510AC4"/>
    <w:rsid w:val="00511062"/>
    <w:rsid w:val="0051162E"/>
    <w:rsid w:val="0051246D"/>
    <w:rsid w:val="00512865"/>
    <w:rsid w:val="00513B90"/>
    <w:rsid w:val="005144E9"/>
    <w:rsid w:val="00514821"/>
    <w:rsid w:val="005149CD"/>
    <w:rsid w:val="0051511A"/>
    <w:rsid w:val="0051594F"/>
    <w:rsid w:val="00515A9E"/>
    <w:rsid w:val="0051713D"/>
    <w:rsid w:val="005171EF"/>
    <w:rsid w:val="00517A8A"/>
    <w:rsid w:val="00520393"/>
    <w:rsid w:val="005219A2"/>
    <w:rsid w:val="00521BEA"/>
    <w:rsid w:val="00521CA6"/>
    <w:rsid w:val="00521F1B"/>
    <w:rsid w:val="005221F8"/>
    <w:rsid w:val="005226C5"/>
    <w:rsid w:val="005235B5"/>
    <w:rsid w:val="00523BA5"/>
    <w:rsid w:val="0052438B"/>
    <w:rsid w:val="00527E14"/>
    <w:rsid w:val="00527FDF"/>
    <w:rsid w:val="005307A4"/>
    <w:rsid w:val="00530FF1"/>
    <w:rsid w:val="00531709"/>
    <w:rsid w:val="00531733"/>
    <w:rsid w:val="00531D1A"/>
    <w:rsid w:val="00532F4D"/>
    <w:rsid w:val="00533751"/>
    <w:rsid w:val="00534338"/>
    <w:rsid w:val="005349F1"/>
    <w:rsid w:val="00534DC3"/>
    <w:rsid w:val="0053760A"/>
    <w:rsid w:val="00537E16"/>
    <w:rsid w:val="00540CE4"/>
    <w:rsid w:val="0054106C"/>
    <w:rsid w:val="005439A3"/>
    <w:rsid w:val="00543DC7"/>
    <w:rsid w:val="0054428B"/>
    <w:rsid w:val="00544B71"/>
    <w:rsid w:val="00544D39"/>
    <w:rsid w:val="00544E65"/>
    <w:rsid w:val="00545815"/>
    <w:rsid w:val="0054674F"/>
    <w:rsid w:val="00547222"/>
    <w:rsid w:val="0054751F"/>
    <w:rsid w:val="00550C66"/>
    <w:rsid w:val="00551188"/>
    <w:rsid w:val="0055322B"/>
    <w:rsid w:val="005539FA"/>
    <w:rsid w:val="00553A81"/>
    <w:rsid w:val="00554CF9"/>
    <w:rsid w:val="00555775"/>
    <w:rsid w:val="00555BCD"/>
    <w:rsid w:val="00557324"/>
    <w:rsid w:val="005579B3"/>
    <w:rsid w:val="00557E38"/>
    <w:rsid w:val="0056002A"/>
    <w:rsid w:val="005609E7"/>
    <w:rsid w:val="00561063"/>
    <w:rsid w:val="005623BF"/>
    <w:rsid w:val="005627B9"/>
    <w:rsid w:val="00562A2C"/>
    <w:rsid w:val="00563CC6"/>
    <w:rsid w:val="00563E48"/>
    <w:rsid w:val="005654D3"/>
    <w:rsid w:val="0056595D"/>
    <w:rsid w:val="005666F4"/>
    <w:rsid w:val="005668D5"/>
    <w:rsid w:val="00566F36"/>
    <w:rsid w:val="0057055A"/>
    <w:rsid w:val="0057086A"/>
    <w:rsid w:val="00570E4B"/>
    <w:rsid w:val="005712C2"/>
    <w:rsid w:val="0057134D"/>
    <w:rsid w:val="0057135E"/>
    <w:rsid w:val="00571FF8"/>
    <w:rsid w:val="005725ED"/>
    <w:rsid w:val="00572696"/>
    <w:rsid w:val="00572AA3"/>
    <w:rsid w:val="00572CDC"/>
    <w:rsid w:val="005738CB"/>
    <w:rsid w:val="0057392F"/>
    <w:rsid w:val="005741D6"/>
    <w:rsid w:val="005758D7"/>
    <w:rsid w:val="00576E2A"/>
    <w:rsid w:val="00580286"/>
    <w:rsid w:val="00580CFC"/>
    <w:rsid w:val="005817F1"/>
    <w:rsid w:val="00581849"/>
    <w:rsid w:val="00584054"/>
    <w:rsid w:val="00584CEB"/>
    <w:rsid w:val="0058538F"/>
    <w:rsid w:val="00585E9C"/>
    <w:rsid w:val="005863C9"/>
    <w:rsid w:val="00586882"/>
    <w:rsid w:val="00586B88"/>
    <w:rsid w:val="005870AF"/>
    <w:rsid w:val="005875A9"/>
    <w:rsid w:val="0059045E"/>
    <w:rsid w:val="00591508"/>
    <w:rsid w:val="00592325"/>
    <w:rsid w:val="00592763"/>
    <w:rsid w:val="0059348E"/>
    <w:rsid w:val="005937D2"/>
    <w:rsid w:val="00593977"/>
    <w:rsid w:val="00593B0E"/>
    <w:rsid w:val="00594AA9"/>
    <w:rsid w:val="0059577C"/>
    <w:rsid w:val="00595CE3"/>
    <w:rsid w:val="0059600D"/>
    <w:rsid w:val="00596A7F"/>
    <w:rsid w:val="00597454"/>
    <w:rsid w:val="00597881"/>
    <w:rsid w:val="005A0C55"/>
    <w:rsid w:val="005A0D83"/>
    <w:rsid w:val="005A1320"/>
    <w:rsid w:val="005A1E3C"/>
    <w:rsid w:val="005A2703"/>
    <w:rsid w:val="005A2DCE"/>
    <w:rsid w:val="005A3089"/>
    <w:rsid w:val="005A454F"/>
    <w:rsid w:val="005A53E5"/>
    <w:rsid w:val="005A53F9"/>
    <w:rsid w:val="005A5BBC"/>
    <w:rsid w:val="005A5C47"/>
    <w:rsid w:val="005A5D9A"/>
    <w:rsid w:val="005A6660"/>
    <w:rsid w:val="005A778F"/>
    <w:rsid w:val="005A7D81"/>
    <w:rsid w:val="005B0750"/>
    <w:rsid w:val="005B0D70"/>
    <w:rsid w:val="005B12AC"/>
    <w:rsid w:val="005B13E8"/>
    <w:rsid w:val="005B1751"/>
    <w:rsid w:val="005B2670"/>
    <w:rsid w:val="005B276D"/>
    <w:rsid w:val="005B313C"/>
    <w:rsid w:val="005B36EE"/>
    <w:rsid w:val="005B408F"/>
    <w:rsid w:val="005B4510"/>
    <w:rsid w:val="005B47FA"/>
    <w:rsid w:val="005B7108"/>
    <w:rsid w:val="005B73C6"/>
    <w:rsid w:val="005C05D1"/>
    <w:rsid w:val="005C08AF"/>
    <w:rsid w:val="005C0BCD"/>
    <w:rsid w:val="005C0D53"/>
    <w:rsid w:val="005C2195"/>
    <w:rsid w:val="005C2C94"/>
    <w:rsid w:val="005C30F4"/>
    <w:rsid w:val="005C379B"/>
    <w:rsid w:val="005C4887"/>
    <w:rsid w:val="005C4EEE"/>
    <w:rsid w:val="005C5221"/>
    <w:rsid w:val="005C5D03"/>
    <w:rsid w:val="005C68B5"/>
    <w:rsid w:val="005C7D01"/>
    <w:rsid w:val="005D03B5"/>
    <w:rsid w:val="005D1086"/>
    <w:rsid w:val="005D1EA2"/>
    <w:rsid w:val="005D26BD"/>
    <w:rsid w:val="005D2BBA"/>
    <w:rsid w:val="005D2F2A"/>
    <w:rsid w:val="005D4351"/>
    <w:rsid w:val="005D59B9"/>
    <w:rsid w:val="005D5B5E"/>
    <w:rsid w:val="005D687F"/>
    <w:rsid w:val="005D7AE5"/>
    <w:rsid w:val="005E138A"/>
    <w:rsid w:val="005E19C0"/>
    <w:rsid w:val="005E23AD"/>
    <w:rsid w:val="005E2542"/>
    <w:rsid w:val="005E320C"/>
    <w:rsid w:val="005E34E7"/>
    <w:rsid w:val="005E37A3"/>
    <w:rsid w:val="005E3ECB"/>
    <w:rsid w:val="005E5C72"/>
    <w:rsid w:val="005E63DE"/>
    <w:rsid w:val="005E6CBA"/>
    <w:rsid w:val="005F05D9"/>
    <w:rsid w:val="005F0E79"/>
    <w:rsid w:val="005F31F6"/>
    <w:rsid w:val="005F3320"/>
    <w:rsid w:val="005F3658"/>
    <w:rsid w:val="005F396C"/>
    <w:rsid w:val="005F3A4A"/>
    <w:rsid w:val="005F4FAF"/>
    <w:rsid w:val="005F56C6"/>
    <w:rsid w:val="005F5E41"/>
    <w:rsid w:val="005F7A5E"/>
    <w:rsid w:val="00600018"/>
    <w:rsid w:val="0060068B"/>
    <w:rsid w:val="00600B90"/>
    <w:rsid w:val="00603267"/>
    <w:rsid w:val="0060351D"/>
    <w:rsid w:val="00603AF7"/>
    <w:rsid w:val="00603D01"/>
    <w:rsid w:val="006040CD"/>
    <w:rsid w:val="0060473A"/>
    <w:rsid w:val="0060519F"/>
    <w:rsid w:val="006065D8"/>
    <w:rsid w:val="0060680D"/>
    <w:rsid w:val="00606BEE"/>
    <w:rsid w:val="00611868"/>
    <w:rsid w:val="00612230"/>
    <w:rsid w:val="006125CB"/>
    <w:rsid w:val="006125E2"/>
    <w:rsid w:val="00613CC0"/>
    <w:rsid w:val="00614319"/>
    <w:rsid w:val="00615AFA"/>
    <w:rsid w:val="00615F3A"/>
    <w:rsid w:val="00616599"/>
    <w:rsid w:val="00616D91"/>
    <w:rsid w:val="00617A77"/>
    <w:rsid w:val="00620B35"/>
    <w:rsid w:val="006211E0"/>
    <w:rsid w:val="00621838"/>
    <w:rsid w:val="0062193D"/>
    <w:rsid w:val="00623B81"/>
    <w:rsid w:val="00624D88"/>
    <w:rsid w:val="0062507B"/>
    <w:rsid w:val="006251CB"/>
    <w:rsid w:val="0062656A"/>
    <w:rsid w:val="00626651"/>
    <w:rsid w:val="00626F5C"/>
    <w:rsid w:val="00627B72"/>
    <w:rsid w:val="00630BD7"/>
    <w:rsid w:val="006322E7"/>
    <w:rsid w:val="00632C2C"/>
    <w:rsid w:val="00633797"/>
    <w:rsid w:val="006337DC"/>
    <w:rsid w:val="00633DE0"/>
    <w:rsid w:val="00634180"/>
    <w:rsid w:val="00634C1D"/>
    <w:rsid w:val="0063570B"/>
    <w:rsid w:val="00635867"/>
    <w:rsid w:val="006369F5"/>
    <w:rsid w:val="00640A0F"/>
    <w:rsid w:val="006410F6"/>
    <w:rsid w:val="00641A52"/>
    <w:rsid w:val="00643BD5"/>
    <w:rsid w:val="0064687F"/>
    <w:rsid w:val="00647160"/>
    <w:rsid w:val="006474F2"/>
    <w:rsid w:val="006475DD"/>
    <w:rsid w:val="006505AF"/>
    <w:rsid w:val="006505C8"/>
    <w:rsid w:val="00650A67"/>
    <w:rsid w:val="006521C2"/>
    <w:rsid w:val="00652933"/>
    <w:rsid w:val="00653742"/>
    <w:rsid w:val="00653B1B"/>
    <w:rsid w:val="00654E89"/>
    <w:rsid w:val="006555C5"/>
    <w:rsid w:val="006562B0"/>
    <w:rsid w:val="00656BAA"/>
    <w:rsid w:val="00656FEC"/>
    <w:rsid w:val="0065766E"/>
    <w:rsid w:val="006579EC"/>
    <w:rsid w:val="00661474"/>
    <w:rsid w:val="00661584"/>
    <w:rsid w:val="00661680"/>
    <w:rsid w:val="00662527"/>
    <w:rsid w:val="00662737"/>
    <w:rsid w:val="00662991"/>
    <w:rsid w:val="006631D9"/>
    <w:rsid w:val="00663C5C"/>
    <w:rsid w:val="00664BAA"/>
    <w:rsid w:val="00664E75"/>
    <w:rsid w:val="006655A7"/>
    <w:rsid w:val="00666572"/>
    <w:rsid w:val="00667248"/>
    <w:rsid w:val="00667E2A"/>
    <w:rsid w:val="00670137"/>
    <w:rsid w:val="00670281"/>
    <w:rsid w:val="006711FE"/>
    <w:rsid w:val="00671385"/>
    <w:rsid w:val="00671679"/>
    <w:rsid w:val="00671986"/>
    <w:rsid w:val="00671CD0"/>
    <w:rsid w:val="00671E4F"/>
    <w:rsid w:val="006723FE"/>
    <w:rsid w:val="006724BF"/>
    <w:rsid w:val="006727F6"/>
    <w:rsid w:val="006735C6"/>
    <w:rsid w:val="00673B58"/>
    <w:rsid w:val="00673F13"/>
    <w:rsid w:val="00674069"/>
    <w:rsid w:val="0067671E"/>
    <w:rsid w:val="0067749B"/>
    <w:rsid w:val="00677642"/>
    <w:rsid w:val="0067765B"/>
    <w:rsid w:val="00677EE6"/>
    <w:rsid w:val="006809B5"/>
    <w:rsid w:val="006811B3"/>
    <w:rsid w:val="0068168B"/>
    <w:rsid w:val="0068300B"/>
    <w:rsid w:val="0068353B"/>
    <w:rsid w:val="00684CCD"/>
    <w:rsid w:val="00685A51"/>
    <w:rsid w:val="00685BE5"/>
    <w:rsid w:val="00685D11"/>
    <w:rsid w:val="0068728F"/>
    <w:rsid w:val="0068751D"/>
    <w:rsid w:val="00690487"/>
    <w:rsid w:val="00691601"/>
    <w:rsid w:val="00693310"/>
    <w:rsid w:val="00694B66"/>
    <w:rsid w:val="006961B0"/>
    <w:rsid w:val="00696879"/>
    <w:rsid w:val="00696A38"/>
    <w:rsid w:val="00696A7A"/>
    <w:rsid w:val="00697501"/>
    <w:rsid w:val="00697BED"/>
    <w:rsid w:val="006A0405"/>
    <w:rsid w:val="006A0ED4"/>
    <w:rsid w:val="006A15DA"/>
    <w:rsid w:val="006A313B"/>
    <w:rsid w:val="006A4383"/>
    <w:rsid w:val="006A475C"/>
    <w:rsid w:val="006A6245"/>
    <w:rsid w:val="006A7433"/>
    <w:rsid w:val="006A7D9D"/>
    <w:rsid w:val="006B0799"/>
    <w:rsid w:val="006B0824"/>
    <w:rsid w:val="006B0FF7"/>
    <w:rsid w:val="006B124A"/>
    <w:rsid w:val="006B1BA1"/>
    <w:rsid w:val="006B28CE"/>
    <w:rsid w:val="006B2C06"/>
    <w:rsid w:val="006B2DCF"/>
    <w:rsid w:val="006B3F8D"/>
    <w:rsid w:val="006B4465"/>
    <w:rsid w:val="006B4826"/>
    <w:rsid w:val="006B4B65"/>
    <w:rsid w:val="006B5700"/>
    <w:rsid w:val="006B668D"/>
    <w:rsid w:val="006B6758"/>
    <w:rsid w:val="006B763B"/>
    <w:rsid w:val="006B7784"/>
    <w:rsid w:val="006C0902"/>
    <w:rsid w:val="006C1544"/>
    <w:rsid w:val="006C163C"/>
    <w:rsid w:val="006C1967"/>
    <w:rsid w:val="006C212D"/>
    <w:rsid w:val="006C34EE"/>
    <w:rsid w:val="006C3FA9"/>
    <w:rsid w:val="006C474E"/>
    <w:rsid w:val="006C4F36"/>
    <w:rsid w:val="006C5E70"/>
    <w:rsid w:val="006C5EE8"/>
    <w:rsid w:val="006D307C"/>
    <w:rsid w:val="006D4179"/>
    <w:rsid w:val="006D44B3"/>
    <w:rsid w:val="006D45E3"/>
    <w:rsid w:val="006D61C6"/>
    <w:rsid w:val="006D6FA5"/>
    <w:rsid w:val="006D7152"/>
    <w:rsid w:val="006D75FC"/>
    <w:rsid w:val="006D7980"/>
    <w:rsid w:val="006D7B25"/>
    <w:rsid w:val="006D7B78"/>
    <w:rsid w:val="006E03CC"/>
    <w:rsid w:val="006E0C0D"/>
    <w:rsid w:val="006E1078"/>
    <w:rsid w:val="006E1961"/>
    <w:rsid w:val="006E1C29"/>
    <w:rsid w:val="006E1D1F"/>
    <w:rsid w:val="006E1D31"/>
    <w:rsid w:val="006E2188"/>
    <w:rsid w:val="006E2AE2"/>
    <w:rsid w:val="006E35E0"/>
    <w:rsid w:val="006E3896"/>
    <w:rsid w:val="006E4489"/>
    <w:rsid w:val="006E5282"/>
    <w:rsid w:val="006E5318"/>
    <w:rsid w:val="006E57D1"/>
    <w:rsid w:val="006E6048"/>
    <w:rsid w:val="006E635D"/>
    <w:rsid w:val="006F0038"/>
    <w:rsid w:val="006F0B4F"/>
    <w:rsid w:val="006F15A6"/>
    <w:rsid w:val="006F1AFF"/>
    <w:rsid w:val="006F27CF"/>
    <w:rsid w:val="006F319E"/>
    <w:rsid w:val="006F3A00"/>
    <w:rsid w:val="006F3CD6"/>
    <w:rsid w:val="006F440C"/>
    <w:rsid w:val="006F4C17"/>
    <w:rsid w:val="00700630"/>
    <w:rsid w:val="00700A7A"/>
    <w:rsid w:val="00701254"/>
    <w:rsid w:val="0070149F"/>
    <w:rsid w:val="00702F79"/>
    <w:rsid w:val="007036AA"/>
    <w:rsid w:val="0070473E"/>
    <w:rsid w:val="0070523F"/>
    <w:rsid w:val="0070570F"/>
    <w:rsid w:val="00706C9C"/>
    <w:rsid w:val="00707BD2"/>
    <w:rsid w:val="0071047F"/>
    <w:rsid w:val="007110ED"/>
    <w:rsid w:val="00712390"/>
    <w:rsid w:val="00713455"/>
    <w:rsid w:val="007136B4"/>
    <w:rsid w:val="0071375E"/>
    <w:rsid w:val="007137B6"/>
    <w:rsid w:val="00713990"/>
    <w:rsid w:val="00713B0D"/>
    <w:rsid w:val="00713CA8"/>
    <w:rsid w:val="0071410A"/>
    <w:rsid w:val="00714634"/>
    <w:rsid w:val="00714B05"/>
    <w:rsid w:val="00716AEF"/>
    <w:rsid w:val="00717173"/>
    <w:rsid w:val="00717D9A"/>
    <w:rsid w:val="007204B1"/>
    <w:rsid w:val="0072128F"/>
    <w:rsid w:val="0072133E"/>
    <w:rsid w:val="007218F4"/>
    <w:rsid w:val="00722698"/>
    <w:rsid w:val="00722832"/>
    <w:rsid w:val="00723C88"/>
    <w:rsid w:val="00724348"/>
    <w:rsid w:val="00724535"/>
    <w:rsid w:val="00725B7E"/>
    <w:rsid w:val="007261CD"/>
    <w:rsid w:val="0072664D"/>
    <w:rsid w:val="00726D53"/>
    <w:rsid w:val="00727720"/>
    <w:rsid w:val="007278F6"/>
    <w:rsid w:val="00730280"/>
    <w:rsid w:val="00730567"/>
    <w:rsid w:val="00730ED3"/>
    <w:rsid w:val="00731D80"/>
    <w:rsid w:val="007325C6"/>
    <w:rsid w:val="00732C92"/>
    <w:rsid w:val="00732E17"/>
    <w:rsid w:val="007338B0"/>
    <w:rsid w:val="0073493D"/>
    <w:rsid w:val="007359ED"/>
    <w:rsid w:val="00737ACD"/>
    <w:rsid w:val="00737DC6"/>
    <w:rsid w:val="00740281"/>
    <w:rsid w:val="007402C2"/>
    <w:rsid w:val="00740DCE"/>
    <w:rsid w:val="00741A5F"/>
    <w:rsid w:val="00742412"/>
    <w:rsid w:val="007449AD"/>
    <w:rsid w:val="00745A0F"/>
    <w:rsid w:val="00747AE6"/>
    <w:rsid w:val="00747BB3"/>
    <w:rsid w:val="00750731"/>
    <w:rsid w:val="0075081F"/>
    <w:rsid w:val="007523D5"/>
    <w:rsid w:val="00752633"/>
    <w:rsid w:val="00752A24"/>
    <w:rsid w:val="00752E7D"/>
    <w:rsid w:val="00753739"/>
    <w:rsid w:val="007537FB"/>
    <w:rsid w:val="00753CE1"/>
    <w:rsid w:val="00754D67"/>
    <w:rsid w:val="00755C81"/>
    <w:rsid w:val="007566FC"/>
    <w:rsid w:val="0075718F"/>
    <w:rsid w:val="007610CF"/>
    <w:rsid w:val="00761703"/>
    <w:rsid w:val="0076231A"/>
    <w:rsid w:val="007631DE"/>
    <w:rsid w:val="007635B3"/>
    <w:rsid w:val="00763CA2"/>
    <w:rsid w:val="007649C8"/>
    <w:rsid w:val="00764D13"/>
    <w:rsid w:val="007652D8"/>
    <w:rsid w:val="00765F2C"/>
    <w:rsid w:val="00766AB2"/>
    <w:rsid w:val="00766AC0"/>
    <w:rsid w:val="00766E23"/>
    <w:rsid w:val="00767101"/>
    <w:rsid w:val="007674EB"/>
    <w:rsid w:val="0077087E"/>
    <w:rsid w:val="00770CA1"/>
    <w:rsid w:val="007717F8"/>
    <w:rsid w:val="00771AF3"/>
    <w:rsid w:val="00772142"/>
    <w:rsid w:val="00772160"/>
    <w:rsid w:val="0077291C"/>
    <w:rsid w:val="00772B98"/>
    <w:rsid w:val="00772E8C"/>
    <w:rsid w:val="00772E9D"/>
    <w:rsid w:val="0077385C"/>
    <w:rsid w:val="007738BF"/>
    <w:rsid w:val="0077415B"/>
    <w:rsid w:val="00774878"/>
    <w:rsid w:val="00774AE2"/>
    <w:rsid w:val="00774B53"/>
    <w:rsid w:val="00775E18"/>
    <w:rsid w:val="00776953"/>
    <w:rsid w:val="00776BFC"/>
    <w:rsid w:val="00777809"/>
    <w:rsid w:val="007803CF"/>
    <w:rsid w:val="007811CA"/>
    <w:rsid w:val="00781612"/>
    <w:rsid w:val="00781A5B"/>
    <w:rsid w:val="0078214B"/>
    <w:rsid w:val="00782FA1"/>
    <w:rsid w:val="00784312"/>
    <w:rsid w:val="007848F5"/>
    <w:rsid w:val="00784D00"/>
    <w:rsid w:val="00784F1C"/>
    <w:rsid w:val="00784F60"/>
    <w:rsid w:val="00786AA6"/>
    <w:rsid w:val="00786EFD"/>
    <w:rsid w:val="007873AE"/>
    <w:rsid w:val="007877C3"/>
    <w:rsid w:val="00790BBE"/>
    <w:rsid w:val="00792B24"/>
    <w:rsid w:val="0079339C"/>
    <w:rsid w:val="00793C91"/>
    <w:rsid w:val="00794099"/>
    <w:rsid w:val="007941A9"/>
    <w:rsid w:val="0079429A"/>
    <w:rsid w:val="00794681"/>
    <w:rsid w:val="00795981"/>
    <w:rsid w:val="00795DB8"/>
    <w:rsid w:val="007962CF"/>
    <w:rsid w:val="00796D8D"/>
    <w:rsid w:val="007A079F"/>
    <w:rsid w:val="007A0C9B"/>
    <w:rsid w:val="007A127D"/>
    <w:rsid w:val="007A13F8"/>
    <w:rsid w:val="007A2253"/>
    <w:rsid w:val="007A38F5"/>
    <w:rsid w:val="007A467F"/>
    <w:rsid w:val="007A4865"/>
    <w:rsid w:val="007A5DA0"/>
    <w:rsid w:val="007A697D"/>
    <w:rsid w:val="007A6A42"/>
    <w:rsid w:val="007A711F"/>
    <w:rsid w:val="007B059D"/>
    <w:rsid w:val="007B0E61"/>
    <w:rsid w:val="007B157C"/>
    <w:rsid w:val="007B1A75"/>
    <w:rsid w:val="007B1DDA"/>
    <w:rsid w:val="007B21EB"/>
    <w:rsid w:val="007B3D2B"/>
    <w:rsid w:val="007B3DE5"/>
    <w:rsid w:val="007B4C07"/>
    <w:rsid w:val="007B4D5A"/>
    <w:rsid w:val="007B5A01"/>
    <w:rsid w:val="007B6DC5"/>
    <w:rsid w:val="007C01C8"/>
    <w:rsid w:val="007C094D"/>
    <w:rsid w:val="007C0AA5"/>
    <w:rsid w:val="007C0AAE"/>
    <w:rsid w:val="007C0F43"/>
    <w:rsid w:val="007C1664"/>
    <w:rsid w:val="007C2469"/>
    <w:rsid w:val="007C29A3"/>
    <w:rsid w:val="007C2DFC"/>
    <w:rsid w:val="007C2FE0"/>
    <w:rsid w:val="007C350D"/>
    <w:rsid w:val="007C3FE4"/>
    <w:rsid w:val="007C465A"/>
    <w:rsid w:val="007C56DE"/>
    <w:rsid w:val="007C5935"/>
    <w:rsid w:val="007C5F15"/>
    <w:rsid w:val="007C60E0"/>
    <w:rsid w:val="007C6148"/>
    <w:rsid w:val="007C6E20"/>
    <w:rsid w:val="007C79AB"/>
    <w:rsid w:val="007C7C00"/>
    <w:rsid w:val="007D01F7"/>
    <w:rsid w:val="007D09B1"/>
    <w:rsid w:val="007D17B8"/>
    <w:rsid w:val="007D1868"/>
    <w:rsid w:val="007D1DA8"/>
    <w:rsid w:val="007D1F53"/>
    <w:rsid w:val="007D217A"/>
    <w:rsid w:val="007D22E3"/>
    <w:rsid w:val="007D34AB"/>
    <w:rsid w:val="007D459A"/>
    <w:rsid w:val="007D53E4"/>
    <w:rsid w:val="007D5CE6"/>
    <w:rsid w:val="007D6634"/>
    <w:rsid w:val="007D66A7"/>
    <w:rsid w:val="007D6F84"/>
    <w:rsid w:val="007D78FF"/>
    <w:rsid w:val="007D7AEC"/>
    <w:rsid w:val="007D7EFA"/>
    <w:rsid w:val="007E00A4"/>
    <w:rsid w:val="007E0568"/>
    <w:rsid w:val="007E0C75"/>
    <w:rsid w:val="007E0E6F"/>
    <w:rsid w:val="007E0E77"/>
    <w:rsid w:val="007E1175"/>
    <w:rsid w:val="007E12DE"/>
    <w:rsid w:val="007E1C30"/>
    <w:rsid w:val="007E1C96"/>
    <w:rsid w:val="007E20C0"/>
    <w:rsid w:val="007E2399"/>
    <w:rsid w:val="007E2AF8"/>
    <w:rsid w:val="007E344C"/>
    <w:rsid w:val="007E35C3"/>
    <w:rsid w:val="007E3FA7"/>
    <w:rsid w:val="007E4FF9"/>
    <w:rsid w:val="007E6824"/>
    <w:rsid w:val="007E71C2"/>
    <w:rsid w:val="007E7274"/>
    <w:rsid w:val="007E7B45"/>
    <w:rsid w:val="007F030E"/>
    <w:rsid w:val="007F0B5D"/>
    <w:rsid w:val="007F0C54"/>
    <w:rsid w:val="007F0CD9"/>
    <w:rsid w:val="007F0D4B"/>
    <w:rsid w:val="007F0D7F"/>
    <w:rsid w:val="007F0FEE"/>
    <w:rsid w:val="007F26C6"/>
    <w:rsid w:val="007F2888"/>
    <w:rsid w:val="007F6249"/>
    <w:rsid w:val="007F66EB"/>
    <w:rsid w:val="00800B89"/>
    <w:rsid w:val="00800D41"/>
    <w:rsid w:val="00801039"/>
    <w:rsid w:val="008012DF"/>
    <w:rsid w:val="00803B92"/>
    <w:rsid w:val="00804FB1"/>
    <w:rsid w:val="008053B8"/>
    <w:rsid w:val="00806CDD"/>
    <w:rsid w:val="00807017"/>
    <w:rsid w:val="00807599"/>
    <w:rsid w:val="00807604"/>
    <w:rsid w:val="00810676"/>
    <w:rsid w:val="00810BFA"/>
    <w:rsid w:val="00812E9E"/>
    <w:rsid w:val="008131CF"/>
    <w:rsid w:val="00813C62"/>
    <w:rsid w:val="00814027"/>
    <w:rsid w:val="00814B9A"/>
    <w:rsid w:val="00814F99"/>
    <w:rsid w:val="00815436"/>
    <w:rsid w:val="00816F31"/>
    <w:rsid w:val="00820E11"/>
    <w:rsid w:val="0082127D"/>
    <w:rsid w:val="00821DD5"/>
    <w:rsid w:val="00821F89"/>
    <w:rsid w:val="008224F0"/>
    <w:rsid w:val="00824321"/>
    <w:rsid w:val="00824833"/>
    <w:rsid w:val="008252AF"/>
    <w:rsid w:val="00825E6C"/>
    <w:rsid w:val="008265B4"/>
    <w:rsid w:val="008265C9"/>
    <w:rsid w:val="008306D1"/>
    <w:rsid w:val="008311C7"/>
    <w:rsid w:val="008329E2"/>
    <w:rsid w:val="0083341F"/>
    <w:rsid w:val="00833D66"/>
    <w:rsid w:val="00833DF1"/>
    <w:rsid w:val="008346F1"/>
    <w:rsid w:val="00834F4F"/>
    <w:rsid w:val="00834FFF"/>
    <w:rsid w:val="008351CB"/>
    <w:rsid w:val="00835DB4"/>
    <w:rsid w:val="0083611F"/>
    <w:rsid w:val="008408E0"/>
    <w:rsid w:val="008409F7"/>
    <w:rsid w:val="008427E0"/>
    <w:rsid w:val="0084391B"/>
    <w:rsid w:val="008440A6"/>
    <w:rsid w:val="0084415F"/>
    <w:rsid w:val="00844566"/>
    <w:rsid w:val="00844DA4"/>
    <w:rsid w:val="008465A1"/>
    <w:rsid w:val="008466C4"/>
    <w:rsid w:val="008474A4"/>
    <w:rsid w:val="00850FF1"/>
    <w:rsid w:val="0085149F"/>
    <w:rsid w:val="008535B8"/>
    <w:rsid w:val="00854C6D"/>
    <w:rsid w:val="00855943"/>
    <w:rsid w:val="00855C09"/>
    <w:rsid w:val="00855EDF"/>
    <w:rsid w:val="00855F71"/>
    <w:rsid w:val="0085619B"/>
    <w:rsid w:val="00857454"/>
    <w:rsid w:val="008601A8"/>
    <w:rsid w:val="0086095A"/>
    <w:rsid w:val="008609CB"/>
    <w:rsid w:val="008626E9"/>
    <w:rsid w:val="008637CF"/>
    <w:rsid w:val="00864451"/>
    <w:rsid w:val="00864683"/>
    <w:rsid w:val="008648B7"/>
    <w:rsid w:val="00864F0C"/>
    <w:rsid w:val="00865183"/>
    <w:rsid w:val="0086547A"/>
    <w:rsid w:val="008654CF"/>
    <w:rsid w:val="008667EB"/>
    <w:rsid w:val="00866C15"/>
    <w:rsid w:val="00867158"/>
    <w:rsid w:val="00867786"/>
    <w:rsid w:val="00867E58"/>
    <w:rsid w:val="0087034E"/>
    <w:rsid w:val="00870A79"/>
    <w:rsid w:val="00871D0C"/>
    <w:rsid w:val="00871E99"/>
    <w:rsid w:val="00872A76"/>
    <w:rsid w:val="00872A8D"/>
    <w:rsid w:val="00873963"/>
    <w:rsid w:val="00874CDE"/>
    <w:rsid w:val="00874F2F"/>
    <w:rsid w:val="0087525B"/>
    <w:rsid w:val="008752AB"/>
    <w:rsid w:val="0087561F"/>
    <w:rsid w:val="008756B8"/>
    <w:rsid w:val="0087692F"/>
    <w:rsid w:val="0088132F"/>
    <w:rsid w:val="00881407"/>
    <w:rsid w:val="00881485"/>
    <w:rsid w:val="0088151A"/>
    <w:rsid w:val="00881722"/>
    <w:rsid w:val="00881812"/>
    <w:rsid w:val="00883056"/>
    <w:rsid w:val="00883AC5"/>
    <w:rsid w:val="00884F74"/>
    <w:rsid w:val="008859D1"/>
    <w:rsid w:val="00885B2A"/>
    <w:rsid w:val="008860CA"/>
    <w:rsid w:val="00886202"/>
    <w:rsid w:val="008862CA"/>
    <w:rsid w:val="00886B6E"/>
    <w:rsid w:val="00886F3D"/>
    <w:rsid w:val="00887777"/>
    <w:rsid w:val="0089025D"/>
    <w:rsid w:val="00890C22"/>
    <w:rsid w:val="00891878"/>
    <w:rsid w:val="00892552"/>
    <w:rsid w:val="008926CD"/>
    <w:rsid w:val="00892AD9"/>
    <w:rsid w:val="00892CED"/>
    <w:rsid w:val="0089361B"/>
    <w:rsid w:val="00893EFF"/>
    <w:rsid w:val="00893F23"/>
    <w:rsid w:val="0089439B"/>
    <w:rsid w:val="0089473E"/>
    <w:rsid w:val="00894A45"/>
    <w:rsid w:val="008952DA"/>
    <w:rsid w:val="00895D7E"/>
    <w:rsid w:val="008965E2"/>
    <w:rsid w:val="008977BE"/>
    <w:rsid w:val="00897E41"/>
    <w:rsid w:val="008A03E2"/>
    <w:rsid w:val="008A0593"/>
    <w:rsid w:val="008A0EDD"/>
    <w:rsid w:val="008A16C6"/>
    <w:rsid w:val="008A1BAD"/>
    <w:rsid w:val="008A285A"/>
    <w:rsid w:val="008A2A62"/>
    <w:rsid w:val="008A34E1"/>
    <w:rsid w:val="008A357D"/>
    <w:rsid w:val="008A3674"/>
    <w:rsid w:val="008A391A"/>
    <w:rsid w:val="008A39D2"/>
    <w:rsid w:val="008A3D2B"/>
    <w:rsid w:val="008A424F"/>
    <w:rsid w:val="008A444C"/>
    <w:rsid w:val="008A4608"/>
    <w:rsid w:val="008A475B"/>
    <w:rsid w:val="008A4ADC"/>
    <w:rsid w:val="008A54F0"/>
    <w:rsid w:val="008A559E"/>
    <w:rsid w:val="008A7F3A"/>
    <w:rsid w:val="008B06D1"/>
    <w:rsid w:val="008B07FA"/>
    <w:rsid w:val="008B0A03"/>
    <w:rsid w:val="008B25A5"/>
    <w:rsid w:val="008B2AF2"/>
    <w:rsid w:val="008B2C84"/>
    <w:rsid w:val="008B40A6"/>
    <w:rsid w:val="008B4368"/>
    <w:rsid w:val="008B4D71"/>
    <w:rsid w:val="008B5689"/>
    <w:rsid w:val="008B7798"/>
    <w:rsid w:val="008C0DEF"/>
    <w:rsid w:val="008C1312"/>
    <w:rsid w:val="008C257C"/>
    <w:rsid w:val="008C2931"/>
    <w:rsid w:val="008C299F"/>
    <w:rsid w:val="008C3360"/>
    <w:rsid w:val="008C3808"/>
    <w:rsid w:val="008C4E37"/>
    <w:rsid w:val="008C4FBD"/>
    <w:rsid w:val="008C639E"/>
    <w:rsid w:val="008C7BF4"/>
    <w:rsid w:val="008C7D8C"/>
    <w:rsid w:val="008D0310"/>
    <w:rsid w:val="008D08E1"/>
    <w:rsid w:val="008D0CEA"/>
    <w:rsid w:val="008D1077"/>
    <w:rsid w:val="008D1880"/>
    <w:rsid w:val="008D1C26"/>
    <w:rsid w:val="008D235C"/>
    <w:rsid w:val="008D2BDA"/>
    <w:rsid w:val="008D3794"/>
    <w:rsid w:val="008D3B63"/>
    <w:rsid w:val="008D4F7C"/>
    <w:rsid w:val="008D5A2A"/>
    <w:rsid w:val="008D633F"/>
    <w:rsid w:val="008D642F"/>
    <w:rsid w:val="008D64B1"/>
    <w:rsid w:val="008D69E7"/>
    <w:rsid w:val="008D6B4A"/>
    <w:rsid w:val="008D770E"/>
    <w:rsid w:val="008E16CF"/>
    <w:rsid w:val="008E1D38"/>
    <w:rsid w:val="008E27EF"/>
    <w:rsid w:val="008E2944"/>
    <w:rsid w:val="008E2AD3"/>
    <w:rsid w:val="008E2CBF"/>
    <w:rsid w:val="008E44C5"/>
    <w:rsid w:val="008E50E2"/>
    <w:rsid w:val="008E5DAA"/>
    <w:rsid w:val="008E67DF"/>
    <w:rsid w:val="008E7071"/>
    <w:rsid w:val="008E7DFA"/>
    <w:rsid w:val="008F06FC"/>
    <w:rsid w:val="008F1FDE"/>
    <w:rsid w:val="008F2940"/>
    <w:rsid w:val="008F47D1"/>
    <w:rsid w:val="008F4FD4"/>
    <w:rsid w:val="008F5F4A"/>
    <w:rsid w:val="008F5F7E"/>
    <w:rsid w:val="008F7286"/>
    <w:rsid w:val="008F7773"/>
    <w:rsid w:val="00900066"/>
    <w:rsid w:val="009017BF"/>
    <w:rsid w:val="0090310D"/>
    <w:rsid w:val="00904DAB"/>
    <w:rsid w:val="00907025"/>
    <w:rsid w:val="00907FF4"/>
    <w:rsid w:val="009103E4"/>
    <w:rsid w:val="00910662"/>
    <w:rsid w:val="00913921"/>
    <w:rsid w:val="009148FB"/>
    <w:rsid w:val="00916383"/>
    <w:rsid w:val="00916AC0"/>
    <w:rsid w:val="009172C8"/>
    <w:rsid w:val="00917566"/>
    <w:rsid w:val="00917AE1"/>
    <w:rsid w:val="009205BA"/>
    <w:rsid w:val="00920DAC"/>
    <w:rsid w:val="00921014"/>
    <w:rsid w:val="009217DF"/>
    <w:rsid w:val="00921E62"/>
    <w:rsid w:val="009221AA"/>
    <w:rsid w:val="0092259E"/>
    <w:rsid w:val="0092325C"/>
    <w:rsid w:val="009233D7"/>
    <w:rsid w:val="00924061"/>
    <w:rsid w:val="00924F12"/>
    <w:rsid w:val="00924FE5"/>
    <w:rsid w:val="00925A9E"/>
    <w:rsid w:val="00925BF5"/>
    <w:rsid w:val="00925C7D"/>
    <w:rsid w:val="00926D5F"/>
    <w:rsid w:val="009275F1"/>
    <w:rsid w:val="00927EAB"/>
    <w:rsid w:val="0093071C"/>
    <w:rsid w:val="00931D0C"/>
    <w:rsid w:val="00933C17"/>
    <w:rsid w:val="00933F13"/>
    <w:rsid w:val="009345AE"/>
    <w:rsid w:val="00936452"/>
    <w:rsid w:val="009365DB"/>
    <w:rsid w:val="00936F69"/>
    <w:rsid w:val="009373DC"/>
    <w:rsid w:val="0093745F"/>
    <w:rsid w:val="00937A6E"/>
    <w:rsid w:val="00937BFC"/>
    <w:rsid w:val="00937F1C"/>
    <w:rsid w:val="0094046C"/>
    <w:rsid w:val="00940BAB"/>
    <w:rsid w:val="00941DED"/>
    <w:rsid w:val="00942E20"/>
    <w:rsid w:val="00943C1E"/>
    <w:rsid w:val="0094421D"/>
    <w:rsid w:val="00944378"/>
    <w:rsid w:val="0094538A"/>
    <w:rsid w:val="009475B5"/>
    <w:rsid w:val="009475D8"/>
    <w:rsid w:val="009502AF"/>
    <w:rsid w:val="00950900"/>
    <w:rsid w:val="0095176B"/>
    <w:rsid w:val="00952072"/>
    <w:rsid w:val="00952AD1"/>
    <w:rsid w:val="00953997"/>
    <w:rsid w:val="009544E7"/>
    <w:rsid w:val="009551DF"/>
    <w:rsid w:val="00955D01"/>
    <w:rsid w:val="00956540"/>
    <w:rsid w:val="00957FA1"/>
    <w:rsid w:val="00960A29"/>
    <w:rsid w:val="00960E72"/>
    <w:rsid w:val="00961B35"/>
    <w:rsid w:val="00962515"/>
    <w:rsid w:val="00962522"/>
    <w:rsid w:val="009639B5"/>
    <w:rsid w:val="00964091"/>
    <w:rsid w:val="00964460"/>
    <w:rsid w:val="009645CA"/>
    <w:rsid w:val="0096487D"/>
    <w:rsid w:val="00964897"/>
    <w:rsid w:val="00965368"/>
    <w:rsid w:val="009654AF"/>
    <w:rsid w:val="009655B1"/>
    <w:rsid w:val="0096600E"/>
    <w:rsid w:val="0096623C"/>
    <w:rsid w:val="0096662D"/>
    <w:rsid w:val="00966B96"/>
    <w:rsid w:val="00967576"/>
    <w:rsid w:val="009676BF"/>
    <w:rsid w:val="009713B0"/>
    <w:rsid w:val="00971690"/>
    <w:rsid w:val="00972628"/>
    <w:rsid w:val="00972B92"/>
    <w:rsid w:val="00973782"/>
    <w:rsid w:val="00973DE6"/>
    <w:rsid w:val="00973E75"/>
    <w:rsid w:val="0097551E"/>
    <w:rsid w:val="009760EC"/>
    <w:rsid w:val="009763C2"/>
    <w:rsid w:val="00976B75"/>
    <w:rsid w:val="0097703D"/>
    <w:rsid w:val="009801D5"/>
    <w:rsid w:val="0098333A"/>
    <w:rsid w:val="00983FFB"/>
    <w:rsid w:val="00984FA8"/>
    <w:rsid w:val="0098503A"/>
    <w:rsid w:val="0098770A"/>
    <w:rsid w:val="0099104B"/>
    <w:rsid w:val="00991D55"/>
    <w:rsid w:val="00991E4E"/>
    <w:rsid w:val="0099200A"/>
    <w:rsid w:val="0099204F"/>
    <w:rsid w:val="009924AA"/>
    <w:rsid w:val="00992660"/>
    <w:rsid w:val="009939E1"/>
    <w:rsid w:val="00993DCE"/>
    <w:rsid w:val="009943C7"/>
    <w:rsid w:val="00995847"/>
    <w:rsid w:val="0099616D"/>
    <w:rsid w:val="00996C21"/>
    <w:rsid w:val="00997106"/>
    <w:rsid w:val="00997FFB"/>
    <w:rsid w:val="009A15DB"/>
    <w:rsid w:val="009A2F4B"/>
    <w:rsid w:val="009A399B"/>
    <w:rsid w:val="009A443A"/>
    <w:rsid w:val="009A5578"/>
    <w:rsid w:val="009A5AC1"/>
    <w:rsid w:val="009A5ACD"/>
    <w:rsid w:val="009A6C4F"/>
    <w:rsid w:val="009B02CC"/>
    <w:rsid w:val="009B112F"/>
    <w:rsid w:val="009B1723"/>
    <w:rsid w:val="009B3290"/>
    <w:rsid w:val="009B3669"/>
    <w:rsid w:val="009B3705"/>
    <w:rsid w:val="009B5EA2"/>
    <w:rsid w:val="009B63FB"/>
    <w:rsid w:val="009B6AC0"/>
    <w:rsid w:val="009B6E7E"/>
    <w:rsid w:val="009B7A59"/>
    <w:rsid w:val="009C0062"/>
    <w:rsid w:val="009C0727"/>
    <w:rsid w:val="009C0E8D"/>
    <w:rsid w:val="009C125A"/>
    <w:rsid w:val="009C1AF4"/>
    <w:rsid w:val="009C1CFE"/>
    <w:rsid w:val="009C208F"/>
    <w:rsid w:val="009C2C93"/>
    <w:rsid w:val="009C56D0"/>
    <w:rsid w:val="009D05FD"/>
    <w:rsid w:val="009D0E66"/>
    <w:rsid w:val="009D0F6E"/>
    <w:rsid w:val="009D2173"/>
    <w:rsid w:val="009D3412"/>
    <w:rsid w:val="009D35FD"/>
    <w:rsid w:val="009D3CC9"/>
    <w:rsid w:val="009D4BC5"/>
    <w:rsid w:val="009D4C47"/>
    <w:rsid w:val="009D6969"/>
    <w:rsid w:val="009D6C8F"/>
    <w:rsid w:val="009D6F06"/>
    <w:rsid w:val="009D7B61"/>
    <w:rsid w:val="009D7FC9"/>
    <w:rsid w:val="009E03B9"/>
    <w:rsid w:val="009E0CDF"/>
    <w:rsid w:val="009E1C4A"/>
    <w:rsid w:val="009E27E1"/>
    <w:rsid w:val="009E2814"/>
    <w:rsid w:val="009E4A18"/>
    <w:rsid w:val="009E5AD2"/>
    <w:rsid w:val="009E5D00"/>
    <w:rsid w:val="009E6573"/>
    <w:rsid w:val="009F0136"/>
    <w:rsid w:val="009F0459"/>
    <w:rsid w:val="009F098C"/>
    <w:rsid w:val="009F139A"/>
    <w:rsid w:val="009F1423"/>
    <w:rsid w:val="009F246C"/>
    <w:rsid w:val="009F2913"/>
    <w:rsid w:val="009F2E72"/>
    <w:rsid w:val="009F2EFF"/>
    <w:rsid w:val="009F368D"/>
    <w:rsid w:val="009F3745"/>
    <w:rsid w:val="009F61A7"/>
    <w:rsid w:val="009F680C"/>
    <w:rsid w:val="009F6A29"/>
    <w:rsid w:val="009F6AFC"/>
    <w:rsid w:val="009F6CDD"/>
    <w:rsid w:val="00A0086C"/>
    <w:rsid w:val="00A00920"/>
    <w:rsid w:val="00A016E6"/>
    <w:rsid w:val="00A01DAF"/>
    <w:rsid w:val="00A03A64"/>
    <w:rsid w:val="00A03BD3"/>
    <w:rsid w:val="00A04062"/>
    <w:rsid w:val="00A04B61"/>
    <w:rsid w:val="00A04FBA"/>
    <w:rsid w:val="00A058D9"/>
    <w:rsid w:val="00A05DFA"/>
    <w:rsid w:val="00A10C5A"/>
    <w:rsid w:val="00A11F73"/>
    <w:rsid w:val="00A121BE"/>
    <w:rsid w:val="00A12892"/>
    <w:rsid w:val="00A12D68"/>
    <w:rsid w:val="00A133F1"/>
    <w:rsid w:val="00A1369E"/>
    <w:rsid w:val="00A14439"/>
    <w:rsid w:val="00A14659"/>
    <w:rsid w:val="00A146E0"/>
    <w:rsid w:val="00A15602"/>
    <w:rsid w:val="00A17489"/>
    <w:rsid w:val="00A202A8"/>
    <w:rsid w:val="00A206B2"/>
    <w:rsid w:val="00A2077E"/>
    <w:rsid w:val="00A2107E"/>
    <w:rsid w:val="00A212A6"/>
    <w:rsid w:val="00A22A33"/>
    <w:rsid w:val="00A22ADA"/>
    <w:rsid w:val="00A2360E"/>
    <w:rsid w:val="00A24009"/>
    <w:rsid w:val="00A24CFD"/>
    <w:rsid w:val="00A2500A"/>
    <w:rsid w:val="00A26D70"/>
    <w:rsid w:val="00A2700C"/>
    <w:rsid w:val="00A27360"/>
    <w:rsid w:val="00A27536"/>
    <w:rsid w:val="00A30E1D"/>
    <w:rsid w:val="00A3179D"/>
    <w:rsid w:val="00A31EC0"/>
    <w:rsid w:val="00A326D0"/>
    <w:rsid w:val="00A33B10"/>
    <w:rsid w:val="00A3477A"/>
    <w:rsid w:val="00A35542"/>
    <w:rsid w:val="00A36C39"/>
    <w:rsid w:val="00A36D1D"/>
    <w:rsid w:val="00A422C1"/>
    <w:rsid w:val="00A42616"/>
    <w:rsid w:val="00A4263A"/>
    <w:rsid w:val="00A42A5A"/>
    <w:rsid w:val="00A42EF5"/>
    <w:rsid w:val="00A44A0C"/>
    <w:rsid w:val="00A44BA1"/>
    <w:rsid w:val="00A45907"/>
    <w:rsid w:val="00A463CE"/>
    <w:rsid w:val="00A46A55"/>
    <w:rsid w:val="00A46A9A"/>
    <w:rsid w:val="00A46DF9"/>
    <w:rsid w:val="00A46ED6"/>
    <w:rsid w:val="00A4733F"/>
    <w:rsid w:val="00A47EB5"/>
    <w:rsid w:val="00A508FC"/>
    <w:rsid w:val="00A5150A"/>
    <w:rsid w:val="00A5153D"/>
    <w:rsid w:val="00A5175E"/>
    <w:rsid w:val="00A51A00"/>
    <w:rsid w:val="00A51F70"/>
    <w:rsid w:val="00A51FC4"/>
    <w:rsid w:val="00A5378F"/>
    <w:rsid w:val="00A544F3"/>
    <w:rsid w:val="00A548A6"/>
    <w:rsid w:val="00A55715"/>
    <w:rsid w:val="00A55C00"/>
    <w:rsid w:val="00A573BA"/>
    <w:rsid w:val="00A5744B"/>
    <w:rsid w:val="00A57D07"/>
    <w:rsid w:val="00A60AEE"/>
    <w:rsid w:val="00A60FFA"/>
    <w:rsid w:val="00A6193C"/>
    <w:rsid w:val="00A62837"/>
    <w:rsid w:val="00A62A25"/>
    <w:rsid w:val="00A62ED5"/>
    <w:rsid w:val="00A6325C"/>
    <w:rsid w:val="00A6325E"/>
    <w:rsid w:val="00A6359B"/>
    <w:rsid w:val="00A635B3"/>
    <w:rsid w:val="00A64882"/>
    <w:rsid w:val="00A6496F"/>
    <w:rsid w:val="00A65677"/>
    <w:rsid w:val="00A65779"/>
    <w:rsid w:val="00A660D0"/>
    <w:rsid w:val="00A6642E"/>
    <w:rsid w:val="00A66D93"/>
    <w:rsid w:val="00A67680"/>
    <w:rsid w:val="00A70E70"/>
    <w:rsid w:val="00A713F7"/>
    <w:rsid w:val="00A71967"/>
    <w:rsid w:val="00A720C3"/>
    <w:rsid w:val="00A721F3"/>
    <w:rsid w:val="00A724E6"/>
    <w:rsid w:val="00A72AFD"/>
    <w:rsid w:val="00A742A3"/>
    <w:rsid w:val="00A746A5"/>
    <w:rsid w:val="00A746C9"/>
    <w:rsid w:val="00A74959"/>
    <w:rsid w:val="00A755F5"/>
    <w:rsid w:val="00A75A81"/>
    <w:rsid w:val="00A75DAF"/>
    <w:rsid w:val="00A75EB9"/>
    <w:rsid w:val="00A76BEB"/>
    <w:rsid w:val="00A76DD3"/>
    <w:rsid w:val="00A77E05"/>
    <w:rsid w:val="00A77E9F"/>
    <w:rsid w:val="00A8017C"/>
    <w:rsid w:val="00A80DFE"/>
    <w:rsid w:val="00A82CBC"/>
    <w:rsid w:val="00A837C0"/>
    <w:rsid w:val="00A841B0"/>
    <w:rsid w:val="00A8463C"/>
    <w:rsid w:val="00A84CD7"/>
    <w:rsid w:val="00A84FEC"/>
    <w:rsid w:val="00A859CA"/>
    <w:rsid w:val="00A85F4E"/>
    <w:rsid w:val="00A86DCF"/>
    <w:rsid w:val="00A87098"/>
    <w:rsid w:val="00A87DA1"/>
    <w:rsid w:val="00A90254"/>
    <w:rsid w:val="00A90289"/>
    <w:rsid w:val="00A90314"/>
    <w:rsid w:val="00A90723"/>
    <w:rsid w:val="00A90892"/>
    <w:rsid w:val="00A90A52"/>
    <w:rsid w:val="00A9208B"/>
    <w:rsid w:val="00A92ADA"/>
    <w:rsid w:val="00A92B7E"/>
    <w:rsid w:val="00A92E5E"/>
    <w:rsid w:val="00A936D7"/>
    <w:rsid w:val="00A937D8"/>
    <w:rsid w:val="00A9397F"/>
    <w:rsid w:val="00A94746"/>
    <w:rsid w:val="00A94BE5"/>
    <w:rsid w:val="00A95954"/>
    <w:rsid w:val="00A95FC2"/>
    <w:rsid w:val="00A96B12"/>
    <w:rsid w:val="00A97344"/>
    <w:rsid w:val="00A97F15"/>
    <w:rsid w:val="00AA07A3"/>
    <w:rsid w:val="00AA1B55"/>
    <w:rsid w:val="00AA237C"/>
    <w:rsid w:val="00AA311E"/>
    <w:rsid w:val="00AA3713"/>
    <w:rsid w:val="00AA3821"/>
    <w:rsid w:val="00AA3B4B"/>
    <w:rsid w:val="00AA56E7"/>
    <w:rsid w:val="00AB07F1"/>
    <w:rsid w:val="00AB148A"/>
    <w:rsid w:val="00AB1B74"/>
    <w:rsid w:val="00AB1D75"/>
    <w:rsid w:val="00AB1F17"/>
    <w:rsid w:val="00AB2B53"/>
    <w:rsid w:val="00AB3656"/>
    <w:rsid w:val="00AB40CA"/>
    <w:rsid w:val="00AB4E24"/>
    <w:rsid w:val="00AB60D8"/>
    <w:rsid w:val="00AB60DF"/>
    <w:rsid w:val="00AB665C"/>
    <w:rsid w:val="00AC1088"/>
    <w:rsid w:val="00AC2479"/>
    <w:rsid w:val="00AC368C"/>
    <w:rsid w:val="00AC4E5B"/>
    <w:rsid w:val="00AC4ED8"/>
    <w:rsid w:val="00AC5566"/>
    <w:rsid w:val="00AC695F"/>
    <w:rsid w:val="00AC79E9"/>
    <w:rsid w:val="00AD01A0"/>
    <w:rsid w:val="00AD2038"/>
    <w:rsid w:val="00AD3DBB"/>
    <w:rsid w:val="00AD3ED0"/>
    <w:rsid w:val="00AD44EC"/>
    <w:rsid w:val="00AD4965"/>
    <w:rsid w:val="00AD49D7"/>
    <w:rsid w:val="00AD58C2"/>
    <w:rsid w:val="00AD5A31"/>
    <w:rsid w:val="00AD5AA0"/>
    <w:rsid w:val="00AD5E67"/>
    <w:rsid w:val="00AD6C05"/>
    <w:rsid w:val="00AD6EC6"/>
    <w:rsid w:val="00AE011A"/>
    <w:rsid w:val="00AE045A"/>
    <w:rsid w:val="00AE0B2B"/>
    <w:rsid w:val="00AE0E2E"/>
    <w:rsid w:val="00AE0FF8"/>
    <w:rsid w:val="00AE2E36"/>
    <w:rsid w:val="00AE3557"/>
    <w:rsid w:val="00AE3A92"/>
    <w:rsid w:val="00AE593A"/>
    <w:rsid w:val="00AE684F"/>
    <w:rsid w:val="00AE6F10"/>
    <w:rsid w:val="00AF0946"/>
    <w:rsid w:val="00AF0B43"/>
    <w:rsid w:val="00AF1000"/>
    <w:rsid w:val="00AF1167"/>
    <w:rsid w:val="00AF23EA"/>
    <w:rsid w:val="00AF298D"/>
    <w:rsid w:val="00AF2DA9"/>
    <w:rsid w:val="00AF2F0F"/>
    <w:rsid w:val="00AF38E0"/>
    <w:rsid w:val="00AF404B"/>
    <w:rsid w:val="00AF42BC"/>
    <w:rsid w:val="00AF44AD"/>
    <w:rsid w:val="00AF483C"/>
    <w:rsid w:val="00AF48B0"/>
    <w:rsid w:val="00AF5A1A"/>
    <w:rsid w:val="00AF619C"/>
    <w:rsid w:val="00AF62C0"/>
    <w:rsid w:val="00B006CE"/>
    <w:rsid w:val="00B009AC"/>
    <w:rsid w:val="00B0150A"/>
    <w:rsid w:val="00B0188E"/>
    <w:rsid w:val="00B018CA"/>
    <w:rsid w:val="00B01D30"/>
    <w:rsid w:val="00B02539"/>
    <w:rsid w:val="00B03261"/>
    <w:rsid w:val="00B035DB"/>
    <w:rsid w:val="00B03E3C"/>
    <w:rsid w:val="00B0405A"/>
    <w:rsid w:val="00B0449B"/>
    <w:rsid w:val="00B04FED"/>
    <w:rsid w:val="00B05299"/>
    <w:rsid w:val="00B055A2"/>
    <w:rsid w:val="00B05B4A"/>
    <w:rsid w:val="00B06080"/>
    <w:rsid w:val="00B07241"/>
    <w:rsid w:val="00B07720"/>
    <w:rsid w:val="00B07A5F"/>
    <w:rsid w:val="00B10753"/>
    <w:rsid w:val="00B10C54"/>
    <w:rsid w:val="00B117C0"/>
    <w:rsid w:val="00B11E02"/>
    <w:rsid w:val="00B12295"/>
    <w:rsid w:val="00B12889"/>
    <w:rsid w:val="00B12E0E"/>
    <w:rsid w:val="00B13619"/>
    <w:rsid w:val="00B14901"/>
    <w:rsid w:val="00B15264"/>
    <w:rsid w:val="00B155DA"/>
    <w:rsid w:val="00B16454"/>
    <w:rsid w:val="00B16588"/>
    <w:rsid w:val="00B16F81"/>
    <w:rsid w:val="00B17181"/>
    <w:rsid w:val="00B17233"/>
    <w:rsid w:val="00B172B2"/>
    <w:rsid w:val="00B20A52"/>
    <w:rsid w:val="00B22018"/>
    <w:rsid w:val="00B22BBB"/>
    <w:rsid w:val="00B230AE"/>
    <w:rsid w:val="00B23306"/>
    <w:rsid w:val="00B237A0"/>
    <w:rsid w:val="00B250E1"/>
    <w:rsid w:val="00B255A7"/>
    <w:rsid w:val="00B25727"/>
    <w:rsid w:val="00B259C2"/>
    <w:rsid w:val="00B27342"/>
    <w:rsid w:val="00B27CA1"/>
    <w:rsid w:val="00B27F04"/>
    <w:rsid w:val="00B3030F"/>
    <w:rsid w:val="00B323FE"/>
    <w:rsid w:val="00B343AA"/>
    <w:rsid w:val="00B34CF5"/>
    <w:rsid w:val="00B359F0"/>
    <w:rsid w:val="00B363EE"/>
    <w:rsid w:val="00B37829"/>
    <w:rsid w:val="00B37BD9"/>
    <w:rsid w:val="00B4033E"/>
    <w:rsid w:val="00B40C0B"/>
    <w:rsid w:val="00B40CC1"/>
    <w:rsid w:val="00B42B7F"/>
    <w:rsid w:val="00B4423E"/>
    <w:rsid w:val="00B44F4B"/>
    <w:rsid w:val="00B465AD"/>
    <w:rsid w:val="00B46D9A"/>
    <w:rsid w:val="00B51261"/>
    <w:rsid w:val="00B51612"/>
    <w:rsid w:val="00B51BD5"/>
    <w:rsid w:val="00B52C47"/>
    <w:rsid w:val="00B535B5"/>
    <w:rsid w:val="00B53673"/>
    <w:rsid w:val="00B5386F"/>
    <w:rsid w:val="00B53E0C"/>
    <w:rsid w:val="00B54687"/>
    <w:rsid w:val="00B54881"/>
    <w:rsid w:val="00B567A1"/>
    <w:rsid w:val="00B5732B"/>
    <w:rsid w:val="00B57509"/>
    <w:rsid w:val="00B57641"/>
    <w:rsid w:val="00B57A89"/>
    <w:rsid w:val="00B57C36"/>
    <w:rsid w:val="00B6010C"/>
    <w:rsid w:val="00B6029F"/>
    <w:rsid w:val="00B6151B"/>
    <w:rsid w:val="00B61C9B"/>
    <w:rsid w:val="00B621F0"/>
    <w:rsid w:val="00B62C3C"/>
    <w:rsid w:val="00B6316A"/>
    <w:rsid w:val="00B63219"/>
    <w:rsid w:val="00B63D76"/>
    <w:rsid w:val="00B642F1"/>
    <w:rsid w:val="00B64E1B"/>
    <w:rsid w:val="00B64FE8"/>
    <w:rsid w:val="00B6561B"/>
    <w:rsid w:val="00B65D85"/>
    <w:rsid w:val="00B66DDD"/>
    <w:rsid w:val="00B67157"/>
    <w:rsid w:val="00B67900"/>
    <w:rsid w:val="00B71889"/>
    <w:rsid w:val="00B71E00"/>
    <w:rsid w:val="00B72B47"/>
    <w:rsid w:val="00B72E4B"/>
    <w:rsid w:val="00B75940"/>
    <w:rsid w:val="00B76BEA"/>
    <w:rsid w:val="00B7768D"/>
    <w:rsid w:val="00B77C99"/>
    <w:rsid w:val="00B803DD"/>
    <w:rsid w:val="00B81353"/>
    <w:rsid w:val="00B8189F"/>
    <w:rsid w:val="00B81C18"/>
    <w:rsid w:val="00B8286D"/>
    <w:rsid w:val="00B82DB6"/>
    <w:rsid w:val="00B82FBC"/>
    <w:rsid w:val="00B82FDC"/>
    <w:rsid w:val="00B836AE"/>
    <w:rsid w:val="00B83991"/>
    <w:rsid w:val="00B83A84"/>
    <w:rsid w:val="00B844D6"/>
    <w:rsid w:val="00B84DD7"/>
    <w:rsid w:val="00B85121"/>
    <w:rsid w:val="00B8521F"/>
    <w:rsid w:val="00B85353"/>
    <w:rsid w:val="00B864C8"/>
    <w:rsid w:val="00B8746B"/>
    <w:rsid w:val="00B87B39"/>
    <w:rsid w:val="00B90396"/>
    <w:rsid w:val="00B905DD"/>
    <w:rsid w:val="00B91209"/>
    <w:rsid w:val="00B91839"/>
    <w:rsid w:val="00B928AF"/>
    <w:rsid w:val="00B9376B"/>
    <w:rsid w:val="00B93F6B"/>
    <w:rsid w:val="00B944C9"/>
    <w:rsid w:val="00B94D3B"/>
    <w:rsid w:val="00B973CA"/>
    <w:rsid w:val="00B97C17"/>
    <w:rsid w:val="00BA13B5"/>
    <w:rsid w:val="00BA15E9"/>
    <w:rsid w:val="00BA1870"/>
    <w:rsid w:val="00BA1C98"/>
    <w:rsid w:val="00BA232F"/>
    <w:rsid w:val="00BA383E"/>
    <w:rsid w:val="00BA3E42"/>
    <w:rsid w:val="00BA50DF"/>
    <w:rsid w:val="00BA6145"/>
    <w:rsid w:val="00BA618B"/>
    <w:rsid w:val="00BA6885"/>
    <w:rsid w:val="00BA6A5F"/>
    <w:rsid w:val="00BA72F7"/>
    <w:rsid w:val="00BB08F4"/>
    <w:rsid w:val="00BB0C1A"/>
    <w:rsid w:val="00BB1453"/>
    <w:rsid w:val="00BB1D8D"/>
    <w:rsid w:val="00BB2615"/>
    <w:rsid w:val="00BB2E09"/>
    <w:rsid w:val="00BB2F9F"/>
    <w:rsid w:val="00BB31F0"/>
    <w:rsid w:val="00BB4740"/>
    <w:rsid w:val="00BB49AA"/>
    <w:rsid w:val="00BB5B5B"/>
    <w:rsid w:val="00BB6014"/>
    <w:rsid w:val="00BB6DCF"/>
    <w:rsid w:val="00BC0FA9"/>
    <w:rsid w:val="00BC0FFE"/>
    <w:rsid w:val="00BC1C76"/>
    <w:rsid w:val="00BC351B"/>
    <w:rsid w:val="00BC3701"/>
    <w:rsid w:val="00BC419E"/>
    <w:rsid w:val="00BC611D"/>
    <w:rsid w:val="00BC7491"/>
    <w:rsid w:val="00BC7EE5"/>
    <w:rsid w:val="00BD0CDB"/>
    <w:rsid w:val="00BD1294"/>
    <w:rsid w:val="00BD2309"/>
    <w:rsid w:val="00BD35AC"/>
    <w:rsid w:val="00BD4162"/>
    <w:rsid w:val="00BD54BF"/>
    <w:rsid w:val="00BD7620"/>
    <w:rsid w:val="00BE0117"/>
    <w:rsid w:val="00BE0122"/>
    <w:rsid w:val="00BE14F4"/>
    <w:rsid w:val="00BE1932"/>
    <w:rsid w:val="00BE1944"/>
    <w:rsid w:val="00BE19CD"/>
    <w:rsid w:val="00BE2B40"/>
    <w:rsid w:val="00BE3062"/>
    <w:rsid w:val="00BE377E"/>
    <w:rsid w:val="00BE37D6"/>
    <w:rsid w:val="00BE3A93"/>
    <w:rsid w:val="00BE46C4"/>
    <w:rsid w:val="00BE4EB5"/>
    <w:rsid w:val="00BE4F0B"/>
    <w:rsid w:val="00BE56BD"/>
    <w:rsid w:val="00BE5B5C"/>
    <w:rsid w:val="00BF0390"/>
    <w:rsid w:val="00BF116F"/>
    <w:rsid w:val="00BF15EA"/>
    <w:rsid w:val="00BF16F4"/>
    <w:rsid w:val="00BF20BA"/>
    <w:rsid w:val="00BF2C74"/>
    <w:rsid w:val="00BF47AD"/>
    <w:rsid w:val="00BF48FD"/>
    <w:rsid w:val="00BF4C6A"/>
    <w:rsid w:val="00BF5351"/>
    <w:rsid w:val="00BF582D"/>
    <w:rsid w:val="00BF5FC3"/>
    <w:rsid w:val="00BF6E85"/>
    <w:rsid w:val="00BF7B3D"/>
    <w:rsid w:val="00C015A8"/>
    <w:rsid w:val="00C020E4"/>
    <w:rsid w:val="00C034F5"/>
    <w:rsid w:val="00C03C02"/>
    <w:rsid w:val="00C03F22"/>
    <w:rsid w:val="00C0434C"/>
    <w:rsid w:val="00C0541A"/>
    <w:rsid w:val="00C05477"/>
    <w:rsid w:val="00C07924"/>
    <w:rsid w:val="00C11B15"/>
    <w:rsid w:val="00C12206"/>
    <w:rsid w:val="00C12808"/>
    <w:rsid w:val="00C12D5C"/>
    <w:rsid w:val="00C134C6"/>
    <w:rsid w:val="00C138CF"/>
    <w:rsid w:val="00C143E5"/>
    <w:rsid w:val="00C14759"/>
    <w:rsid w:val="00C15203"/>
    <w:rsid w:val="00C17330"/>
    <w:rsid w:val="00C207EE"/>
    <w:rsid w:val="00C2184D"/>
    <w:rsid w:val="00C21EDC"/>
    <w:rsid w:val="00C21EF0"/>
    <w:rsid w:val="00C2272B"/>
    <w:rsid w:val="00C22E6D"/>
    <w:rsid w:val="00C22F17"/>
    <w:rsid w:val="00C23683"/>
    <w:rsid w:val="00C239B2"/>
    <w:rsid w:val="00C23A70"/>
    <w:rsid w:val="00C23AE0"/>
    <w:rsid w:val="00C24908"/>
    <w:rsid w:val="00C24B4D"/>
    <w:rsid w:val="00C25742"/>
    <w:rsid w:val="00C25AC6"/>
    <w:rsid w:val="00C25AEA"/>
    <w:rsid w:val="00C25E4B"/>
    <w:rsid w:val="00C26506"/>
    <w:rsid w:val="00C27783"/>
    <w:rsid w:val="00C309FA"/>
    <w:rsid w:val="00C324F8"/>
    <w:rsid w:val="00C33009"/>
    <w:rsid w:val="00C3317D"/>
    <w:rsid w:val="00C3363E"/>
    <w:rsid w:val="00C33793"/>
    <w:rsid w:val="00C33BC2"/>
    <w:rsid w:val="00C33C2B"/>
    <w:rsid w:val="00C340FB"/>
    <w:rsid w:val="00C3427E"/>
    <w:rsid w:val="00C34A1D"/>
    <w:rsid w:val="00C35A3D"/>
    <w:rsid w:val="00C3646D"/>
    <w:rsid w:val="00C366D5"/>
    <w:rsid w:val="00C372C1"/>
    <w:rsid w:val="00C37F8C"/>
    <w:rsid w:val="00C4001C"/>
    <w:rsid w:val="00C4016C"/>
    <w:rsid w:val="00C4020C"/>
    <w:rsid w:val="00C40B80"/>
    <w:rsid w:val="00C414EC"/>
    <w:rsid w:val="00C417B3"/>
    <w:rsid w:val="00C423E3"/>
    <w:rsid w:val="00C4275E"/>
    <w:rsid w:val="00C42DC5"/>
    <w:rsid w:val="00C441D6"/>
    <w:rsid w:val="00C453CA"/>
    <w:rsid w:val="00C45643"/>
    <w:rsid w:val="00C4732B"/>
    <w:rsid w:val="00C50E10"/>
    <w:rsid w:val="00C51AA8"/>
    <w:rsid w:val="00C52087"/>
    <w:rsid w:val="00C525BE"/>
    <w:rsid w:val="00C52AC4"/>
    <w:rsid w:val="00C52F96"/>
    <w:rsid w:val="00C53EB1"/>
    <w:rsid w:val="00C57A8F"/>
    <w:rsid w:val="00C57B6B"/>
    <w:rsid w:val="00C60227"/>
    <w:rsid w:val="00C62769"/>
    <w:rsid w:val="00C62B5A"/>
    <w:rsid w:val="00C63874"/>
    <w:rsid w:val="00C657C9"/>
    <w:rsid w:val="00C658A8"/>
    <w:rsid w:val="00C66E56"/>
    <w:rsid w:val="00C66ED8"/>
    <w:rsid w:val="00C67A7A"/>
    <w:rsid w:val="00C70F8B"/>
    <w:rsid w:val="00C71202"/>
    <w:rsid w:val="00C720B6"/>
    <w:rsid w:val="00C7216C"/>
    <w:rsid w:val="00C7296F"/>
    <w:rsid w:val="00C72F1E"/>
    <w:rsid w:val="00C73485"/>
    <w:rsid w:val="00C735FE"/>
    <w:rsid w:val="00C73FC4"/>
    <w:rsid w:val="00C743A2"/>
    <w:rsid w:val="00C74593"/>
    <w:rsid w:val="00C74F4E"/>
    <w:rsid w:val="00C750D5"/>
    <w:rsid w:val="00C75533"/>
    <w:rsid w:val="00C755CC"/>
    <w:rsid w:val="00C7570B"/>
    <w:rsid w:val="00C75924"/>
    <w:rsid w:val="00C75F7D"/>
    <w:rsid w:val="00C76F02"/>
    <w:rsid w:val="00C77E16"/>
    <w:rsid w:val="00C800E7"/>
    <w:rsid w:val="00C80743"/>
    <w:rsid w:val="00C80BB0"/>
    <w:rsid w:val="00C81187"/>
    <w:rsid w:val="00C81BC4"/>
    <w:rsid w:val="00C82305"/>
    <w:rsid w:val="00C82FA5"/>
    <w:rsid w:val="00C84883"/>
    <w:rsid w:val="00C853D5"/>
    <w:rsid w:val="00C85B6A"/>
    <w:rsid w:val="00C86A28"/>
    <w:rsid w:val="00C86B7D"/>
    <w:rsid w:val="00C8704A"/>
    <w:rsid w:val="00C872BF"/>
    <w:rsid w:val="00C8734D"/>
    <w:rsid w:val="00C873BE"/>
    <w:rsid w:val="00C87A94"/>
    <w:rsid w:val="00C87E18"/>
    <w:rsid w:val="00C90F23"/>
    <w:rsid w:val="00C90F49"/>
    <w:rsid w:val="00C90F9C"/>
    <w:rsid w:val="00C91EE4"/>
    <w:rsid w:val="00C9282D"/>
    <w:rsid w:val="00C9295F"/>
    <w:rsid w:val="00C931B8"/>
    <w:rsid w:val="00C931DC"/>
    <w:rsid w:val="00C936E9"/>
    <w:rsid w:val="00C9374E"/>
    <w:rsid w:val="00C939C1"/>
    <w:rsid w:val="00C953A6"/>
    <w:rsid w:val="00C95CA1"/>
    <w:rsid w:val="00C95CFD"/>
    <w:rsid w:val="00C95E01"/>
    <w:rsid w:val="00C96387"/>
    <w:rsid w:val="00C96AD8"/>
    <w:rsid w:val="00C96F66"/>
    <w:rsid w:val="00C9714B"/>
    <w:rsid w:val="00C9778F"/>
    <w:rsid w:val="00C97B94"/>
    <w:rsid w:val="00C97D3B"/>
    <w:rsid w:val="00C97F3A"/>
    <w:rsid w:val="00CA0385"/>
    <w:rsid w:val="00CA273E"/>
    <w:rsid w:val="00CA2805"/>
    <w:rsid w:val="00CA29BD"/>
    <w:rsid w:val="00CA2A3D"/>
    <w:rsid w:val="00CA449C"/>
    <w:rsid w:val="00CA4681"/>
    <w:rsid w:val="00CA5E16"/>
    <w:rsid w:val="00CA5E8D"/>
    <w:rsid w:val="00CA753A"/>
    <w:rsid w:val="00CA76DE"/>
    <w:rsid w:val="00CA7733"/>
    <w:rsid w:val="00CB0740"/>
    <w:rsid w:val="00CB0D71"/>
    <w:rsid w:val="00CB11D7"/>
    <w:rsid w:val="00CB1B6B"/>
    <w:rsid w:val="00CB28CE"/>
    <w:rsid w:val="00CB5439"/>
    <w:rsid w:val="00CB5950"/>
    <w:rsid w:val="00CB5989"/>
    <w:rsid w:val="00CB70D3"/>
    <w:rsid w:val="00CC04D7"/>
    <w:rsid w:val="00CC0731"/>
    <w:rsid w:val="00CC0D15"/>
    <w:rsid w:val="00CC0DF9"/>
    <w:rsid w:val="00CC147D"/>
    <w:rsid w:val="00CC1862"/>
    <w:rsid w:val="00CC2416"/>
    <w:rsid w:val="00CC2688"/>
    <w:rsid w:val="00CC2789"/>
    <w:rsid w:val="00CC294D"/>
    <w:rsid w:val="00CC2D5F"/>
    <w:rsid w:val="00CC3A3F"/>
    <w:rsid w:val="00CC5200"/>
    <w:rsid w:val="00CC57F7"/>
    <w:rsid w:val="00CC60CE"/>
    <w:rsid w:val="00CC74B6"/>
    <w:rsid w:val="00CC7F6E"/>
    <w:rsid w:val="00CD01CF"/>
    <w:rsid w:val="00CD0323"/>
    <w:rsid w:val="00CD06A1"/>
    <w:rsid w:val="00CD0A28"/>
    <w:rsid w:val="00CD0BBF"/>
    <w:rsid w:val="00CD0D89"/>
    <w:rsid w:val="00CD10AD"/>
    <w:rsid w:val="00CD142A"/>
    <w:rsid w:val="00CD2DD2"/>
    <w:rsid w:val="00CD34AE"/>
    <w:rsid w:val="00CD3BA9"/>
    <w:rsid w:val="00CD40B1"/>
    <w:rsid w:val="00CD5B2F"/>
    <w:rsid w:val="00CD6EFD"/>
    <w:rsid w:val="00CD7206"/>
    <w:rsid w:val="00CD788C"/>
    <w:rsid w:val="00CE0EBC"/>
    <w:rsid w:val="00CE11F3"/>
    <w:rsid w:val="00CE2C92"/>
    <w:rsid w:val="00CE3556"/>
    <w:rsid w:val="00CE3559"/>
    <w:rsid w:val="00CE3600"/>
    <w:rsid w:val="00CE45C3"/>
    <w:rsid w:val="00CE4D20"/>
    <w:rsid w:val="00CE53BE"/>
    <w:rsid w:val="00CE5940"/>
    <w:rsid w:val="00CE6ABB"/>
    <w:rsid w:val="00CE6C9B"/>
    <w:rsid w:val="00CE6D83"/>
    <w:rsid w:val="00CE7751"/>
    <w:rsid w:val="00CE7D2D"/>
    <w:rsid w:val="00CF1509"/>
    <w:rsid w:val="00CF2509"/>
    <w:rsid w:val="00CF33AA"/>
    <w:rsid w:val="00CF3680"/>
    <w:rsid w:val="00CF5E6C"/>
    <w:rsid w:val="00CF6A83"/>
    <w:rsid w:val="00CF6D92"/>
    <w:rsid w:val="00CF716E"/>
    <w:rsid w:val="00CF7FB1"/>
    <w:rsid w:val="00D00971"/>
    <w:rsid w:val="00D02742"/>
    <w:rsid w:val="00D04550"/>
    <w:rsid w:val="00D048A6"/>
    <w:rsid w:val="00D057D1"/>
    <w:rsid w:val="00D068C8"/>
    <w:rsid w:val="00D10BC5"/>
    <w:rsid w:val="00D1103B"/>
    <w:rsid w:val="00D11620"/>
    <w:rsid w:val="00D11679"/>
    <w:rsid w:val="00D11F8B"/>
    <w:rsid w:val="00D12EA4"/>
    <w:rsid w:val="00D13512"/>
    <w:rsid w:val="00D13BD7"/>
    <w:rsid w:val="00D13CF8"/>
    <w:rsid w:val="00D14C0B"/>
    <w:rsid w:val="00D15819"/>
    <w:rsid w:val="00D15971"/>
    <w:rsid w:val="00D15DCF"/>
    <w:rsid w:val="00D1635F"/>
    <w:rsid w:val="00D16596"/>
    <w:rsid w:val="00D1795B"/>
    <w:rsid w:val="00D17B7C"/>
    <w:rsid w:val="00D207B0"/>
    <w:rsid w:val="00D21F4A"/>
    <w:rsid w:val="00D22601"/>
    <w:rsid w:val="00D22C39"/>
    <w:rsid w:val="00D22CD7"/>
    <w:rsid w:val="00D22EA2"/>
    <w:rsid w:val="00D234DF"/>
    <w:rsid w:val="00D24C23"/>
    <w:rsid w:val="00D25F38"/>
    <w:rsid w:val="00D263BA"/>
    <w:rsid w:val="00D26D7B"/>
    <w:rsid w:val="00D272FB"/>
    <w:rsid w:val="00D27C40"/>
    <w:rsid w:val="00D27FC2"/>
    <w:rsid w:val="00D306C4"/>
    <w:rsid w:val="00D30F60"/>
    <w:rsid w:val="00D32186"/>
    <w:rsid w:val="00D33393"/>
    <w:rsid w:val="00D33DB1"/>
    <w:rsid w:val="00D33E33"/>
    <w:rsid w:val="00D35237"/>
    <w:rsid w:val="00D354EE"/>
    <w:rsid w:val="00D360CD"/>
    <w:rsid w:val="00D36A5E"/>
    <w:rsid w:val="00D36AB3"/>
    <w:rsid w:val="00D378A7"/>
    <w:rsid w:val="00D40E34"/>
    <w:rsid w:val="00D42137"/>
    <w:rsid w:val="00D423BA"/>
    <w:rsid w:val="00D435A4"/>
    <w:rsid w:val="00D44048"/>
    <w:rsid w:val="00D4418C"/>
    <w:rsid w:val="00D4420A"/>
    <w:rsid w:val="00D448BA"/>
    <w:rsid w:val="00D45A42"/>
    <w:rsid w:val="00D45BC5"/>
    <w:rsid w:val="00D465A8"/>
    <w:rsid w:val="00D469C5"/>
    <w:rsid w:val="00D4724D"/>
    <w:rsid w:val="00D47831"/>
    <w:rsid w:val="00D478A9"/>
    <w:rsid w:val="00D4791A"/>
    <w:rsid w:val="00D50C0A"/>
    <w:rsid w:val="00D52B0D"/>
    <w:rsid w:val="00D5307B"/>
    <w:rsid w:val="00D54103"/>
    <w:rsid w:val="00D551FA"/>
    <w:rsid w:val="00D5689A"/>
    <w:rsid w:val="00D57D10"/>
    <w:rsid w:val="00D57F47"/>
    <w:rsid w:val="00D57FD8"/>
    <w:rsid w:val="00D604FC"/>
    <w:rsid w:val="00D605A5"/>
    <w:rsid w:val="00D60707"/>
    <w:rsid w:val="00D60A6B"/>
    <w:rsid w:val="00D613A2"/>
    <w:rsid w:val="00D61E2B"/>
    <w:rsid w:val="00D62589"/>
    <w:rsid w:val="00D6333D"/>
    <w:rsid w:val="00D63902"/>
    <w:rsid w:val="00D63CEC"/>
    <w:rsid w:val="00D6590B"/>
    <w:rsid w:val="00D6787C"/>
    <w:rsid w:val="00D678CA"/>
    <w:rsid w:val="00D67EC2"/>
    <w:rsid w:val="00D7042C"/>
    <w:rsid w:val="00D704A5"/>
    <w:rsid w:val="00D71132"/>
    <w:rsid w:val="00D714A0"/>
    <w:rsid w:val="00D72C88"/>
    <w:rsid w:val="00D73424"/>
    <w:rsid w:val="00D7368F"/>
    <w:rsid w:val="00D73A2D"/>
    <w:rsid w:val="00D73F53"/>
    <w:rsid w:val="00D7587B"/>
    <w:rsid w:val="00D76248"/>
    <w:rsid w:val="00D7656D"/>
    <w:rsid w:val="00D77C7A"/>
    <w:rsid w:val="00D80BFA"/>
    <w:rsid w:val="00D80FD0"/>
    <w:rsid w:val="00D811BC"/>
    <w:rsid w:val="00D812CD"/>
    <w:rsid w:val="00D81610"/>
    <w:rsid w:val="00D83B1E"/>
    <w:rsid w:val="00D858B5"/>
    <w:rsid w:val="00D85B4D"/>
    <w:rsid w:val="00D85D84"/>
    <w:rsid w:val="00D86B8F"/>
    <w:rsid w:val="00D86E3F"/>
    <w:rsid w:val="00D87514"/>
    <w:rsid w:val="00D901E2"/>
    <w:rsid w:val="00D91087"/>
    <w:rsid w:val="00D913CB"/>
    <w:rsid w:val="00D91C13"/>
    <w:rsid w:val="00D9248B"/>
    <w:rsid w:val="00D92657"/>
    <w:rsid w:val="00D96368"/>
    <w:rsid w:val="00D96979"/>
    <w:rsid w:val="00D973F0"/>
    <w:rsid w:val="00D97878"/>
    <w:rsid w:val="00DA0FB9"/>
    <w:rsid w:val="00DA18C8"/>
    <w:rsid w:val="00DA1F90"/>
    <w:rsid w:val="00DA2259"/>
    <w:rsid w:val="00DA23A2"/>
    <w:rsid w:val="00DA4DD6"/>
    <w:rsid w:val="00DA57D5"/>
    <w:rsid w:val="00DA662B"/>
    <w:rsid w:val="00DA719F"/>
    <w:rsid w:val="00DB06A3"/>
    <w:rsid w:val="00DB09DD"/>
    <w:rsid w:val="00DB0C34"/>
    <w:rsid w:val="00DB0FE7"/>
    <w:rsid w:val="00DB1F79"/>
    <w:rsid w:val="00DB272E"/>
    <w:rsid w:val="00DB3351"/>
    <w:rsid w:val="00DB396C"/>
    <w:rsid w:val="00DB4718"/>
    <w:rsid w:val="00DB5E03"/>
    <w:rsid w:val="00DB6385"/>
    <w:rsid w:val="00DB68BC"/>
    <w:rsid w:val="00DB6D85"/>
    <w:rsid w:val="00DB6DBF"/>
    <w:rsid w:val="00DC04F0"/>
    <w:rsid w:val="00DC11F3"/>
    <w:rsid w:val="00DC1FDC"/>
    <w:rsid w:val="00DC3025"/>
    <w:rsid w:val="00DC31F8"/>
    <w:rsid w:val="00DC499C"/>
    <w:rsid w:val="00DC5AD1"/>
    <w:rsid w:val="00DC5D7B"/>
    <w:rsid w:val="00DC6260"/>
    <w:rsid w:val="00DC6996"/>
    <w:rsid w:val="00DC7F47"/>
    <w:rsid w:val="00DD011D"/>
    <w:rsid w:val="00DD016D"/>
    <w:rsid w:val="00DD01A6"/>
    <w:rsid w:val="00DD05B1"/>
    <w:rsid w:val="00DD1056"/>
    <w:rsid w:val="00DD125D"/>
    <w:rsid w:val="00DD242D"/>
    <w:rsid w:val="00DD2CB5"/>
    <w:rsid w:val="00DD395B"/>
    <w:rsid w:val="00DD3CD9"/>
    <w:rsid w:val="00DD407D"/>
    <w:rsid w:val="00DD4388"/>
    <w:rsid w:val="00DD50DB"/>
    <w:rsid w:val="00DD527D"/>
    <w:rsid w:val="00DD6577"/>
    <w:rsid w:val="00DD6EA5"/>
    <w:rsid w:val="00DE023A"/>
    <w:rsid w:val="00DE0E65"/>
    <w:rsid w:val="00DE1FFD"/>
    <w:rsid w:val="00DE260B"/>
    <w:rsid w:val="00DE27A6"/>
    <w:rsid w:val="00DE302D"/>
    <w:rsid w:val="00DE304D"/>
    <w:rsid w:val="00DE321F"/>
    <w:rsid w:val="00DE41FD"/>
    <w:rsid w:val="00DE4F29"/>
    <w:rsid w:val="00DE5C68"/>
    <w:rsid w:val="00DE5D25"/>
    <w:rsid w:val="00DE6908"/>
    <w:rsid w:val="00DE6CFF"/>
    <w:rsid w:val="00DE6D26"/>
    <w:rsid w:val="00DE739D"/>
    <w:rsid w:val="00DF0134"/>
    <w:rsid w:val="00DF31A2"/>
    <w:rsid w:val="00DF33E1"/>
    <w:rsid w:val="00DF33FF"/>
    <w:rsid w:val="00DF414F"/>
    <w:rsid w:val="00DF45CC"/>
    <w:rsid w:val="00DF46BA"/>
    <w:rsid w:val="00DF5FDA"/>
    <w:rsid w:val="00DF6041"/>
    <w:rsid w:val="00DF604D"/>
    <w:rsid w:val="00DF6645"/>
    <w:rsid w:val="00DF6A50"/>
    <w:rsid w:val="00DF7A88"/>
    <w:rsid w:val="00E00556"/>
    <w:rsid w:val="00E0061C"/>
    <w:rsid w:val="00E01DB2"/>
    <w:rsid w:val="00E02BB0"/>
    <w:rsid w:val="00E02C33"/>
    <w:rsid w:val="00E02F52"/>
    <w:rsid w:val="00E039C5"/>
    <w:rsid w:val="00E03D56"/>
    <w:rsid w:val="00E03ED6"/>
    <w:rsid w:val="00E0472C"/>
    <w:rsid w:val="00E051CB"/>
    <w:rsid w:val="00E06138"/>
    <w:rsid w:val="00E06F9D"/>
    <w:rsid w:val="00E0705B"/>
    <w:rsid w:val="00E078B6"/>
    <w:rsid w:val="00E079D1"/>
    <w:rsid w:val="00E07EF2"/>
    <w:rsid w:val="00E108C4"/>
    <w:rsid w:val="00E113A1"/>
    <w:rsid w:val="00E11739"/>
    <w:rsid w:val="00E12517"/>
    <w:rsid w:val="00E13194"/>
    <w:rsid w:val="00E1377C"/>
    <w:rsid w:val="00E15678"/>
    <w:rsid w:val="00E15C0B"/>
    <w:rsid w:val="00E15FF9"/>
    <w:rsid w:val="00E1655C"/>
    <w:rsid w:val="00E166A0"/>
    <w:rsid w:val="00E16A6A"/>
    <w:rsid w:val="00E16E3C"/>
    <w:rsid w:val="00E175F6"/>
    <w:rsid w:val="00E207EE"/>
    <w:rsid w:val="00E215FF"/>
    <w:rsid w:val="00E218CD"/>
    <w:rsid w:val="00E22E4B"/>
    <w:rsid w:val="00E232E2"/>
    <w:rsid w:val="00E23618"/>
    <w:rsid w:val="00E2374D"/>
    <w:rsid w:val="00E24AF8"/>
    <w:rsid w:val="00E24BFE"/>
    <w:rsid w:val="00E25ACA"/>
    <w:rsid w:val="00E25EAB"/>
    <w:rsid w:val="00E263E8"/>
    <w:rsid w:val="00E2682B"/>
    <w:rsid w:val="00E27C39"/>
    <w:rsid w:val="00E31898"/>
    <w:rsid w:val="00E31A8F"/>
    <w:rsid w:val="00E32308"/>
    <w:rsid w:val="00E34A68"/>
    <w:rsid w:val="00E34C45"/>
    <w:rsid w:val="00E35002"/>
    <w:rsid w:val="00E36265"/>
    <w:rsid w:val="00E376F2"/>
    <w:rsid w:val="00E37A51"/>
    <w:rsid w:val="00E404DE"/>
    <w:rsid w:val="00E40D66"/>
    <w:rsid w:val="00E42FD1"/>
    <w:rsid w:val="00E43942"/>
    <w:rsid w:val="00E44BB5"/>
    <w:rsid w:val="00E45FDB"/>
    <w:rsid w:val="00E47074"/>
    <w:rsid w:val="00E47F24"/>
    <w:rsid w:val="00E50059"/>
    <w:rsid w:val="00E50748"/>
    <w:rsid w:val="00E50D9A"/>
    <w:rsid w:val="00E516FC"/>
    <w:rsid w:val="00E519F8"/>
    <w:rsid w:val="00E51A76"/>
    <w:rsid w:val="00E51B31"/>
    <w:rsid w:val="00E52281"/>
    <w:rsid w:val="00E56F1D"/>
    <w:rsid w:val="00E56FA6"/>
    <w:rsid w:val="00E573B5"/>
    <w:rsid w:val="00E57B91"/>
    <w:rsid w:val="00E600FC"/>
    <w:rsid w:val="00E6035C"/>
    <w:rsid w:val="00E60739"/>
    <w:rsid w:val="00E61C26"/>
    <w:rsid w:val="00E61D41"/>
    <w:rsid w:val="00E61E85"/>
    <w:rsid w:val="00E61ED4"/>
    <w:rsid w:val="00E61F60"/>
    <w:rsid w:val="00E6243F"/>
    <w:rsid w:val="00E62747"/>
    <w:rsid w:val="00E62C5A"/>
    <w:rsid w:val="00E6392A"/>
    <w:rsid w:val="00E6658B"/>
    <w:rsid w:val="00E67CEF"/>
    <w:rsid w:val="00E704AB"/>
    <w:rsid w:val="00E70544"/>
    <w:rsid w:val="00E7129D"/>
    <w:rsid w:val="00E7213F"/>
    <w:rsid w:val="00E72CCA"/>
    <w:rsid w:val="00E7399D"/>
    <w:rsid w:val="00E73FD7"/>
    <w:rsid w:val="00E75E04"/>
    <w:rsid w:val="00E77408"/>
    <w:rsid w:val="00E77DFC"/>
    <w:rsid w:val="00E81EBB"/>
    <w:rsid w:val="00E82D7F"/>
    <w:rsid w:val="00E82FB8"/>
    <w:rsid w:val="00E833BA"/>
    <w:rsid w:val="00E8371D"/>
    <w:rsid w:val="00E838F9"/>
    <w:rsid w:val="00E84FCB"/>
    <w:rsid w:val="00E85260"/>
    <w:rsid w:val="00E8631A"/>
    <w:rsid w:val="00E8652F"/>
    <w:rsid w:val="00E86B69"/>
    <w:rsid w:val="00E90827"/>
    <w:rsid w:val="00E91641"/>
    <w:rsid w:val="00E91818"/>
    <w:rsid w:val="00E9212A"/>
    <w:rsid w:val="00E92A3F"/>
    <w:rsid w:val="00E93B80"/>
    <w:rsid w:val="00E943E3"/>
    <w:rsid w:val="00E9648D"/>
    <w:rsid w:val="00EA02C3"/>
    <w:rsid w:val="00EA0E88"/>
    <w:rsid w:val="00EA1044"/>
    <w:rsid w:val="00EA119B"/>
    <w:rsid w:val="00EA22C2"/>
    <w:rsid w:val="00EA3610"/>
    <w:rsid w:val="00EA48CA"/>
    <w:rsid w:val="00EA5A38"/>
    <w:rsid w:val="00EA60D1"/>
    <w:rsid w:val="00EA65A0"/>
    <w:rsid w:val="00EA660C"/>
    <w:rsid w:val="00EA7133"/>
    <w:rsid w:val="00EA780D"/>
    <w:rsid w:val="00EA7DD9"/>
    <w:rsid w:val="00EA7EBD"/>
    <w:rsid w:val="00EB0452"/>
    <w:rsid w:val="00EB1F4D"/>
    <w:rsid w:val="00EB22D2"/>
    <w:rsid w:val="00EB2B99"/>
    <w:rsid w:val="00EB4DBE"/>
    <w:rsid w:val="00EB549F"/>
    <w:rsid w:val="00EB54FF"/>
    <w:rsid w:val="00EB6235"/>
    <w:rsid w:val="00EB6550"/>
    <w:rsid w:val="00EB7475"/>
    <w:rsid w:val="00EC08E5"/>
    <w:rsid w:val="00EC1FE8"/>
    <w:rsid w:val="00EC5034"/>
    <w:rsid w:val="00EC542C"/>
    <w:rsid w:val="00EC57D2"/>
    <w:rsid w:val="00EC5A9C"/>
    <w:rsid w:val="00EC5B86"/>
    <w:rsid w:val="00EC64F2"/>
    <w:rsid w:val="00EC662F"/>
    <w:rsid w:val="00EC68F7"/>
    <w:rsid w:val="00EC6A6E"/>
    <w:rsid w:val="00ED08CC"/>
    <w:rsid w:val="00ED118E"/>
    <w:rsid w:val="00ED294A"/>
    <w:rsid w:val="00ED390E"/>
    <w:rsid w:val="00ED45B2"/>
    <w:rsid w:val="00ED4F59"/>
    <w:rsid w:val="00ED5F4F"/>
    <w:rsid w:val="00ED65FF"/>
    <w:rsid w:val="00ED7A16"/>
    <w:rsid w:val="00EE160D"/>
    <w:rsid w:val="00EE1A62"/>
    <w:rsid w:val="00EE1B07"/>
    <w:rsid w:val="00EE255D"/>
    <w:rsid w:val="00EE30E1"/>
    <w:rsid w:val="00EE332F"/>
    <w:rsid w:val="00EE5137"/>
    <w:rsid w:val="00EE54FA"/>
    <w:rsid w:val="00EE7A6C"/>
    <w:rsid w:val="00EF071A"/>
    <w:rsid w:val="00EF09EF"/>
    <w:rsid w:val="00EF0FB4"/>
    <w:rsid w:val="00EF129D"/>
    <w:rsid w:val="00EF2E8B"/>
    <w:rsid w:val="00EF523C"/>
    <w:rsid w:val="00EF5CB5"/>
    <w:rsid w:val="00EF7C30"/>
    <w:rsid w:val="00F001EF"/>
    <w:rsid w:val="00F00B0B"/>
    <w:rsid w:val="00F01029"/>
    <w:rsid w:val="00F026FE"/>
    <w:rsid w:val="00F03533"/>
    <w:rsid w:val="00F044DA"/>
    <w:rsid w:val="00F0496F"/>
    <w:rsid w:val="00F04FD7"/>
    <w:rsid w:val="00F052BE"/>
    <w:rsid w:val="00F061D5"/>
    <w:rsid w:val="00F06545"/>
    <w:rsid w:val="00F0683D"/>
    <w:rsid w:val="00F071E3"/>
    <w:rsid w:val="00F109F2"/>
    <w:rsid w:val="00F10E87"/>
    <w:rsid w:val="00F1174D"/>
    <w:rsid w:val="00F11861"/>
    <w:rsid w:val="00F134EB"/>
    <w:rsid w:val="00F1506A"/>
    <w:rsid w:val="00F1524C"/>
    <w:rsid w:val="00F15949"/>
    <w:rsid w:val="00F1703A"/>
    <w:rsid w:val="00F17C6F"/>
    <w:rsid w:val="00F20B84"/>
    <w:rsid w:val="00F20CF3"/>
    <w:rsid w:val="00F21346"/>
    <w:rsid w:val="00F22900"/>
    <w:rsid w:val="00F2350B"/>
    <w:rsid w:val="00F24181"/>
    <w:rsid w:val="00F249B1"/>
    <w:rsid w:val="00F24C92"/>
    <w:rsid w:val="00F25439"/>
    <w:rsid w:val="00F2548E"/>
    <w:rsid w:val="00F2646E"/>
    <w:rsid w:val="00F26EC9"/>
    <w:rsid w:val="00F2776E"/>
    <w:rsid w:val="00F30270"/>
    <w:rsid w:val="00F30B0B"/>
    <w:rsid w:val="00F3206B"/>
    <w:rsid w:val="00F325A7"/>
    <w:rsid w:val="00F32698"/>
    <w:rsid w:val="00F327E3"/>
    <w:rsid w:val="00F32D28"/>
    <w:rsid w:val="00F33464"/>
    <w:rsid w:val="00F33695"/>
    <w:rsid w:val="00F3377D"/>
    <w:rsid w:val="00F348B6"/>
    <w:rsid w:val="00F35669"/>
    <w:rsid w:val="00F368DC"/>
    <w:rsid w:val="00F3779D"/>
    <w:rsid w:val="00F40868"/>
    <w:rsid w:val="00F41D7C"/>
    <w:rsid w:val="00F420C9"/>
    <w:rsid w:val="00F42EBE"/>
    <w:rsid w:val="00F4453E"/>
    <w:rsid w:val="00F447A2"/>
    <w:rsid w:val="00F455DE"/>
    <w:rsid w:val="00F47A2B"/>
    <w:rsid w:val="00F51F94"/>
    <w:rsid w:val="00F52783"/>
    <w:rsid w:val="00F52ABB"/>
    <w:rsid w:val="00F53474"/>
    <w:rsid w:val="00F536D9"/>
    <w:rsid w:val="00F53AA2"/>
    <w:rsid w:val="00F53D39"/>
    <w:rsid w:val="00F547DF"/>
    <w:rsid w:val="00F54B4C"/>
    <w:rsid w:val="00F55890"/>
    <w:rsid w:val="00F5673D"/>
    <w:rsid w:val="00F571E0"/>
    <w:rsid w:val="00F5789A"/>
    <w:rsid w:val="00F6180B"/>
    <w:rsid w:val="00F61859"/>
    <w:rsid w:val="00F61E25"/>
    <w:rsid w:val="00F6250F"/>
    <w:rsid w:val="00F62DAD"/>
    <w:rsid w:val="00F63E12"/>
    <w:rsid w:val="00F644CB"/>
    <w:rsid w:val="00F65A53"/>
    <w:rsid w:val="00F6663A"/>
    <w:rsid w:val="00F66F28"/>
    <w:rsid w:val="00F6778A"/>
    <w:rsid w:val="00F6786F"/>
    <w:rsid w:val="00F70275"/>
    <w:rsid w:val="00F70353"/>
    <w:rsid w:val="00F70A5F"/>
    <w:rsid w:val="00F718A3"/>
    <w:rsid w:val="00F71A2E"/>
    <w:rsid w:val="00F72397"/>
    <w:rsid w:val="00F72C15"/>
    <w:rsid w:val="00F7397A"/>
    <w:rsid w:val="00F73BFF"/>
    <w:rsid w:val="00F752EB"/>
    <w:rsid w:val="00F753A0"/>
    <w:rsid w:val="00F75BE2"/>
    <w:rsid w:val="00F7640F"/>
    <w:rsid w:val="00F8032B"/>
    <w:rsid w:val="00F80621"/>
    <w:rsid w:val="00F81BDA"/>
    <w:rsid w:val="00F82193"/>
    <w:rsid w:val="00F82401"/>
    <w:rsid w:val="00F827B9"/>
    <w:rsid w:val="00F82C80"/>
    <w:rsid w:val="00F85135"/>
    <w:rsid w:val="00F86033"/>
    <w:rsid w:val="00F860B6"/>
    <w:rsid w:val="00F86347"/>
    <w:rsid w:val="00F87E51"/>
    <w:rsid w:val="00F9080E"/>
    <w:rsid w:val="00F90851"/>
    <w:rsid w:val="00F90A31"/>
    <w:rsid w:val="00F90E8B"/>
    <w:rsid w:val="00F9195D"/>
    <w:rsid w:val="00F92080"/>
    <w:rsid w:val="00F9342E"/>
    <w:rsid w:val="00F946AA"/>
    <w:rsid w:val="00F94F6F"/>
    <w:rsid w:val="00F951C0"/>
    <w:rsid w:val="00F953A7"/>
    <w:rsid w:val="00F956AD"/>
    <w:rsid w:val="00F958E7"/>
    <w:rsid w:val="00F95E7E"/>
    <w:rsid w:val="00F96494"/>
    <w:rsid w:val="00F96C1D"/>
    <w:rsid w:val="00F975BA"/>
    <w:rsid w:val="00F979C2"/>
    <w:rsid w:val="00F97F09"/>
    <w:rsid w:val="00FA2541"/>
    <w:rsid w:val="00FA27B0"/>
    <w:rsid w:val="00FA3EBE"/>
    <w:rsid w:val="00FA3FBF"/>
    <w:rsid w:val="00FA420B"/>
    <w:rsid w:val="00FA42EB"/>
    <w:rsid w:val="00FA496B"/>
    <w:rsid w:val="00FA4C65"/>
    <w:rsid w:val="00FA5C47"/>
    <w:rsid w:val="00FA5D28"/>
    <w:rsid w:val="00FA70D2"/>
    <w:rsid w:val="00FA7724"/>
    <w:rsid w:val="00FA79A3"/>
    <w:rsid w:val="00FB14B7"/>
    <w:rsid w:val="00FB2507"/>
    <w:rsid w:val="00FB32E9"/>
    <w:rsid w:val="00FB42C0"/>
    <w:rsid w:val="00FB4595"/>
    <w:rsid w:val="00FB4779"/>
    <w:rsid w:val="00FB4FAF"/>
    <w:rsid w:val="00FB5251"/>
    <w:rsid w:val="00FB5807"/>
    <w:rsid w:val="00FB63FA"/>
    <w:rsid w:val="00FB6767"/>
    <w:rsid w:val="00FB697F"/>
    <w:rsid w:val="00FB7911"/>
    <w:rsid w:val="00FB7A3D"/>
    <w:rsid w:val="00FC000E"/>
    <w:rsid w:val="00FC078E"/>
    <w:rsid w:val="00FC17B8"/>
    <w:rsid w:val="00FC1A0D"/>
    <w:rsid w:val="00FC1D28"/>
    <w:rsid w:val="00FC2FA8"/>
    <w:rsid w:val="00FC3C92"/>
    <w:rsid w:val="00FC4589"/>
    <w:rsid w:val="00FC50B5"/>
    <w:rsid w:val="00FC54E0"/>
    <w:rsid w:val="00FC5E74"/>
    <w:rsid w:val="00FC60C8"/>
    <w:rsid w:val="00FC661F"/>
    <w:rsid w:val="00FC6E74"/>
    <w:rsid w:val="00FC7B76"/>
    <w:rsid w:val="00FD0293"/>
    <w:rsid w:val="00FD03F4"/>
    <w:rsid w:val="00FD0A8C"/>
    <w:rsid w:val="00FD127F"/>
    <w:rsid w:val="00FD170D"/>
    <w:rsid w:val="00FD1937"/>
    <w:rsid w:val="00FD2638"/>
    <w:rsid w:val="00FD361C"/>
    <w:rsid w:val="00FD4BDD"/>
    <w:rsid w:val="00FD53AF"/>
    <w:rsid w:val="00FD56E0"/>
    <w:rsid w:val="00FD586C"/>
    <w:rsid w:val="00FD5C4A"/>
    <w:rsid w:val="00FD6B89"/>
    <w:rsid w:val="00FD7A48"/>
    <w:rsid w:val="00FD7D25"/>
    <w:rsid w:val="00FE0689"/>
    <w:rsid w:val="00FE1153"/>
    <w:rsid w:val="00FE1173"/>
    <w:rsid w:val="00FE2D6A"/>
    <w:rsid w:val="00FE30DB"/>
    <w:rsid w:val="00FE31F7"/>
    <w:rsid w:val="00FE6D98"/>
    <w:rsid w:val="00FE7711"/>
    <w:rsid w:val="00FF176B"/>
    <w:rsid w:val="00FF2DFC"/>
    <w:rsid w:val="00FF3524"/>
    <w:rsid w:val="00FF3ACB"/>
    <w:rsid w:val="00FF4923"/>
    <w:rsid w:val="00FF4941"/>
    <w:rsid w:val="00FF4B01"/>
    <w:rsid w:val="00FF5278"/>
    <w:rsid w:val="00FF617F"/>
    <w:rsid w:val="00FF6595"/>
    <w:rsid w:val="00FF74E5"/>
    <w:rsid w:val="00FF7B28"/>
    <w:rsid w:val="05730F09"/>
    <w:rsid w:val="1263782D"/>
    <w:rsid w:val="279CA788"/>
    <w:rsid w:val="2CE69C86"/>
    <w:rsid w:val="2EC460D8"/>
    <w:rsid w:val="3218DDBA"/>
    <w:rsid w:val="7439FFB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colormru v:ext="edit" colors="#34a3dc"/>
    </o:shapedefaults>
    <o:shapelayout v:ext="edit">
      <o:idmap v:ext="edit" data="1"/>
    </o:shapelayout>
  </w:shapeDefaults>
  <w:decimalSymbol w:val=","/>
  <w:listSeparator w:val=";"/>
  <w14:docId w14:val="6EE908EA"/>
  <w15:docId w15:val="{C8C4AAF0-F879-4333-9D43-4BAD50553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1" w:qFormat="1"/>
    <w:lsdException w:name="heading 5" w:uiPriority="1"/>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3"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4538A"/>
    <w:pPr>
      <w:spacing w:before="120" w:after="120"/>
      <w:jc w:val="both"/>
    </w:pPr>
    <w:rPr>
      <w:rFonts w:asciiTheme="minorHAnsi" w:hAnsiTheme="minorHAnsi"/>
      <w:sz w:val="22"/>
      <w:lang w:val="nl-NL"/>
    </w:rPr>
  </w:style>
  <w:style w:type="paragraph" w:styleId="Kop1">
    <w:name w:val="heading 1"/>
    <w:basedOn w:val="Standaard"/>
    <w:next w:val="Standaard"/>
    <w:link w:val="Kop1Char"/>
    <w:uiPriority w:val="9"/>
    <w:qFormat/>
    <w:rsid w:val="00CD0323"/>
    <w:pPr>
      <w:pageBreakBefore/>
      <w:numPr>
        <w:numId w:val="2"/>
      </w:numPr>
      <w:pBdr>
        <w:bottom w:val="single" w:sz="4" w:space="30" w:color="34A3DC"/>
      </w:pBdr>
      <w:spacing w:before="480" w:after="480"/>
      <w:jc w:val="center"/>
      <w:outlineLvl w:val="0"/>
    </w:pPr>
    <w:rPr>
      <w:rFonts w:asciiTheme="majorHAnsi" w:eastAsiaTheme="majorEastAsia" w:hAnsiTheme="majorHAnsi" w:cs="Arial"/>
      <w:b/>
      <w:caps/>
      <w:color w:val="34A3DC" w:themeColor="accent1"/>
      <w:sz w:val="26"/>
      <w:szCs w:val="32"/>
    </w:rPr>
  </w:style>
  <w:style w:type="paragraph" w:styleId="Kop2">
    <w:name w:val="heading 2"/>
    <w:basedOn w:val="Kop1"/>
    <w:next w:val="Standaard"/>
    <w:link w:val="Kop2Char"/>
    <w:uiPriority w:val="9"/>
    <w:qFormat/>
    <w:rsid w:val="00C931B8"/>
    <w:pPr>
      <w:keepNext/>
      <w:pageBreakBefore w:val="0"/>
      <w:numPr>
        <w:ilvl w:val="1"/>
      </w:numPr>
      <w:pBdr>
        <w:bottom w:val="none" w:sz="0" w:space="0" w:color="auto"/>
      </w:pBdr>
      <w:tabs>
        <w:tab w:val="clear" w:pos="3119"/>
        <w:tab w:val="num" w:pos="567"/>
        <w:tab w:val="left" w:pos="709"/>
      </w:tabs>
      <w:spacing w:after="240"/>
      <w:ind w:left="0"/>
      <w:contextualSpacing/>
      <w:jc w:val="left"/>
      <w:outlineLvl w:val="1"/>
    </w:pPr>
    <w:rPr>
      <w:caps w:val="0"/>
      <w:smallCaps/>
      <w:color w:val="auto"/>
      <w:sz w:val="22"/>
      <w:szCs w:val="28"/>
    </w:rPr>
  </w:style>
  <w:style w:type="paragraph" w:styleId="Kop3">
    <w:name w:val="heading 3"/>
    <w:basedOn w:val="Kop2"/>
    <w:next w:val="Standaard"/>
    <w:link w:val="Kop3Char"/>
    <w:uiPriority w:val="9"/>
    <w:qFormat/>
    <w:rsid w:val="000C2B48"/>
    <w:pPr>
      <w:numPr>
        <w:ilvl w:val="2"/>
      </w:numPr>
      <w:tabs>
        <w:tab w:val="clear" w:pos="709"/>
      </w:tabs>
      <w:outlineLvl w:val="2"/>
    </w:pPr>
    <w:rPr>
      <w:sz w:val="20"/>
    </w:rPr>
  </w:style>
  <w:style w:type="paragraph" w:styleId="Kop4">
    <w:name w:val="heading 4"/>
    <w:basedOn w:val="Standaard"/>
    <w:next w:val="Standaard"/>
    <w:link w:val="Kop4Char"/>
    <w:uiPriority w:val="1"/>
    <w:qFormat/>
    <w:rsid w:val="000C2B48"/>
    <w:pPr>
      <w:keepNext/>
      <w:numPr>
        <w:ilvl w:val="3"/>
        <w:numId w:val="2"/>
      </w:numPr>
      <w:spacing w:before="480" w:after="240"/>
      <w:outlineLvl w:val="3"/>
    </w:pPr>
    <w:rPr>
      <w:rFonts w:asciiTheme="majorHAnsi" w:hAnsiTheme="majorHAnsi"/>
      <w:b/>
      <w:lang w:val="nl-BE"/>
    </w:rPr>
  </w:style>
  <w:style w:type="paragraph" w:styleId="Kop5">
    <w:name w:val="heading 5"/>
    <w:basedOn w:val="Standaard"/>
    <w:next w:val="Standaard"/>
    <w:link w:val="Kop5Char"/>
    <w:uiPriority w:val="1"/>
    <w:rsid w:val="00C931B8"/>
    <w:pPr>
      <w:keepNext/>
      <w:spacing w:before="240" w:after="60"/>
      <w:outlineLvl w:val="4"/>
    </w:pPr>
    <w:rPr>
      <w:rFonts w:asciiTheme="majorHAnsi" w:hAnsiTheme="majorHAnsi"/>
      <w:b/>
      <w:bCs/>
      <w:i/>
      <w:iCs/>
      <w:sz w:val="20"/>
      <w:szCs w:val="26"/>
    </w:rPr>
  </w:style>
  <w:style w:type="paragraph" w:styleId="Kop6">
    <w:name w:val="heading 6"/>
    <w:basedOn w:val="Standaard"/>
    <w:next w:val="Standaard"/>
    <w:link w:val="Kop6Char"/>
    <w:rsid w:val="00716AEF"/>
    <w:pPr>
      <w:numPr>
        <w:ilvl w:val="5"/>
        <w:numId w:val="1"/>
      </w:numPr>
      <w:spacing w:before="240" w:after="60"/>
      <w:outlineLvl w:val="5"/>
    </w:pPr>
    <w:rPr>
      <w:i/>
    </w:rPr>
  </w:style>
  <w:style w:type="paragraph" w:styleId="Kop7">
    <w:name w:val="heading 7"/>
    <w:basedOn w:val="Standaard"/>
    <w:next w:val="Standaard"/>
    <w:link w:val="Kop7Char"/>
    <w:rsid w:val="00716AEF"/>
    <w:pPr>
      <w:numPr>
        <w:ilvl w:val="6"/>
        <w:numId w:val="1"/>
      </w:numPr>
      <w:spacing w:before="240" w:after="60"/>
      <w:outlineLvl w:val="6"/>
    </w:pPr>
    <w:rPr>
      <w:rFonts w:ascii="Arial" w:hAnsi="Arial"/>
    </w:rPr>
  </w:style>
  <w:style w:type="paragraph" w:styleId="Kop8">
    <w:name w:val="heading 8"/>
    <w:basedOn w:val="Standaard"/>
    <w:next w:val="Standaard"/>
    <w:link w:val="Kop8Char"/>
    <w:rsid w:val="00716AEF"/>
    <w:pPr>
      <w:numPr>
        <w:ilvl w:val="7"/>
        <w:numId w:val="1"/>
      </w:numPr>
      <w:spacing w:before="240" w:after="60"/>
      <w:outlineLvl w:val="7"/>
    </w:pPr>
    <w:rPr>
      <w:rFonts w:ascii="Arial" w:hAnsi="Arial"/>
      <w:i/>
    </w:rPr>
  </w:style>
  <w:style w:type="paragraph" w:styleId="Kop9">
    <w:name w:val="heading 9"/>
    <w:basedOn w:val="Standaard"/>
    <w:next w:val="Standaard"/>
    <w:link w:val="Kop9Char"/>
    <w:rsid w:val="00716AEF"/>
    <w:pPr>
      <w:numPr>
        <w:ilvl w:val="8"/>
        <w:numId w:val="1"/>
      </w:numPr>
      <w:spacing w:before="240" w:after="60"/>
      <w:outlineLvl w:val="8"/>
    </w:pPr>
    <w:rPr>
      <w:rFonts w:ascii="Arial" w:hAnsi="Arial"/>
      <w:b/>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D0323"/>
    <w:rPr>
      <w:rFonts w:asciiTheme="majorHAnsi" w:eastAsiaTheme="majorEastAsia" w:hAnsiTheme="majorHAnsi" w:cs="Arial"/>
      <w:b/>
      <w:caps/>
      <w:color w:val="34A3DC" w:themeColor="accent1"/>
      <w:sz w:val="26"/>
      <w:szCs w:val="32"/>
      <w:lang w:val="nl-NL"/>
    </w:rPr>
  </w:style>
  <w:style w:type="character" w:customStyle="1" w:styleId="Kop2Char">
    <w:name w:val="Kop 2 Char"/>
    <w:basedOn w:val="Standaardalinea-lettertype"/>
    <w:link w:val="Kop2"/>
    <w:uiPriority w:val="9"/>
    <w:rsid w:val="00C931B8"/>
    <w:rPr>
      <w:rFonts w:asciiTheme="majorHAnsi" w:eastAsiaTheme="majorEastAsia" w:hAnsiTheme="majorHAnsi" w:cs="Arial"/>
      <w:b/>
      <w:smallCaps/>
      <w:sz w:val="22"/>
      <w:szCs w:val="28"/>
      <w:lang w:val="nl-NL"/>
    </w:rPr>
  </w:style>
  <w:style w:type="character" w:customStyle="1" w:styleId="Kop3Char">
    <w:name w:val="Kop 3 Char"/>
    <w:basedOn w:val="Standaardalinea-lettertype"/>
    <w:link w:val="Kop3"/>
    <w:uiPriority w:val="9"/>
    <w:rsid w:val="000C2B48"/>
    <w:rPr>
      <w:rFonts w:asciiTheme="majorHAnsi" w:eastAsiaTheme="majorEastAsia" w:hAnsiTheme="majorHAnsi" w:cs="Arial"/>
      <w:b/>
      <w:smallCaps/>
      <w:szCs w:val="28"/>
      <w:lang w:val="nl-NL"/>
    </w:rPr>
  </w:style>
  <w:style w:type="character" w:customStyle="1" w:styleId="Kop4Char">
    <w:name w:val="Kop 4 Char"/>
    <w:basedOn w:val="Standaardalinea-lettertype"/>
    <w:link w:val="Kop4"/>
    <w:uiPriority w:val="1"/>
    <w:rsid w:val="000C2B48"/>
    <w:rPr>
      <w:rFonts w:asciiTheme="majorHAnsi" w:hAnsiTheme="majorHAnsi"/>
      <w:b/>
      <w:sz w:val="22"/>
      <w:lang w:val="nl-BE"/>
    </w:rPr>
  </w:style>
  <w:style w:type="character" w:customStyle="1" w:styleId="Kop5Char">
    <w:name w:val="Kop 5 Char"/>
    <w:basedOn w:val="Standaardalinea-lettertype"/>
    <w:link w:val="Kop5"/>
    <w:uiPriority w:val="1"/>
    <w:rsid w:val="00C931B8"/>
    <w:rPr>
      <w:rFonts w:asciiTheme="majorHAnsi" w:hAnsiTheme="majorHAnsi"/>
      <w:b/>
      <w:bCs/>
      <w:i/>
      <w:iCs/>
      <w:szCs w:val="26"/>
      <w:lang w:val="nl-NL"/>
    </w:rPr>
  </w:style>
  <w:style w:type="paragraph" w:styleId="Voettekst">
    <w:name w:val="footer"/>
    <w:aliases w:val="voorblad"/>
    <w:basedOn w:val="Standaard"/>
    <w:link w:val="VoettekstChar"/>
    <w:uiPriority w:val="99"/>
    <w:qFormat/>
    <w:rsid w:val="000C2B48"/>
    <w:pPr>
      <w:tabs>
        <w:tab w:val="center" w:pos="4320"/>
        <w:tab w:val="right" w:pos="8640"/>
      </w:tabs>
    </w:pPr>
    <w:rPr>
      <w:rFonts w:asciiTheme="majorHAnsi" w:hAnsiTheme="majorHAnsi"/>
    </w:rPr>
  </w:style>
  <w:style w:type="character" w:customStyle="1" w:styleId="VoettekstChar">
    <w:name w:val="Voettekst Char"/>
    <w:aliases w:val="voorblad Char"/>
    <w:basedOn w:val="Standaardalinea-lettertype"/>
    <w:link w:val="Voettekst"/>
    <w:uiPriority w:val="99"/>
    <w:locked/>
    <w:rsid w:val="000C2B48"/>
    <w:rPr>
      <w:rFonts w:asciiTheme="majorHAnsi" w:hAnsiTheme="majorHAnsi"/>
      <w:sz w:val="22"/>
      <w:lang w:val="nl-NL"/>
    </w:rPr>
  </w:style>
  <w:style w:type="paragraph" w:styleId="Koptekst">
    <w:name w:val="header"/>
    <w:aliases w:val="voor voorblad"/>
    <w:basedOn w:val="Standaard"/>
    <w:link w:val="KoptekstChar"/>
    <w:uiPriority w:val="99"/>
    <w:qFormat/>
    <w:rsid w:val="000C2B48"/>
    <w:pPr>
      <w:tabs>
        <w:tab w:val="center" w:pos="4819"/>
        <w:tab w:val="right" w:pos="9071"/>
      </w:tabs>
    </w:pPr>
    <w:rPr>
      <w:rFonts w:asciiTheme="majorHAnsi" w:hAnsiTheme="majorHAnsi"/>
    </w:rPr>
  </w:style>
  <w:style w:type="character" w:customStyle="1" w:styleId="KoptekstChar">
    <w:name w:val="Koptekst Char"/>
    <w:aliases w:val="voor voorblad Char"/>
    <w:basedOn w:val="Standaardalinea-lettertype"/>
    <w:link w:val="Koptekst"/>
    <w:uiPriority w:val="99"/>
    <w:rsid w:val="000C2B48"/>
    <w:rPr>
      <w:rFonts w:asciiTheme="majorHAnsi" w:hAnsiTheme="majorHAnsi"/>
      <w:sz w:val="22"/>
      <w:lang w:val="nl-NL"/>
    </w:rPr>
  </w:style>
  <w:style w:type="paragraph" w:styleId="Lijstmetafbeeldingen">
    <w:name w:val="table of figures"/>
    <w:basedOn w:val="Standaard"/>
    <w:next w:val="Standaard"/>
    <w:autoRedefine/>
    <w:uiPriority w:val="99"/>
    <w:rsid w:val="003756C0"/>
    <w:pPr>
      <w:tabs>
        <w:tab w:val="right" w:leader="underscore" w:pos="8891"/>
      </w:tabs>
      <w:ind w:left="440" w:hanging="440"/>
      <w:jc w:val="left"/>
    </w:pPr>
    <w:rPr>
      <w:bCs/>
    </w:rPr>
  </w:style>
  <w:style w:type="paragraph" w:styleId="Inhopg1">
    <w:name w:val="toc 1"/>
    <w:basedOn w:val="Standaard"/>
    <w:next w:val="Standaard"/>
    <w:autoRedefine/>
    <w:uiPriority w:val="39"/>
    <w:qFormat/>
    <w:rsid w:val="000C2B48"/>
    <w:pPr>
      <w:tabs>
        <w:tab w:val="right" w:leader="underscore" w:pos="8891"/>
      </w:tabs>
      <w:spacing w:before="240"/>
      <w:jc w:val="left"/>
    </w:pPr>
    <w:rPr>
      <w:b/>
      <w:bCs/>
    </w:rPr>
  </w:style>
  <w:style w:type="paragraph" w:styleId="Inhopg2">
    <w:name w:val="toc 2"/>
    <w:basedOn w:val="Standaard"/>
    <w:next w:val="Standaard"/>
    <w:autoRedefine/>
    <w:uiPriority w:val="39"/>
    <w:qFormat/>
    <w:rsid w:val="003316CB"/>
    <w:pPr>
      <w:tabs>
        <w:tab w:val="left" w:pos="851"/>
        <w:tab w:val="right" w:pos="8891"/>
      </w:tabs>
      <w:ind w:left="220"/>
      <w:jc w:val="left"/>
    </w:pPr>
    <w:rPr>
      <w:i/>
      <w:iCs/>
    </w:rPr>
  </w:style>
  <w:style w:type="paragraph" w:styleId="Inhopg3">
    <w:name w:val="toc 3"/>
    <w:basedOn w:val="Standaard"/>
    <w:next w:val="Standaard"/>
    <w:autoRedefine/>
    <w:uiPriority w:val="39"/>
    <w:qFormat/>
    <w:rsid w:val="000C2B48"/>
    <w:pPr>
      <w:tabs>
        <w:tab w:val="right" w:leader="underscore" w:pos="8891"/>
      </w:tabs>
      <w:ind w:left="440"/>
      <w:jc w:val="left"/>
    </w:pPr>
  </w:style>
  <w:style w:type="paragraph" w:styleId="Inhopg4">
    <w:name w:val="toc 4"/>
    <w:basedOn w:val="Standaard"/>
    <w:next w:val="Standaard"/>
    <w:autoRedefine/>
    <w:semiHidden/>
    <w:rsid w:val="008329E2"/>
    <w:pPr>
      <w:ind w:left="660"/>
      <w:jc w:val="left"/>
    </w:pPr>
  </w:style>
  <w:style w:type="character" w:styleId="Paginanummer">
    <w:name w:val="page number"/>
    <w:basedOn w:val="Standaardalinea-lettertype"/>
    <w:uiPriority w:val="3"/>
    <w:qFormat/>
    <w:rsid w:val="000C2B48"/>
    <w:rPr>
      <w:rFonts w:asciiTheme="minorHAnsi" w:hAnsiTheme="minorHAnsi"/>
      <w:color w:val="auto"/>
      <w:sz w:val="20"/>
      <w:szCs w:val="20"/>
    </w:rPr>
  </w:style>
  <w:style w:type="paragraph" w:styleId="Bijschrift">
    <w:name w:val="caption"/>
    <w:basedOn w:val="Standaard"/>
    <w:next w:val="Standaard"/>
    <w:autoRedefine/>
    <w:uiPriority w:val="35"/>
    <w:qFormat/>
    <w:rsid w:val="00360FD1"/>
    <w:pPr>
      <w:spacing w:before="180" w:after="180"/>
    </w:pPr>
    <w:rPr>
      <w:i/>
      <w:color w:val="000000" w:themeColor="text1"/>
    </w:rPr>
  </w:style>
  <w:style w:type="paragraph" w:styleId="Inhopg5">
    <w:name w:val="toc 5"/>
    <w:basedOn w:val="Standaard"/>
    <w:next w:val="Standaard"/>
    <w:autoRedefine/>
    <w:semiHidden/>
    <w:rsid w:val="00716AEF"/>
    <w:pPr>
      <w:ind w:left="880"/>
      <w:jc w:val="left"/>
    </w:pPr>
    <w:rPr>
      <w:rFonts w:ascii="Times New Roman" w:hAnsi="Times New Roman"/>
    </w:rPr>
  </w:style>
  <w:style w:type="paragraph" w:styleId="Inhopg6">
    <w:name w:val="toc 6"/>
    <w:basedOn w:val="Standaard"/>
    <w:next w:val="Standaard"/>
    <w:autoRedefine/>
    <w:semiHidden/>
    <w:rsid w:val="00716AEF"/>
    <w:pPr>
      <w:ind w:left="1100"/>
      <w:jc w:val="left"/>
    </w:pPr>
    <w:rPr>
      <w:rFonts w:ascii="Times New Roman" w:hAnsi="Times New Roman"/>
    </w:rPr>
  </w:style>
  <w:style w:type="paragraph" w:styleId="Inhopg7">
    <w:name w:val="toc 7"/>
    <w:basedOn w:val="Standaard"/>
    <w:next w:val="Standaard"/>
    <w:autoRedefine/>
    <w:semiHidden/>
    <w:rsid w:val="00716AEF"/>
    <w:pPr>
      <w:ind w:left="1320"/>
      <w:jc w:val="left"/>
    </w:pPr>
    <w:rPr>
      <w:rFonts w:ascii="Times New Roman" w:hAnsi="Times New Roman"/>
    </w:rPr>
  </w:style>
  <w:style w:type="paragraph" w:styleId="Inhopg8">
    <w:name w:val="toc 8"/>
    <w:basedOn w:val="Standaard"/>
    <w:next w:val="Standaard"/>
    <w:autoRedefine/>
    <w:semiHidden/>
    <w:rsid w:val="00716AEF"/>
    <w:pPr>
      <w:ind w:left="1540"/>
      <w:jc w:val="left"/>
    </w:pPr>
    <w:rPr>
      <w:rFonts w:ascii="Times New Roman" w:hAnsi="Times New Roman"/>
    </w:rPr>
  </w:style>
  <w:style w:type="paragraph" w:styleId="Inhopg9">
    <w:name w:val="toc 9"/>
    <w:basedOn w:val="Standaard"/>
    <w:next w:val="Standaard"/>
    <w:autoRedefine/>
    <w:semiHidden/>
    <w:rsid w:val="00716AEF"/>
    <w:pPr>
      <w:ind w:left="1760"/>
      <w:jc w:val="left"/>
    </w:pPr>
    <w:rPr>
      <w:rFonts w:ascii="Times New Roman" w:hAnsi="Times New Roman"/>
    </w:rPr>
  </w:style>
  <w:style w:type="character" w:styleId="Hyperlink">
    <w:name w:val="Hyperlink"/>
    <w:basedOn w:val="Standaardalinea-lettertype"/>
    <w:uiPriority w:val="99"/>
    <w:rsid w:val="00FF4B01"/>
    <w:rPr>
      <w:rFonts w:asciiTheme="minorHAnsi" w:hAnsiTheme="minorHAnsi"/>
      <w:color w:val="3366FF"/>
      <w:sz w:val="20"/>
      <w:szCs w:val="20"/>
      <w:u w:val="single"/>
    </w:rPr>
  </w:style>
  <w:style w:type="paragraph" w:styleId="Ballontekst">
    <w:name w:val="Balloon Text"/>
    <w:basedOn w:val="Standaard"/>
    <w:link w:val="BallontekstChar"/>
    <w:uiPriority w:val="99"/>
    <w:semiHidden/>
    <w:rsid w:val="00B52C47"/>
    <w:rPr>
      <w:rFonts w:cs="Tahoma"/>
      <w:sz w:val="16"/>
      <w:szCs w:val="16"/>
    </w:rPr>
  </w:style>
  <w:style w:type="character" w:customStyle="1" w:styleId="BallontekstChar">
    <w:name w:val="Ballontekst Char"/>
    <w:basedOn w:val="Standaardalinea-lettertype"/>
    <w:link w:val="Ballontekst"/>
    <w:uiPriority w:val="99"/>
    <w:semiHidden/>
    <w:rsid w:val="006D75FC"/>
    <w:rPr>
      <w:rFonts w:asciiTheme="minorHAnsi" w:hAnsiTheme="minorHAnsi" w:cs="Tahoma"/>
      <w:sz w:val="16"/>
      <w:szCs w:val="16"/>
      <w:lang w:val="nl-NL"/>
    </w:rPr>
  </w:style>
  <w:style w:type="paragraph" w:customStyle="1" w:styleId="SubtitelRapport">
    <w:name w:val="Subtitel Rapport"/>
    <w:basedOn w:val="Standaard"/>
    <w:uiPriority w:val="2"/>
    <w:qFormat/>
    <w:rsid w:val="000C2B48"/>
    <w:pPr>
      <w:jc w:val="center"/>
    </w:pPr>
    <w:rPr>
      <w:rFonts w:asciiTheme="majorHAnsi" w:hAnsiTheme="majorHAnsi"/>
      <w:b/>
      <w:bCs/>
      <w:smallCaps/>
      <w:sz w:val="28"/>
      <w:szCs w:val="28"/>
    </w:rPr>
  </w:style>
  <w:style w:type="paragraph" w:customStyle="1" w:styleId="Auteurs">
    <w:name w:val="Auteurs"/>
    <w:basedOn w:val="Standaard"/>
    <w:rsid w:val="00917566"/>
    <w:pPr>
      <w:jc w:val="center"/>
    </w:pPr>
    <w:rPr>
      <w:b/>
      <w:bCs/>
    </w:rPr>
  </w:style>
  <w:style w:type="paragraph" w:customStyle="1" w:styleId="Kopnummer4">
    <w:name w:val="Kop nummer 4"/>
    <w:basedOn w:val="Kop4"/>
    <w:next w:val="Standaard"/>
    <w:link w:val="Kopnummer4Char"/>
    <w:semiHidden/>
    <w:rsid w:val="00BF15EA"/>
    <w:pPr>
      <w:tabs>
        <w:tab w:val="num" w:pos="340"/>
      </w:tabs>
      <w:ind w:left="340" w:hanging="340"/>
    </w:pPr>
  </w:style>
  <w:style w:type="character" w:customStyle="1" w:styleId="Kopnummer4Char">
    <w:name w:val="Kop nummer 4 Char"/>
    <w:basedOn w:val="Standaardalinea-lettertype"/>
    <w:link w:val="Kopnummer4"/>
    <w:semiHidden/>
    <w:rsid w:val="00BF15EA"/>
    <w:rPr>
      <w:rFonts w:asciiTheme="majorHAnsi" w:hAnsiTheme="majorHAnsi"/>
      <w:b/>
      <w:sz w:val="22"/>
      <w:lang w:val="nl-BE"/>
    </w:rPr>
  </w:style>
  <w:style w:type="paragraph" w:styleId="Eindnoottekst">
    <w:name w:val="endnote text"/>
    <w:basedOn w:val="Standaard"/>
    <w:link w:val="EindnoottekstChar"/>
    <w:rsid w:val="00917566"/>
  </w:style>
  <w:style w:type="character" w:styleId="Eindnootmarkering">
    <w:name w:val="endnote reference"/>
    <w:basedOn w:val="Standaardalinea-lettertype"/>
    <w:rsid w:val="00894A45"/>
    <w:rPr>
      <w:rFonts w:ascii="Verdana" w:hAnsi="Verdana"/>
      <w:dstrike w:val="0"/>
      <w:sz w:val="24"/>
      <w:szCs w:val="24"/>
      <w:vertAlign w:val="baseline"/>
    </w:rPr>
  </w:style>
  <w:style w:type="table" w:styleId="Professioneletabel">
    <w:name w:val="Table Professional"/>
    <w:basedOn w:val="Standaardtabel"/>
    <w:semiHidden/>
    <w:rsid w:val="00EB549F"/>
    <w:pPr>
      <w:jc w:val="both"/>
    </w:pPr>
    <w:rPr>
      <w:rFonts w:ascii="Verdana" w:hAnsi="Verdana"/>
      <w:sz w:val="24"/>
      <w:szCs w:val="16"/>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vAlign w:val="center"/>
    </w:tcPr>
    <w:tblStylePr w:type="firstRow">
      <w:pPr>
        <w:wordWrap/>
      </w:pPr>
      <w:rPr>
        <w:b/>
        <w:bCs/>
        <w:color w:val="FFFFFF"/>
      </w:rPr>
      <w:tblPr/>
      <w:tcPr>
        <w:tcBorders>
          <w:top w:val="nil"/>
          <w:left w:val="nil"/>
          <w:bottom w:val="nil"/>
          <w:right w:val="nil"/>
          <w:insideH w:val="nil"/>
          <w:insideV w:val="nil"/>
          <w:tl2br w:val="nil"/>
          <w:tr2bl w:val="nil"/>
        </w:tcBorders>
        <w:shd w:val="clear" w:color="auto" w:fill="000000"/>
      </w:tcPr>
    </w:tblStylePr>
    <w:tblStylePr w:type="lastRow">
      <w:rPr>
        <w:b w:val="0"/>
      </w:rPr>
    </w:tblStylePr>
    <w:tblStylePr w:type="firstCol">
      <w:rPr>
        <w:i w:val="0"/>
      </w:rPr>
    </w:tblStylePr>
  </w:style>
  <w:style w:type="paragraph" w:customStyle="1" w:styleId="opsomming">
    <w:name w:val="opsomming"/>
    <w:basedOn w:val="Standaard"/>
    <w:semiHidden/>
    <w:rsid w:val="006562B0"/>
  </w:style>
  <w:style w:type="paragraph" w:customStyle="1" w:styleId="opsommingen">
    <w:name w:val="opsommingen"/>
    <w:basedOn w:val="Standaard"/>
    <w:uiPriority w:val="3"/>
    <w:qFormat/>
    <w:rsid w:val="000C2B48"/>
    <w:pPr>
      <w:tabs>
        <w:tab w:val="num" w:pos="720"/>
      </w:tabs>
      <w:ind w:left="720" w:hanging="360"/>
    </w:pPr>
  </w:style>
  <w:style w:type="paragraph" w:customStyle="1" w:styleId="Voorpagina">
    <w:name w:val="Voorpagina"/>
    <w:basedOn w:val="Auteurs"/>
    <w:rsid w:val="00B25727"/>
    <w:rPr>
      <w:sz w:val="96"/>
    </w:rPr>
  </w:style>
  <w:style w:type="paragraph" w:customStyle="1" w:styleId="Hoofdingzdrnummer">
    <w:name w:val="Hoofding zdr nummer"/>
    <w:basedOn w:val="Standaard"/>
    <w:next w:val="Standaard"/>
    <w:link w:val="HoofdingzdrnummerChar"/>
    <w:uiPriority w:val="2"/>
    <w:qFormat/>
    <w:rsid w:val="00E02C33"/>
    <w:pPr>
      <w:pageBreakBefore/>
      <w:spacing w:after="480"/>
      <w:jc w:val="left"/>
    </w:pPr>
    <w:rPr>
      <w:rFonts w:asciiTheme="majorHAnsi" w:eastAsiaTheme="majorEastAsia" w:hAnsiTheme="majorHAnsi" w:cs="Arial"/>
      <w:b/>
      <w:caps/>
      <w:smallCaps/>
      <w:color w:val="34A3DC" w:themeColor="accent1"/>
      <w:sz w:val="26"/>
      <w:szCs w:val="26"/>
    </w:rPr>
  </w:style>
  <w:style w:type="character" w:customStyle="1" w:styleId="HoofdingzdrnummerChar">
    <w:name w:val="Hoofding zdr nummer Char"/>
    <w:basedOn w:val="Kop1Char"/>
    <w:link w:val="Hoofdingzdrnummer"/>
    <w:uiPriority w:val="2"/>
    <w:rsid w:val="00E02C33"/>
    <w:rPr>
      <w:rFonts w:asciiTheme="majorHAnsi" w:eastAsiaTheme="majorEastAsia" w:hAnsiTheme="majorHAnsi" w:cs="Arial"/>
      <w:b/>
      <w:caps/>
      <w:smallCaps/>
      <w:color w:val="34A3DC" w:themeColor="accent1"/>
      <w:sz w:val="26"/>
      <w:szCs w:val="26"/>
      <w:lang w:val="nl-NL"/>
    </w:rPr>
  </w:style>
  <w:style w:type="paragraph" w:customStyle="1" w:styleId="Tabelvet">
    <w:name w:val="Tabel vet"/>
    <w:basedOn w:val="Standaard"/>
    <w:semiHidden/>
    <w:rsid w:val="00142205"/>
    <w:pPr>
      <w:jc w:val="center"/>
    </w:pPr>
    <w:rPr>
      <w:b/>
      <w:bCs/>
      <w:sz w:val="16"/>
    </w:rPr>
  </w:style>
  <w:style w:type="character" w:customStyle="1" w:styleId="Tabelschuin">
    <w:name w:val="Tabel schuin"/>
    <w:basedOn w:val="Standaardalinea-lettertype"/>
    <w:semiHidden/>
    <w:rsid w:val="00142205"/>
    <w:rPr>
      <w:rFonts w:ascii="Verdana" w:hAnsi="Verdana"/>
      <w:i/>
      <w:iCs/>
      <w:sz w:val="16"/>
    </w:rPr>
  </w:style>
  <w:style w:type="character" w:customStyle="1" w:styleId="Tabel">
    <w:name w:val="Tabel"/>
    <w:basedOn w:val="Standaardalinea-lettertype"/>
    <w:semiHidden/>
    <w:rsid w:val="00972628"/>
    <w:rPr>
      <w:rFonts w:ascii="Verdana" w:hAnsi="Verdana"/>
      <w:color w:val="34A3DC"/>
      <w:sz w:val="16"/>
    </w:rPr>
  </w:style>
  <w:style w:type="paragraph" w:customStyle="1" w:styleId="Brontabel">
    <w:name w:val="Bron tabel"/>
    <w:basedOn w:val="Standaard"/>
    <w:next w:val="Standaard"/>
    <w:autoRedefine/>
    <w:rsid w:val="00917566"/>
    <w:pPr>
      <w:spacing w:after="240"/>
    </w:pPr>
    <w:rPr>
      <w:i/>
      <w:sz w:val="16"/>
      <w:szCs w:val="16"/>
    </w:rPr>
  </w:style>
  <w:style w:type="table" w:customStyle="1" w:styleId="VITOtabel">
    <w:name w:val="VITOtabel"/>
    <w:basedOn w:val="Klassieketabel1"/>
    <w:rsid w:val="00894A45"/>
    <w:rPr>
      <w:i/>
      <w:sz w:val="16"/>
      <w:szCs w:val="16"/>
      <w:lang w:val="nl-BE" w:eastAsia="nl-BE"/>
    </w:rPr>
    <w:tblPr>
      <w:tblBorders>
        <w:top w:val="single" w:sz="4" w:space="0" w:color="000000"/>
        <w:left w:val="single" w:sz="4" w:space="0" w:color="000000"/>
        <w:bottom w:val="single" w:sz="4" w:space="0" w:color="000000"/>
        <w:right w:val="single" w:sz="4" w:space="0" w:color="000000"/>
      </w:tblBorders>
    </w:tblPr>
    <w:tcPr>
      <w:shd w:val="clear" w:color="auto" w:fill="auto"/>
    </w:tcPr>
    <w:tblStylePr w:type="firstRow">
      <w:rPr>
        <w:b/>
        <w:bCs/>
        <w:i/>
        <w:iCs/>
        <w:color w:val="FFFFFF"/>
      </w:rPr>
      <w:tblPr/>
      <w:tcPr>
        <w:tcBorders>
          <w:top w:val="single" w:sz="4" w:space="0" w:color="000000"/>
          <w:left w:val="single" w:sz="4" w:space="0" w:color="000000"/>
          <w:bottom w:val="single" w:sz="4" w:space="0" w:color="000000"/>
          <w:right w:val="single" w:sz="4" w:space="0" w:color="000000"/>
          <w:insideH w:val="nil"/>
          <w:insideV w:val="nil"/>
          <w:tl2br w:val="none" w:sz="0" w:space="0" w:color="auto"/>
          <w:tr2bl w:val="none" w:sz="0" w:space="0" w:color="auto"/>
        </w:tcBorders>
        <w:shd w:val="solid" w:color="808080" w:fill="FFFFFF"/>
      </w:tcPr>
    </w:tblStylePr>
    <w:tblStylePr w:type="lastRow">
      <w:rPr>
        <w:b w:val="0"/>
        <w:color w:val="auto"/>
      </w:rPr>
      <w:tblPr/>
      <w:tcPr>
        <w:tcBorders>
          <w:top w:val="nil"/>
          <w:tl2br w:val="none" w:sz="0" w:space="0" w:color="auto"/>
          <w:tr2bl w:val="none" w:sz="0" w:space="0" w:color="auto"/>
        </w:tcBorders>
        <w:shd w:val="clear" w:color="auto" w:fill="auto"/>
      </w:tcPr>
    </w:tblStylePr>
    <w:tblStylePr w:type="firstCol">
      <w:rPr>
        <w:i w:val="0"/>
      </w:rPr>
      <w:tblPr/>
      <w:tcPr>
        <w:tcBorders>
          <w:right w:val="nil"/>
          <w:tl2br w:val="none" w:sz="0" w:space="0" w:color="auto"/>
          <w:tr2bl w:val="none" w:sz="0" w:space="0" w:color="auto"/>
        </w:tcBorders>
        <w:shd w:val="clear" w:color="auto" w:fill="auto"/>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rsid w:val="00894A45"/>
    <w:pPr>
      <w:jc w:val="both"/>
    </w:pPr>
    <w:rPr>
      <w:rFonts w:ascii="Verdana" w:hAnsi="Verdan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elopmaak">
    <w:name w:val="Tabelopmaak"/>
    <w:basedOn w:val="Standaard"/>
    <w:semiHidden/>
    <w:rsid w:val="00293D72"/>
    <w:rPr>
      <w:sz w:val="16"/>
    </w:rPr>
  </w:style>
  <w:style w:type="paragraph" w:customStyle="1" w:styleId="opmaaktabel">
    <w:name w:val="opmaak tabel"/>
    <w:basedOn w:val="Standaard"/>
    <w:semiHidden/>
    <w:rsid w:val="00446E0F"/>
    <w:rPr>
      <w:sz w:val="16"/>
      <w:szCs w:val="16"/>
    </w:rPr>
  </w:style>
  <w:style w:type="paragraph" w:customStyle="1" w:styleId="StyleVoorpagina14ptNotLatinBold">
    <w:name w:val="Style Voorpagina + 14 pt Not (Latin) Bold"/>
    <w:basedOn w:val="Voorpagina"/>
    <w:semiHidden/>
    <w:rsid w:val="00116CB9"/>
    <w:rPr>
      <w:rFonts w:ascii="Segoe UI" w:hAnsi="Segoe UI"/>
      <w:b w:val="0"/>
      <w:sz w:val="28"/>
      <w:szCs w:val="28"/>
    </w:rPr>
  </w:style>
  <w:style w:type="paragraph" w:styleId="Documentstructuur">
    <w:name w:val="Document Map"/>
    <w:basedOn w:val="Standaard"/>
    <w:link w:val="DocumentstructuurChar"/>
    <w:semiHidden/>
    <w:rsid w:val="00DC7F47"/>
    <w:pPr>
      <w:shd w:val="clear" w:color="auto" w:fill="000080"/>
    </w:pPr>
    <w:rPr>
      <w:rFonts w:ascii="Tahoma" w:hAnsi="Tahoma" w:cs="Tahoma"/>
    </w:rPr>
  </w:style>
  <w:style w:type="paragraph" w:customStyle="1" w:styleId="Style1">
    <w:name w:val="Style1"/>
    <w:basedOn w:val="Kop1"/>
    <w:autoRedefine/>
    <w:semiHidden/>
    <w:rsid w:val="002671AB"/>
  </w:style>
  <w:style w:type="paragraph" w:customStyle="1" w:styleId="Hoofdingzdrnummer-lit-begrip-annex">
    <w:name w:val="Hoofding zdr nummer-lit-begrip-annex"/>
    <w:basedOn w:val="Hoofdingzdrnummer"/>
    <w:next w:val="Standaard"/>
    <w:uiPriority w:val="2"/>
    <w:qFormat/>
    <w:rsid w:val="000C2B48"/>
    <w:rPr>
      <w:caps w:val="0"/>
      <w:sz w:val="24"/>
      <w:szCs w:val="24"/>
      <w:lang w:val="en-US"/>
    </w:rPr>
  </w:style>
  <w:style w:type="table" w:styleId="Tabellijst4">
    <w:name w:val="Table List 4"/>
    <w:basedOn w:val="Standaardtabel"/>
    <w:rsid w:val="00894A45"/>
    <w:pPr>
      <w:jc w:val="both"/>
    </w:pPr>
    <w:rPr>
      <w:rFonts w:ascii="Verdana" w:hAnsi="Verdan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ITELRAPPORT">
    <w:name w:val="TITEL RAPPORT"/>
    <w:basedOn w:val="Standaard"/>
    <w:uiPriority w:val="1"/>
    <w:qFormat/>
    <w:rsid w:val="00E02C33"/>
    <w:pPr>
      <w:spacing w:line="520" w:lineRule="exact"/>
      <w:jc w:val="left"/>
    </w:pPr>
    <w:rPr>
      <w:rFonts w:asciiTheme="majorHAnsi" w:hAnsiTheme="majorHAnsi"/>
      <w:b/>
      <w:color w:val="34A3DC" w:themeColor="accent1"/>
      <w:sz w:val="44"/>
      <w:szCs w:val="44"/>
      <w:lang w:val="en-US"/>
    </w:rPr>
  </w:style>
  <w:style w:type="paragraph" w:customStyle="1" w:styleId="SUBTITEL">
    <w:name w:val="SUBTITEL"/>
    <w:basedOn w:val="Standaard"/>
    <w:rsid w:val="00917566"/>
    <w:pPr>
      <w:spacing w:line="520" w:lineRule="exact"/>
      <w:jc w:val="left"/>
    </w:pPr>
    <w:rPr>
      <w:sz w:val="24"/>
      <w:szCs w:val="24"/>
      <w:lang w:val="en-US"/>
    </w:rPr>
  </w:style>
  <w:style w:type="paragraph" w:styleId="Kopvaninhoudsopgave">
    <w:name w:val="TOC Heading"/>
    <w:basedOn w:val="Kop1"/>
    <w:next w:val="Standaard"/>
    <w:uiPriority w:val="39"/>
    <w:semiHidden/>
    <w:unhideWhenUsed/>
    <w:qFormat/>
    <w:rsid w:val="000C2B48"/>
    <w:pPr>
      <w:keepNext/>
      <w:keepLines/>
      <w:pageBreakBefore w:val="0"/>
      <w:numPr>
        <w:numId w:val="0"/>
      </w:numPr>
      <w:pBdr>
        <w:bottom w:val="none" w:sz="0" w:space="0" w:color="auto"/>
      </w:pBdr>
      <w:spacing w:after="0"/>
      <w:jc w:val="both"/>
      <w:outlineLvl w:val="9"/>
    </w:pPr>
    <w:rPr>
      <w:rFonts w:cstheme="majorBidi"/>
      <w:bCs/>
      <w:caps w:val="0"/>
      <w:color w:val="6F6F6F" w:themeColor="text2" w:themeTint="BF"/>
      <w:sz w:val="28"/>
      <w:szCs w:val="28"/>
    </w:rPr>
  </w:style>
  <w:style w:type="table" w:styleId="Tabelraster">
    <w:name w:val="Table Grid"/>
    <w:basedOn w:val="Standaardtabel"/>
    <w:uiPriority w:val="39"/>
    <w:rsid w:val="001C061E"/>
    <w:rPr>
      <w:rFonts w:asciiTheme="minorHAnsi" w:hAnsi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blStylePr w:type="firstRow">
      <w:rPr>
        <w:rFonts w:asciiTheme="majorHAnsi" w:hAnsiTheme="majorHAnsi"/>
        <w:b/>
      </w:rPr>
      <w:tblPr/>
      <w:tcPr>
        <w:shd w:val="clear" w:color="auto" w:fill="34A3DC"/>
      </w:tcPr>
    </w:tblStylePr>
  </w:style>
  <w:style w:type="paragraph" w:styleId="Plattetekst">
    <w:name w:val="Body Text"/>
    <w:basedOn w:val="Standaard"/>
    <w:link w:val="PlattetekstChar"/>
    <w:uiPriority w:val="99"/>
    <w:unhideWhenUsed/>
    <w:rsid w:val="00972628"/>
  </w:style>
  <w:style w:type="character" w:customStyle="1" w:styleId="PlattetekstChar">
    <w:name w:val="Platte tekst Char"/>
    <w:basedOn w:val="Standaardalinea-lettertype"/>
    <w:link w:val="Plattetekst"/>
    <w:uiPriority w:val="99"/>
    <w:rsid w:val="00972628"/>
    <w:rPr>
      <w:rFonts w:ascii="Verdana" w:hAnsi="Verdana"/>
      <w:lang w:val="nl-NL"/>
    </w:rPr>
  </w:style>
  <w:style w:type="character" w:styleId="Tekstvantijdelijkeaanduiding">
    <w:name w:val="Placeholder Text"/>
    <w:basedOn w:val="Standaardalinea-lettertype"/>
    <w:uiPriority w:val="99"/>
    <w:semiHidden/>
    <w:rsid w:val="003D0FF5"/>
    <w:rPr>
      <w:vanish/>
      <w:color w:val="808080"/>
    </w:rPr>
  </w:style>
  <w:style w:type="paragraph" w:styleId="Ondertitel">
    <w:name w:val="Subtitle"/>
    <w:basedOn w:val="Standaard"/>
    <w:next w:val="Standaard"/>
    <w:link w:val="OndertitelChar"/>
    <w:uiPriority w:val="11"/>
    <w:qFormat/>
    <w:rsid w:val="000C2B48"/>
    <w:pPr>
      <w:numPr>
        <w:ilvl w:val="1"/>
      </w:numPr>
    </w:pPr>
    <w:rPr>
      <w:rFonts w:asciiTheme="majorHAnsi" w:eastAsiaTheme="majorEastAsia" w:hAnsiTheme="majorHAnsi" w:cstheme="majorBidi"/>
      <w:i/>
      <w:iCs/>
      <w:spacing w:val="15"/>
      <w:sz w:val="24"/>
      <w:szCs w:val="24"/>
    </w:rPr>
  </w:style>
  <w:style w:type="character" w:customStyle="1" w:styleId="OndertitelChar">
    <w:name w:val="Ondertitel Char"/>
    <w:basedOn w:val="Standaardalinea-lettertype"/>
    <w:link w:val="Ondertitel"/>
    <w:uiPriority w:val="11"/>
    <w:rsid w:val="000C2B48"/>
    <w:rPr>
      <w:rFonts w:asciiTheme="majorHAnsi" w:eastAsiaTheme="majorEastAsia" w:hAnsiTheme="majorHAnsi" w:cstheme="majorBidi"/>
      <w:i/>
      <w:iCs/>
      <w:spacing w:val="15"/>
      <w:sz w:val="24"/>
      <w:szCs w:val="24"/>
      <w:lang w:val="nl-NL"/>
    </w:rPr>
  </w:style>
  <w:style w:type="character" w:styleId="Nadruk">
    <w:name w:val="Emphasis"/>
    <w:basedOn w:val="Standaardalinea-lettertype"/>
    <w:uiPriority w:val="20"/>
    <w:qFormat/>
    <w:rsid w:val="00E6035C"/>
    <w:rPr>
      <w:rFonts w:asciiTheme="minorHAnsi" w:hAnsiTheme="minorHAnsi"/>
      <w:b/>
      <w:i/>
      <w:iCs/>
      <w:sz w:val="22"/>
    </w:rPr>
  </w:style>
  <w:style w:type="paragraph" w:styleId="Duidelijkcitaat">
    <w:name w:val="Intense Quote"/>
    <w:basedOn w:val="Standaard"/>
    <w:next w:val="Standaard"/>
    <w:link w:val="DuidelijkcitaatChar"/>
    <w:uiPriority w:val="30"/>
    <w:qFormat/>
    <w:rsid w:val="000C2B48"/>
    <w:pPr>
      <w:pBdr>
        <w:bottom w:val="single" w:sz="4" w:space="4" w:color="auto"/>
      </w:pBdr>
      <w:spacing w:before="200" w:after="280"/>
      <w:ind w:left="936" w:right="936"/>
    </w:pPr>
    <w:rPr>
      <w:b/>
      <w:bCs/>
      <w:i/>
      <w:iCs/>
    </w:rPr>
  </w:style>
  <w:style w:type="character" w:customStyle="1" w:styleId="DuidelijkcitaatChar">
    <w:name w:val="Duidelijk citaat Char"/>
    <w:basedOn w:val="Standaardalinea-lettertype"/>
    <w:link w:val="Duidelijkcitaat"/>
    <w:uiPriority w:val="30"/>
    <w:rsid w:val="000C2B48"/>
    <w:rPr>
      <w:rFonts w:asciiTheme="minorHAnsi" w:hAnsiTheme="minorHAnsi"/>
      <w:b/>
      <w:bCs/>
      <w:i/>
      <w:iCs/>
      <w:sz w:val="22"/>
      <w:lang w:val="nl-NL"/>
    </w:rPr>
  </w:style>
  <w:style w:type="character" w:styleId="Intensievebenadrukking">
    <w:name w:val="Intense Emphasis"/>
    <w:basedOn w:val="Standaardalinea-lettertype"/>
    <w:uiPriority w:val="21"/>
    <w:qFormat/>
    <w:rsid w:val="000C2B48"/>
    <w:rPr>
      <w:b/>
      <w:bCs/>
      <w:i/>
      <w:iCs/>
      <w:color w:val="F58220" w:themeColor="accent2"/>
    </w:rPr>
  </w:style>
  <w:style w:type="character" w:styleId="Subtieleverwijzing">
    <w:name w:val="Subtle Reference"/>
    <w:basedOn w:val="Standaardalinea-lettertype"/>
    <w:uiPriority w:val="31"/>
    <w:qFormat/>
    <w:rsid w:val="000C2B48"/>
    <w:rPr>
      <w:smallCaps/>
      <w:color w:val="34A3DC" w:themeColor="accent1"/>
      <w:u w:val="single"/>
    </w:rPr>
  </w:style>
  <w:style w:type="paragraph" w:customStyle="1" w:styleId="Sourcetable">
    <w:name w:val="Source table"/>
    <w:basedOn w:val="Standaard"/>
    <w:next w:val="Standaard"/>
    <w:autoRedefine/>
    <w:uiPriority w:val="3"/>
    <w:qFormat/>
    <w:rsid w:val="000C2B48"/>
    <w:pPr>
      <w:spacing w:after="240"/>
    </w:pPr>
    <w:rPr>
      <w:i/>
      <w:sz w:val="16"/>
      <w:szCs w:val="16"/>
    </w:rPr>
  </w:style>
  <w:style w:type="paragraph" w:customStyle="1" w:styleId="Disclaimer">
    <w:name w:val="Disclaimer"/>
    <w:basedOn w:val="Standaard"/>
    <w:link w:val="DisclaimerChar"/>
    <w:uiPriority w:val="2"/>
    <w:qFormat/>
    <w:rsid w:val="000C2B48"/>
    <w:pPr>
      <w:ind w:left="357"/>
    </w:pPr>
    <w:rPr>
      <w:rFonts w:ascii="Calibri" w:hAnsi="Calibri"/>
      <w:sz w:val="14"/>
      <w:lang w:val="en-US"/>
    </w:rPr>
  </w:style>
  <w:style w:type="character" w:customStyle="1" w:styleId="DisclaimerChar">
    <w:name w:val="Disclaimer Char"/>
    <w:basedOn w:val="Standaardalinea-lettertype"/>
    <w:link w:val="Disclaimer"/>
    <w:uiPriority w:val="2"/>
    <w:rsid w:val="000C2B48"/>
    <w:rPr>
      <w:rFonts w:ascii="Calibri" w:hAnsi="Calibri"/>
      <w:sz w:val="14"/>
    </w:rPr>
  </w:style>
  <w:style w:type="character" w:styleId="Intensieveverwijzing">
    <w:name w:val="Intense Reference"/>
    <w:basedOn w:val="Standaardalinea-lettertype"/>
    <w:uiPriority w:val="32"/>
    <w:rsid w:val="000C2B48"/>
    <w:rPr>
      <w:b/>
      <w:bCs/>
      <w:smallCaps/>
      <w:color w:val="34A3DC" w:themeColor="accent1"/>
      <w:spacing w:val="5"/>
      <w:u w:val="single"/>
    </w:rPr>
  </w:style>
  <w:style w:type="paragraph" w:customStyle="1" w:styleId="TitelInvitation">
    <w:name w:val="Titel Invitation"/>
    <w:basedOn w:val="Standaard"/>
    <w:uiPriority w:val="1"/>
    <w:rsid w:val="000C2B48"/>
    <w:pPr>
      <w:spacing w:after="960"/>
      <w:jc w:val="left"/>
    </w:pPr>
    <w:rPr>
      <w:rFonts w:asciiTheme="majorHAnsi" w:hAnsiTheme="majorHAnsi"/>
      <w:b/>
      <w:sz w:val="48"/>
    </w:rPr>
  </w:style>
  <w:style w:type="paragraph" w:customStyle="1" w:styleId="NormalInvitationtext">
    <w:name w:val="Normal Invitationtext"/>
    <w:basedOn w:val="Standaard"/>
    <w:link w:val="NormalInvitationtextChar"/>
    <w:uiPriority w:val="1"/>
    <w:rsid w:val="000C2B48"/>
    <w:pPr>
      <w:tabs>
        <w:tab w:val="left" w:pos="900"/>
      </w:tabs>
      <w:jc w:val="left"/>
    </w:pPr>
    <w:rPr>
      <w:sz w:val="18"/>
    </w:rPr>
  </w:style>
  <w:style w:type="character" w:customStyle="1" w:styleId="NormalInvitationtextChar">
    <w:name w:val="Normal Invitationtext Char"/>
    <w:basedOn w:val="Standaardalinea-lettertype"/>
    <w:link w:val="NormalInvitationtext"/>
    <w:uiPriority w:val="1"/>
    <w:rsid w:val="000C2B48"/>
    <w:rPr>
      <w:rFonts w:asciiTheme="minorHAnsi" w:hAnsiTheme="minorHAnsi"/>
      <w:sz w:val="18"/>
      <w:lang w:val="nl-BE"/>
    </w:rPr>
  </w:style>
  <w:style w:type="paragraph" w:styleId="Voetnoottekst">
    <w:name w:val="footnote text"/>
    <w:basedOn w:val="Standaard"/>
    <w:link w:val="VoetnoottekstChar"/>
    <w:uiPriority w:val="99"/>
    <w:unhideWhenUsed/>
    <w:rsid w:val="006A15DA"/>
    <w:pPr>
      <w:contextualSpacing/>
      <w:jc w:val="left"/>
    </w:pPr>
    <w:rPr>
      <w:rFonts w:ascii="FlandersArtSerif-Regular" w:eastAsia="Calibri" w:hAnsi="FlandersArtSerif-Regular"/>
      <w:color w:val="1D1B11"/>
      <w:sz w:val="14"/>
      <w:lang w:val="nl-BE"/>
    </w:rPr>
  </w:style>
  <w:style w:type="character" w:customStyle="1" w:styleId="VoetnoottekstChar">
    <w:name w:val="Voetnoottekst Char"/>
    <w:basedOn w:val="Standaardalinea-lettertype"/>
    <w:link w:val="Voetnoottekst"/>
    <w:uiPriority w:val="99"/>
    <w:rsid w:val="006A15DA"/>
    <w:rPr>
      <w:rFonts w:ascii="FlandersArtSerif-Regular" w:eastAsia="Calibri" w:hAnsi="FlandersArtSerif-Regular"/>
      <w:color w:val="1D1B11"/>
      <w:sz w:val="14"/>
      <w:lang w:val="nl-BE"/>
    </w:rPr>
  </w:style>
  <w:style w:type="character" w:styleId="Voetnootmarkering">
    <w:name w:val="footnote reference"/>
    <w:uiPriority w:val="99"/>
    <w:semiHidden/>
    <w:unhideWhenUsed/>
    <w:rsid w:val="006A15DA"/>
    <w:rPr>
      <w:vertAlign w:val="superscript"/>
    </w:rPr>
  </w:style>
  <w:style w:type="paragraph" w:styleId="Lijstalinea">
    <w:name w:val="List Paragraph"/>
    <w:aliases w:val="Table of contents numbered,Bullet List Paragraph"/>
    <w:basedOn w:val="Standaard"/>
    <w:link w:val="LijstalineaChar"/>
    <w:autoRedefine/>
    <w:uiPriority w:val="34"/>
    <w:qFormat/>
    <w:rsid w:val="00171A81"/>
    <w:pPr>
      <w:widowControl w:val="0"/>
      <w:numPr>
        <w:numId w:val="48"/>
      </w:numPr>
      <w:autoSpaceDE w:val="0"/>
      <w:autoSpaceDN w:val="0"/>
      <w:adjustRightInd w:val="0"/>
      <w:contextualSpacing/>
    </w:pPr>
    <w:rPr>
      <w:rFonts w:ascii="Calibri" w:hAnsi="Calibri"/>
      <w:lang w:val="en-US"/>
    </w:rPr>
  </w:style>
  <w:style w:type="character" w:customStyle="1" w:styleId="LijstalineaChar">
    <w:name w:val="Lijstalinea Char"/>
    <w:aliases w:val="Table of contents numbered Char,Bullet List Paragraph Char"/>
    <w:basedOn w:val="Standaardalinea-lettertype"/>
    <w:link w:val="Lijstalinea"/>
    <w:uiPriority w:val="34"/>
    <w:rsid w:val="00171A81"/>
    <w:rPr>
      <w:rFonts w:ascii="Calibri" w:hAnsi="Calibri"/>
      <w:sz w:val="22"/>
    </w:rPr>
  </w:style>
  <w:style w:type="character" w:styleId="Onopgelostemelding">
    <w:name w:val="Unresolved Mention"/>
    <w:basedOn w:val="Standaardalinea-lettertype"/>
    <w:uiPriority w:val="99"/>
    <w:semiHidden/>
    <w:unhideWhenUsed/>
    <w:rsid w:val="00C52087"/>
    <w:rPr>
      <w:color w:val="605E5C"/>
      <w:shd w:val="clear" w:color="auto" w:fill="E1DFDD"/>
    </w:rPr>
  </w:style>
  <w:style w:type="character" w:styleId="Verwijzingopmerking">
    <w:name w:val="annotation reference"/>
    <w:basedOn w:val="Standaardalinea-lettertype"/>
    <w:uiPriority w:val="99"/>
    <w:semiHidden/>
    <w:unhideWhenUsed/>
    <w:rsid w:val="004C1E35"/>
    <w:rPr>
      <w:sz w:val="16"/>
      <w:szCs w:val="16"/>
    </w:rPr>
  </w:style>
  <w:style w:type="paragraph" w:styleId="Tekstopmerking">
    <w:name w:val="annotation text"/>
    <w:basedOn w:val="Standaard"/>
    <w:link w:val="TekstopmerkingChar"/>
    <w:uiPriority w:val="99"/>
    <w:unhideWhenUsed/>
    <w:rsid w:val="004C1E35"/>
    <w:pPr>
      <w:spacing w:after="160"/>
    </w:pPr>
    <w:rPr>
      <w:rFonts w:eastAsiaTheme="minorHAnsi" w:cstheme="minorBidi"/>
      <w:sz w:val="20"/>
      <w:lang w:val="en-GB"/>
    </w:rPr>
  </w:style>
  <w:style w:type="character" w:customStyle="1" w:styleId="TekstopmerkingChar">
    <w:name w:val="Tekst opmerking Char"/>
    <w:basedOn w:val="Standaardalinea-lettertype"/>
    <w:link w:val="Tekstopmerking"/>
    <w:uiPriority w:val="99"/>
    <w:rsid w:val="004C1E35"/>
    <w:rPr>
      <w:rFonts w:asciiTheme="minorHAnsi" w:eastAsiaTheme="minorHAnsi" w:hAnsiTheme="minorHAnsi" w:cstheme="minorBidi"/>
      <w:lang w:val="en-GB"/>
    </w:rPr>
  </w:style>
  <w:style w:type="character" w:styleId="GevolgdeHyperlink">
    <w:name w:val="FollowedHyperlink"/>
    <w:basedOn w:val="Standaardalinea-lettertype"/>
    <w:uiPriority w:val="99"/>
    <w:semiHidden/>
    <w:unhideWhenUsed/>
    <w:rsid w:val="004C1E35"/>
    <w:rPr>
      <w:color w:val="800080" w:themeColor="followedHyperlink"/>
      <w:u w:val="single"/>
    </w:rPr>
  </w:style>
  <w:style w:type="paragraph" w:customStyle="1" w:styleId="paragraph">
    <w:name w:val="paragraph"/>
    <w:basedOn w:val="Standaard"/>
    <w:rsid w:val="00E6035C"/>
    <w:pPr>
      <w:spacing w:before="100" w:beforeAutospacing="1" w:after="100" w:afterAutospacing="1"/>
      <w:jc w:val="left"/>
    </w:pPr>
    <w:rPr>
      <w:rFonts w:ascii="Times New Roman" w:hAnsi="Times New Roman"/>
      <w:sz w:val="24"/>
      <w:szCs w:val="24"/>
      <w:lang w:val="nl-BE" w:eastAsia="nl-BE"/>
    </w:rPr>
  </w:style>
  <w:style w:type="character" w:customStyle="1" w:styleId="normaltextrun">
    <w:name w:val="normaltextrun"/>
    <w:basedOn w:val="Standaardalinea-lettertype"/>
    <w:rsid w:val="00E6035C"/>
  </w:style>
  <w:style w:type="character" w:customStyle="1" w:styleId="eop">
    <w:name w:val="eop"/>
    <w:basedOn w:val="Standaardalinea-lettertype"/>
    <w:rsid w:val="00E6035C"/>
  </w:style>
  <w:style w:type="character" w:customStyle="1" w:styleId="spellingerror">
    <w:name w:val="spellingerror"/>
    <w:basedOn w:val="Standaardalinea-lettertype"/>
    <w:rsid w:val="00E6035C"/>
  </w:style>
  <w:style w:type="character" w:customStyle="1" w:styleId="contextualspellingandgrammarerror">
    <w:name w:val="contextualspellingandgrammarerror"/>
    <w:basedOn w:val="Standaardalinea-lettertype"/>
    <w:rsid w:val="00E6035C"/>
  </w:style>
  <w:style w:type="paragraph" w:styleId="Onderwerpvanopmerking">
    <w:name w:val="annotation subject"/>
    <w:basedOn w:val="Tekstopmerking"/>
    <w:next w:val="Tekstopmerking"/>
    <w:link w:val="OnderwerpvanopmerkingChar"/>
    <w:uiPriority w:val="99"/>
    <w:semiHidden/>
    <w:unhideWhenUsed/>
    <w:rsid w:val="00652933"/>
    <w:pPr>
      <w:spacing w:after="120"/>
    </w:pPr>
    <w:rPr>
      <w:rFonts w:eastAsia="Times New Roman" w:cs="Times New Roman"/>
      <w:b/>
      <w:bCs/>
      <w:lang w:val="nl-NL"/>
    </w:rPr>
  </w:style>
  <w:style w:type="character" w:customStyle="1" w:styleId="OnderwerpvanopmerkingChar">
    <w:name w:val="Onderwerp van opmerking Char"/>
    <w:basedOn w:val="TekstopmerkingChar"/>
    <w:link w:val="Onderwerpvanopmerking"/>
    <w:uiPriority w:val="99"/>
    <w:semiHidden/>
    <w:rsid w:val="00652933"/>
    <w:rPr>
      <w:rFonts w:asciiTheme="minorHAnsi" w:eastAsiaTheme="minorHAnsi" w:hAnsiTheme="minorHAnsi" w:cstheme="minorBidi"/>
      <w:b/>
      <w:bCs/>
      <w:lang w:val="nl-NL"/>
    </w:rPr>
  </w:style>
  <w:style w:type="character" w:customStyle="1" w:styleId="Kop6Char">
    <w:name w:val="Kop 6 Char"/>
    <w:basedOn w:val="Standaardalinea-lettertype"/>
    <w:link w:val="Kop6"/>
    <w:rsid w:val="00DF33E1"/>
    <w:rPr>
      <w:rFonts w:asciiTheme="minorHAnsi" w:hAnsiTheme="minorHAnsi"/>
      <w:i/>
      <w:sz w:val="22"/>
      <w:lang w:val="nl-NL"/>
    </w:rPr>
  </w:style>
  <w:style w:type="character" w:customStyle="1" w:styleId="Kop7Char">
    <w:name w:val="Kop 7 Char"/>
    <w:basedOn w:val="Standaardalinea-lettertype"/>
    <w:link w:val="Kop7"/>
    <w:rsid w:val="00DF33E1"/>
    <w:rPr>
      <w:rFonts w:ascii="Arial" w:hAnsi="Arial"/>
      <w:sz w:val="22"/>
      <w:lang w:val="nl-NL"/>
    </w:rPr>
  </w:style>
  <w:style w:type="character" w:customStyle="1" w:styleId="Kop8Char">
    <w:name w:val="Kop 8 Char"/>
    <w:basedOn w:val="Standaardalinea-lettertype"/>
    <w:link w:val="Kop8"/>
    <w:rsid w:val="00DF33E1"/>
    <w:rPr>
      <w:rFonts w:ascii="Arial" w:hAnsi="Arial"/>
      <w:i/>
      <w:sz w:val="22"/>
      <w:lang w:val="nl-NL"/>
    </w:rPr>
  </w:style>
  <w:style w:type="character" w:customStyle="1" w:styleId="Kop9Char">
    <w:name w:val="Kop 9 Char"/>
    <w:basedOn w:val="Standaardalinea-lettertype"/>
    <w:link w:val="Kop9"/>
    <w:rsid w:val="00DF33E1"/>
    <w:rPr>
      <w:rFonts w:ascii="Arial" w:hAnsi="Arial"/>
      <w:b/>
      <w:i/>
      <w:sz w:val="18"/>
      <w:lang w:val="nl-NL"/>
    </w:rPr>
  </w:style>
  <w:style w:type="character" w:customStyle="1" w:styleId="EindnoottekstChar">
    <w:name w:val="Eindnoottekst Char"/>
    <w:basedOn w:val="Standaardalinea-lettertype"/>
    <w:link w:val="Eindnoottekst"/>
    <w:rsid w:val="00DF33E1"/>
    <w:rPr>
      <w:rFonts w:asciiTheme="minorHAnsi" w:hAnsiTheme="minorHAnsi"/>
      <w:sz w:val="22"/>
      <w:lang w:val="nl-NL"/>
    </w:rPr>
  </w:style>
  <w:style w:type="character" w:customStyle="1" w:styleId="DocumentstructuurChar">
    <w:name w:val="Documentstructuur Char"/>
    <w:basedOn w:val="Standaardalinea-lettertype"/>
    <w:link w:val="Documentstructuur"/>
    <w:semiHidden/>
    <w:rsid w:val="00DF33E1"/>
    <w:rPr>
      <w:rFonts w:ascii="Tahoma" w:hAnsi="Tahoma" w:cs="Tahoma"/>
      <w:sz w:val="22"/>
      <w:shd w:val="clear" w:color="auto" w:fill="000080"/>
      <w:lang w:val="nl-NL"/>
    </w:rPr>
  </w:style>
  <w:style w:type="paragraph" w:styleId="HTML-voorafopgemaakt">
    <w:name w:val="HTML Preformatted"/>
    <w:basedOn w:val="Standaard"/>
    <w:link w:val="HTML-voorafopgemaaktChar"/>
    <w:uiPriority w:val="99"/>
    <w:semiHidden/>
    <w:unhideWhenUsed/>
    <w:rsid w:val="00571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sz w:val="20"/>
    </w:rPr>
  </w:style>
  <w:style w:type="character" w:customStyle="1" w:styleId="HTML-voorafopgemaaktChar">
    <w:name w:val="HTML - vooraf opgemaakt Char"/>
    <w:basedOn w:val="Standaardalinea-lettertype"/>
    <w:link w:val="HTML-voorafopgemaakt"/>
    <w:uiPriority w:val="99"/>
    <w:semiHidden/>
    <w:rsid w:val="005712C2"/>
    <w:rPr>
      <w:rFonts w:ascii="Courier New" w:hAnsi="Courier New" w:cs="Courier New"/>
      <w:lang w:val="nl-NL"/>
    </w:rPr>
  </w:style>
  <w:style w:type="character" w:customStyle="1" w:styleId="pln">
    <w:name w:val="pln"/>
    <w:basedOn w:val="Standaardalinea-lettertype"/>
    <w:rsid w:val="005712C2"/>
  </w:style>
  <w:style w:type="character" w:customStyle="1" w:styleId="pun">
    <w:name w:val="pun"/>
    <w:basedOn w:val="Standaardalinea-lettertype"/>
    <w:rsid w:val="005712C2"/>
  </w:style>
  <w:style w:type="table" w:styleId="Tabelrasterlicht">
    <w:name w:val="Grid Table Light"/>
    <w:basedOn w:val="Standaardtabel"/>
    <w:uiPriority w:val="40"/>
    <w:rsid w:val="005712C2"/>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e">
    <w:name w:val="Revision"/>
    <w:hidden/>
    <w:uiPriority w:val="99"/>
    <w:semiHidden/>
    <w:rsid w:val="00820E11"/>
    <w:rPr>
      <w:rFonts w:asciiTheme="minorHAnsi" w:hAnsiTheme="minorHAnsi"/>
      <w:sz w:val="22"/>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26464">
      <w:bodyDiv w:val="1"/>
      <w:marLeft w:val="0"/>
      <w:marRight w:val="0"/>
      <w:marTop w:val="0"/>
      <w:marBottom w:val="0"/>
      <w:divBdr>
        <w:top w:val="none" w:sz="0" w:space="0" w:color="auto"/>
        <w:left w:val="none" w:sz="0" w:space="0" w:color="auto"/>
        <w:bottom w:val="none" w:sz="0" w:space="0" w:color="auto"/>
        <w:right w:val="none" w:sz="0" w:space="0" w:color="auto"/>
      </w:divBdr>
    </w:div>
    <w:div w:id="257561845">
      <w:bodyDiv w:val="1"/>
      <w:marLeft w:val="0"/>
      <w:marRight w:val="0"/>
      <w:marTop w:val="0"/>
      <w:marBottom w:val="0"/>
      <w:divBdr>
        <w:top w:val="none" w:sz="0" w:space="0" w:color="auto"/>
        <w:left w:val="none" w:sz="0" w:space="0" w:color="auto"/>
        <w:bottom w:val="none" w:sz="0" w:space="0" w:color="auto"/>
        <w:right w:val="none" w:sz="0" w:space="0" w:color="auto"/>
      </w:divBdr>
    </w:div>
    <w:div w:id="432818710">
      <w:bodyDiv w:val="1"/>
      <w:marLeft w:val="0"/>
      <w:marRight w:val="0"/>
      <w:marTop w:val="0"/>
      <w:marBottom w:val="0"/>
      <w:divBdr>
        <w:top w:val="none" w:sz="0" w:space="0" w:color="auto"/>
        <w:left w:val="none" w:sz="0" w:space="0" w:color="auto"/>
        <w:bottom w:val="none" w:sz="0" w:space="0" w:color="auto"/>
        <w:right w:val="none" w:sz="0" w:space="0" w:color="auto"/>
      </w:divBdr>
    </w:div>
    <w:div w:id="458112190">
      <w:bodyDiv w:val="1"/>
      <w:marLeft w:val="0"/>
      <w:marRight w:val="0"/>
      <w:marTop w:val="0"/>
      <w:marBottom w:val="0"/>
      <w:divBdr>
        <w:top w:val="none" w:sz="0" w:space="0" w:color="auto"/>
        <w:left w:val="none" w:sz="0" w:space="0" w:color="auto"/>
        <w:bottom w:val="none" w:sz="0" w:space="0" w:color="auto"/>
        <w:right w:val="none" w:sz="0" w:space="0" w:color="auto"/>
      </w:divBdr>
      <w:divsChild>
        <w:div w:id="158228440">
          <w:marLeft w:val="0"/>
          <w:marRight w:val="0"/>
          <w:marTop w:val="0"/>
          <w:marBottom w:val="0"/>
          <w:divBdr>
            <w:top w:val="none" w:sz="0" w:space="0" w:color="auto"/>
            <w:left w:val="none" w:sz="0" w:space="0" w:color="auto"/>
            <w:bottom w:val="none" w:sz="0" w:space="0" w:color="auto"/>
            <w:right w:val="none" w:sz="0" w:space="0" w:color="auto"/>
          </w:divBdr>
          <w:divsChild>
            <w:div w:id="650713483">
              <w:marLeft w:val="0"/>
              <w:marRight w:val="0"/>
              <w:marTop w:val="0"/>
              <w:marBottom w:val="0"/>
              <w:divBdr>
                <w:top w:val="none" w:sz="0" w:space="0" w:color="auto"/>
                <w:left w:val="none" w:sz="0" w:space="0" w:color="auto"/>
                <w:bottom w:val="none" w:sz="0" w:space="0" w:color="auto"/>
                <w:right w:val="none" w:sz="0" w:space="0" w:color="auto"/>
              </w:divBdr>
            </w:div>
            <w:div w:id="153953345">
              <w:marLeft w:val="0"/>
              <w:marRight w:val="0"/>
              <w:marTop w:val="0"/>
              <w:marBottom w:val="0"/>
              <w:divBdr>
                <w:top w:val="none" w:sz="0" w:space="0" w:color="auto"/>
                <w:left w:val="none" w:sz="0" w:space="0" w:color="auto"/>
                <w:bottom w:val="none" w:sz="0" w:space="0" w:color="auto"/>
                <w:right w:val="none" w:sz="0" w:space="0" w:color="auto"/>
              </w:divBdr>
            </w:div>
            <w:div w:id="1369336985">
              <w:marLeft w:val="0"/>
              <w:marRight w:val="0"/>
              <w:marTop w:val="0"/>
              <w:marBottom w:val="0"/>
              <w:divBdr>
                <w:top w:val="none" w:sz="0" w:space="0" w:color="auto"/>
                <w:left w:val="none" w:sz="0" w:space="0" w:color="auto"/>
                <w:bottom w:val="none" w:sz="0" w:space="0" w:color="auto"/>
                <w:right w:val="none" w:sz="0" w:space="0" w:color="auto"/>
              </w:divBdr>
            </w:div>
            <w:div w:id="461728162">
              <w:marLeft w:val="0"/>
              <w:marRight w:val="0"/>
              <w:marTop w:val="0"/>
              <w:marBottom w:val="0"/>
              <w:divBdr>
                <w:top w:val="none" w:sz="0" w:space="0" w:color="auto"/>
                <w:left w:val="none" w:sz="0" w:space="0" w:color="auto"/>
                <w:bottom w:val="none" w:sz="0" w:space="0" w:color="auto"/>
                <w:right w:val="none" w:sz="0" w:space="0" w:color="auto"/>
              </w:divBdr>
            </w:div>
          </w:divsChild>
        </w:div>
        <w:div w:id="913587694">
          <w:marLeft w:val="0"/>
          <w:marRight w:val="0"/>
          <w:marTop w:val="0"/>
          <w:marBottom w:val="0"/>
          <w:divBdr>
            <w:top w:val="none" w:sz="0" w:space="0" w:color="auto"/>
            <w:left w:val="none" w:sz="0" w:space="0" w:color="auto"/>
            <w:bottom w:val="none" w:sz="0" w:space="0" w:color="auto"/>
            <w:right w:val="none" w:sz="0" w:space="0" w:color="auto"/>
          </w:divBdr>
          <w:divsChild>
            <w:div w:id="1990212884">
              <w:marLeft w:val="0"/>
              <w:marRight w:val="0"/>
              <w:marTop w:val="0"/>
              <w:marBottom w:val="0"/>
              <w:divBdr>
                <w:top w:val="none" w:sz="0" w:space="0" w:color="auto"/>
                <w:left w:val="none" w:sz="0" w:space="0" w:color="auto"/>
                <w:bottom w:val="none" w:sz="0" w:space="0" w:color="auto"/>
                <w:right w:val="none" w:sz="0" w:space="0" w:color="auto"/>
              </w:divBdr>
            </w:div>
            <w:div w:id="929777391">
              <w:marLeft w:val="0"/>
              <w:marRight w:val="0"/>
              <w:marTop w:val="0"/>
              <w:marBottom w:val="0"/>
              <w:divBdr>
                <w:top w:val="none" w:sz="0" w:space="0" w:color="auto"/>
                <w:left w:val="none" w:sz="0" w:space="0" w:color="auto"/>
                <w:bottom w:val="none" w:sz="0" w:space="0" w:color="auto"/>
                <w:right w:val="none" w:sz="0" w:space="0" w:color="auto"/>
              </w:divBdr>
            </w:div>
            <w:div w:id="280958484">
              <w:marLeft w:val="0"/>
              <w:marRight w:val="0"/>
              <w:marTop w:val="0"/>
              <w:marBottom w:val="0"/>
              <w:divBdr>
                <w:top w:val="none" w:sz="0" w:space="0" w:color="auto"/>
                <w:left w:val="none" w:sz="0" w:space="0" w:color="auto"/>
                <w:bottom w:val="none" w:sz="0" w:space="0" w:color="auto"/>
                <w:right w:val="none" w:sz="0" w:space="0" w:color="auto"/>
              </w:divBdr>
            </w:div>
            <w:div w:id="2069261958">
              <w:marLeft w:val="0"/>
              <w:marRight w:val="0"/>
              <w:marTop w:val="0"/>
              <w:marBottom w:val="0"/>
              <w:divBdr>
                <w:top w:val="none" w:sz="0" w:space="0" w:color="auto"/>
                <w:left w:val="none" w:sz="0" w:space="0" w:color="auto"/>
                <w:bottom w:val="none" w:sz="0" w:space="0" w:color="auto"/>
                <w:right w:val="none" w:sz="0" w:space="0" w:color="auto"/>
              </w:divBdr>
            </w:div>
            <w:div w:id="1091391662">
              <w:marLeft w:val="0"/>
              <w:marRight w:val="0"/>
              <w:marTop w:val="0"/>
              <w:marBottom w:val="0"/>
              <w:divBdr>
                <w:top w:val="none" w:sz="0" w:space="0" w:color="auto"/>
                <w:left w:val="none" w:sz="0" w:space="0" w:color="auto"/>
                <w:bottom w:val="none" w:sz="0" w:space="0" w:color="auto"/>
                <w:right w:val="none" w:sz="0" w:space="0" w:color="auto"/>
              </w:divBdr>
            </w:div>
          </w:divsChild>
        </w:div>
        <w:div w:id="1295406504">
          <w:marLeft w:val="0"/>
          <w:marRight w:val="0"/>
          <w:marTop w:val="0"/>
          <w:marBottom w:val="0"/>
          <w:divBdr>
            <w:top w:val="none" w:sz="0" w:space="0" w:color="auto"/>
            <w:left w:val="none" w:sz="0" w:space="0" w:color="auto"/>
            <w:bottom w:val="none" w:sz="0" w:space="0" w:color="auto"/>
            <w:right w:val="none" w:sz="0" w:space="0" w:color="auto"/>
          </w:divBdr>
          <w:divsChild>
            <w:div w:id="1815174280">
              <w:marLeft w:val="0"/>
              <w:marRight w:val="0"/>
              <w:marTop w:val="0"/>
              <w:marBottom w:val="0"/>
              <w:divBdr>
                <w:top w:val="none" w:sz="0" w:space="0" w:color="auto"/>
                <w:left w:val="none" w:sz="0" w:space="0" w:color="auto"/>
                <w:bottom w:val="none" w:sz="0" w:space="0" w:color="auto"/>
                <w:right w:val="none" w:sz="0" w:space="0" w:color="auto"/>
              </w:divBdr>
            </w:div>
            <w:div w:id="124858387">
              <w:marLeft w:val="0"/>
              <w:marRight w:val="0"/>
              <w:marTop w:val="0"/>
              <w:marBottom w:val="0"/>
              <w:divBdr>
                <w:top w:val="none" w:sz="0" w:space="0" w:color="auto"/>
                <w:left w:val="none" w:sz="0" w:space="0" w:color="auto"/>
                <w:bottom w:val="none" w:sz="0" w:space="0" w:color="auto"/>
                <w:right w:val="none" w:sz="0" w:space="0" w:color="auto"/>
              </w:divBdr>
            </w:div>
            <w:div w:id="1867717559">
              <w:marLeft w:val="0"/>
              <w:marRight w:val="0"/>
              <w:marTop w:val="0"/>
              <w:marBottom w:val="0"/>
              <w:divBdr>
                <w:top w:val="none" w:sz="0" w:space="0" w:color="auto"/>
                <w:left w:val="none" w:sz="0" w:space="0" w:color="auto"/>
                <w:bottom w:val="none" w:sz="0" w:space="0" w:color="auto"/>
                <w:right w:val="none" w:sz="0" w:space="0" w:color="auto"/>
              </w:divBdr>
            </w:div>
            <w:div w:id="1010572208">
              <w:marLeft w:val="0"/>
              <w:marRight w:val="0"/>
              <w:marTop w:val="0"/>
              <w:marBottom w:val="0"/>
              <w:divBdr>
                <w:top w:val="none" w:sz="0" w:space="0" w:color="auto"/>
                <w:left w:val="none" w:sz="0" w:space="0" w:color="auto"/>
                <w:bottom w:val="none" w:sz="0" w:space="0" w:color="auto"/>
                <w:right w:val="none" w:sz="0" w:space="0" w:color="auto"/>
              </w:divBdr>
            </w:div>
          </w:divsChild>
        </w:div>
        <w:div w:id="1691298481">
          <w:marLeft w:val="0"/>
          <w:marRight w:val="0"/>
          <w:marTop w:val="0"/>
          <w:marBottom w:val="0"/>
          <w:divBdr>
            <w:top w:val="none" w:sz="0" w:space="0" w:color="auto"/>
            <w:left w:val="none" w:sz="0" w:space="0" w:color="auto"/>
            <w:bottom w:val="none" w:sz="0" w:space="0" w:color="auto"/>
            <w:right w:val="none" w:sz="0" w:space="0" w:color="auto"/>
          </w:divBdr>
          <w:divsChild>
            <w:div w:id="546143928">
              <w:marLeft w:val="0"/>
              <w:marRight w:val="0"/>
              <w:marTop w:val="0"/>
              <w:marBottom w:val="0"/>
              <w:divBdr>
                <w:top w:val="none" w:sz="0" w:space="0" w:color="auto"/>
                <w:left w:val="none" w:sz="0" w:space="0" w:color="auto"/>
                <w:bottom w:val="none" w:sz="0" w:space="0" w:color="auto"/>
                <w:right w:val="none" w:sz="0" w:space="0" w:color="auto"/>
              </w:divBdr>
            </w:div>
            <w:div w:id="45880392">
              <w:marLeft w:val="0"/>
              <w:marRight w:val="0"/>
              <w:marTop w:val="0"/>
              <w:marBottom w:val="0"/>
              <w:divBdr>
                <w:top w:val="none" w:sz="0" w:space="0" w:color="auto"/>
                <w:left w:val="none" w:sz="0" w:space="0" w:color="auto"/>
                <w:bottom w:val="none" w:sz="0" w:space="0" w:color="auto"/>
                <w:right w:val="none" w:sz="0" w:space="0" w:color="auto"/>
              </w:divBdr>
            </w:div>
            <w:div w:id="653995305">
              <w:marLeft w:val="0"/>
              <w:marRight w:val="0"/>
              <w:marTop w:val="0"/>
              <w:marBottom w:val="0"/>
              <w:divBdr>
                <w:top w:val="none" w:sz="0" w:space="0" w:color="auto"/>
                <w:left w:val="none" w:sz="0" w:space="0" w:color="auto"/>
                <w:bottom w:val="none" w:sz="0" w:space="0" w:color="auto"/>
                <w:right w:val="none" w:sz="0" w:space="0" w:color="auto"/>
              </w:divBdr>
            </w:div>
            <w:div w:id="121269959">
              <w:marLeft w:val="0"/>
              <w:marRight w:val="0"/>
              <w:marTop w:val="0"/>
              <w:marBottom w:val="0"/>
              <w:divBdr>
                <w:top w:val="none" w:sz="0" w:space="0" w:color="auto"/>
                <w:left w:val="none" w:sz="0" w:space="0" w:color="auto"/>
                <w:bottom w:val="none" w:sz="0" w:space="0" w:color="auto"/>
                <w:right w:val="none" w:sz="0" w:space="0" w:color="auto"/>
              </w:divBdr>
            </w:div>
          </w:divsChild>
        </w:div>
        <w:div w:id="1807427244">
          <w:marLeft w:val="0"/>
          <w:marRight w:val="0"/>
          <w:marTop w:val="0"/>
          <w:marBottom w:val="0"/>
          <w:divBdr>
            <w:top w:val="none" w:sz="0" w:space="0" w:color="auto"/>
            <w:left w:val="none" w:sz="0" w:space="0" w:color="auto"/>
            <w:bottom w:val="none" w:sz="0" w:space="0" w:color="auto"/>
            <w:right w:val="none" w:sz="0" w:space="0" w:color="auto"/>
          </w:divBdr>
          <w:divsChild>
            <w:div w:id="1693070255">
              <w:marLeft w:val="0"/>
              <w:marRight w:val="0"/>
              <w:marTop w:val="0"/>
              <w:marBottom w:val="0"/>
              <w:divBdr>
                <w:top w:val="none" w:sz="0" w:space="0" w:color="auto"/>
                <w:left w:val="none" w:sz="0" w:space="0" w:color="auto"/>
                <w:bottom w:val="none" w:sz="0" w:space="0" w:color="auto"/>
                <w:right w:val="none" w:sz="0" w:space="0" w:color="auto"/>
              </w:divBdr>
            </w:div>
            <w:div w:id="1226380917">
              <w:marLeft w:val="0"/>
              <w:marRight w:val="0"/>
              <w:marTop w:val="0"/>
              <w:marBottom w:val="0"/>
              <w:divBdr>
                <w:top w:val="none" w:sz="0" w:space="0" w:color="auto"/>
                <w:left w:val="none" w:sz="0" w:space="0" w:color="auto"/>
                <w:bottom w:val="none" w:sz="0" w:space="0" w:color="auto"/>
                <w:right w:val="none" w:sz="0" w:space="0" w:color="auto"/>
              </w:divBdr>
            </w:div>
            <w:div w:id="1000232558">
              <w:marLeft w:val="0"/>
              <w:marRight w:val="0"/>
              <w:marTop w:val="0"/>
              <w:marBottom w:val="0"/>
              <w:divBdr>
                <w:top w:val="none" w:sz="0" w:space="0" w:color="auto"/>
                <w:left w:val="none" w:sz="0" w:space="0" w:color="auto"/>
                <w:bottom w:val="none" w:sz="0" w:space="0" w:color="auto"/>
                <w:right w:val="none" w:sz="0" w:space="0" w:color="auto"/>
              </w:divBdr>
            </w:div>
            <w:div w:id="1218857892">
              <w:marLeft w:val="0"/>
              <w:marRight w:val="0"/>
              <w:marTop w:val="0"/>
              <w:marBottom w:val="0"/>
              <w:divBdr>
                <w:top w:val="none" w:sz="0" w:space="0" w:color="auto"/>
                <w:left w:val="none" w:sz="0" w:space="0" w:color="auto"/>
                <w:bottom w:val="none" w:sz="0" w:space="0" w:color="auto"/>
                <w:right w:val="none" w:sz="0" w:space="0" w:color="auto"/>
              </w:divBdr>
            </w:div>
          </w:divsChild>
        </w:div>
        <w:div w:id="688723249">
          <w:marLeft w:val="0"/>
          <w:marRight w:val="0"/>
          <w:marTop w:val="0"/>
          <w:marBottom w:val="0"/>
          <w:divBdr>
            <w:top w:val="none" w:sz="0" w:space="0" w:color="auto"/>
            <w:left w:val="none" w:sz="0" w:space="0" w:color="auto"/>
            <w:bottom w:val="none" w:sz="0" w:space="0" w:color="auto"/>
            <w:right w:val="none" w:sz="0" w:space="0" w:color="auto"/>
          </w:divBdr>
        </w:div>
        <w:div w:id="311562657">
          <w:marLeft w:val="0"/>
          <w:marRight w:val="0"/>
          <w:marTop w:val="0"/>
          <w:marBottom w:val="0"/>
          <w:divBdr>
            <w:top w:val="none" w:sz="0" w:space="0" w:color="auto"/>
            <w:left w:val="none" w:sz="0" w:space="0" w:color="auto"/>
            <w:bottom w:val="none" w:sz="0" w:space="0" w:color="auto"/>
            <w:right w:val="none" w:sz="0" w:space="0" w:color="auto"/>
          </w:divBdr>
        </w:div>
        <w:div w:id="1573739284">
          <w:marLeft w:val="0"/>
          <w:marRight w:val="0"/>
          <w:marTop w:val="0"/>
          <w:marBottom w:val="0"/>
          <w:divBdr>
            <w:top w:val="none" w:sz="0" w:space="0" w:color="auto"/>
            <w:left w:val="none" w:sz="0" w:space="0" w:color="auto"/>
            <w:bottom w:val="none" w:sz="0" w:space="0" w:color="auto"/>
            <w:right w:val="none" w:sz="0" w:space="0" w:color="auto"/>
          </w:divBdr>
        </w:div>
        <w:div w:id="570622988">
          <w:marLeft w:val="0"/>
          <w:marRight w:val="0"/>
          <w:marTop w:val="0"/>
          <w:marBottom w:val="0"/>
          <w:divBdr>
            <w:top w:val="none" w:sz="0" w:space="0" w:color="auto"/>
            <w:left w:val="none" w:sz="0" w:space="0" w:color="auto"/>
            <w:bottom w:val="none" w:sz="0" w:space="0" w:color="auto"/>
            <w:right w:val="none" w:sz="0" w:space="0" w:color="auto"/>
          </w:divBdr>
        </w:div>
        <w:div w:id="1513371116">
          <w:marLeft w:val="0"/>
          <w:marRight w:val="0"/>
          <w:marTop w:val="0"/>
          <w:marBottom w:val="0"/>
          <w:divBdr>
            <w:top w:val="none" w:sz="0" w:space="0" w:color="auto"/>
            <w:left w:val="none" w:sz="0" w:space="0" w:color="auto"/>
            <w:bottom w:val="none" w:sz="0" w:space="0" w:color="auto"/>
            <w:right w:val="none" w:sz="0" w:space="0" w:color="auto"/>
          </w:divBdr>
        </w:div>
        <w:div w:id="1192457146">
          <w:marLeft w:val="0"/>
          <w:marRight w:val="0"/>
          <w:marTop w:val="0"/>
          <w:marBottom w:val="0"/>
          <w:divBdr>
            <w:top w:val="none" w:sz="0" w:space="0" w:color="auto"/>
            <w:left w:val="none" w:sz="0" w:space="0" w:color="auto"/>
            <w:bottom w:val="none" w:sz="0" w:space="0" w:color="auto"/>
            <w:right w:val="none" w:sz="0" w:space="0" w:color="auto"/>
          </w:divBdr>
        </w:div>
        <w:div w:id="1681658518">
          <w:marLeft w:val="0"/>
          <w:marRight w:val="0"/>
          <w:marTop w:val="0"/>
          <w:marBottom w:val="0"/>
          <w:divBdr>
            <w:top w:val="none" w:sz="0" w:space="0" w:color="auto"/>
            <w:left w:val="none" w:sz="0" w:space="0" w:color="auto"/>
            <w:bottom w:val="none" w:sz="0" w:space="0" w:color="auto"/>
            <w:right w:val="none" w:sz="0" w:space="0" w:color="auto"/>
          </w:divBdr>
        </w:div>
        <w:div w:id="606959982">
          <w:marLeft w:val="0"/>
          <w:marRight w:val="0"/>
          <w:marTop w:val="0"/>
          <w:marBottom w:val="0"/>
          <w:divBdr>
            <w:top w:val="none" w:sz="0" w:space="0" w:color="auto"/>
            <w:left w:val="none" w:sz="0" w:space="0" w:color="auto"/>
            <w:bottom w:val="none" w:sz="0" w:space="0" w:color="auto"/>
            <w:right w:val="none" w:sz="0" w:space="0" w:color="auto"/>
          </w:divBdr>
        </w:div>
        <w:div w:id="469321507">
          <w:marLeft w:val="0"/>
          <w:marRight w:val="0"/>
          <w:marTop w:val="0"/>
          <w:marBottom w:val="0"/>
          <w:divBdr>
            <w:top w:val="none" w:sz="0" w:space="0" w:color="auto"/>
            <w:left w:val="none" w:sz="0" w:space="0" w:color="auto"/>
            <w:bottom w:val="none" w:sz="0" w:space="0" w:color="auto"/>
            <w:right w:val="none" w:sz="0" w:space="0" w:color="auto"/>
          </w:divBdr>
        </w:div>
      </w:divsChild>
    </w:div>
    <w:div w:id="782384900">
      <w:bodyDiv w:val="1"/>
      <w:marLeft w:val="0"/>
      <w:marRight w:val="0"/>
      <w:marTop w:val="0"/>
      <w:marBottom w:val="0"/>
      <w:divBdr>
        <w:top w:val="none" w:sz="0" w:space="0" w:color="auto"/>
        <w:left w:val="none" w:sz="0" w:space="0" w:color="auto"/>
        <w:bottom w:val="none" w:sz="0" w:space="0" w:color="auto"/>
        <w:right w:val="none" w:sz="0" w:space="0" w:color="auto"/>
      </w:divBdr>
    </w:div>
    <w:div w:id="811797300">
      <w:bodyDiv w:val="1"/>
      <w:marLeft w:val="0"/>
      <w:marRight w:val="0"/>
      <w:marTop w:val="0"/>
      <w:marBottom w:val="0"/>
      <w:divBdr>
        <w:top w:val="none" w:sz="0" w:space="0" w:color="auto"/>
        <w:left w:val="none" w:sz="0" w:space="0" w:color="auto"/>
        <w:bottom w:val="none" w:sz="0" w:space="0" w:color="auto"/>
        <w:right w:val="none" w:sz="0" w:space="0" w:color="auto"/>
      </w:divBdr>
      <w:divsChild>
        <w:div w:id="1641307711">
          <w:marLeft w:val="0"/>
          <w:marRight w:val="0"/>
          <w:marTop w:val="0"/>
          <w:marBottom w:val="0"/>
          <w:divBdr>
            <w:top w:val="none" w:sz="0" w:space="0" w:color="auto"/>
            <w:left w:val="none" w:sz="0" w:space="0" w:color="auto"/>
            <w:bottom w:val="none" w:sz="0" w:space="0" w:color="auto"/>
            <w:right w:val="none" w:sz="0" w:space="0" w:color="auto"/>
          </w:divBdr>
        </w:div>
      </w:divsChild>
    </w:div>
    <w:div w:id="1018771342">
      <w:bodyDiv w:val="1"/>
      <w:marLeft w:val="0"/>
      <w:marRight w:val="0"/>
      <w:marTop w:val="0"/>
      <w:marBottom w:val="0"/>
      <w:divBdr>
        <w:top w:val="none" w:sz="0" w:space="0" w:color="auto"/>
        <w:left w:val="none" w:sz="0" w:space="0" w:color="auto"/>
        <w:bottom w:val="none" w:sz="0" w:space="0" w:color="auto"/>
        <w:right w:val="none" w:sz="0" w:space="0" w:color="auto"/>
      </w:divBdr>
    </w:div>
    <w:div w:id="1030109285">
      <w:bodyDiv w:val="1"/>
      <w:marLeft w:val="0"/>
      <w:marRight w:val="0"/>
      <w:marTop w:val="0"/>
      <w:marBottom w:val="0"/>
      <w:divBdr>
        <w:top w:val="none" w:sz="0" w:space="0" w:color="auto"/>
        <w:left w:val="none" w:sz="0" w:space="0" w:color="auto"/>
        <w:bottom w:val="none" w:sz="0" w:space="0" w:color="auto"/>
        <w:right w:val="none" w:sz="0" w:space="0" w:color="auto"/>
      </w:divBdr>
    </w:div>
    <w:div w:id="1093474581">
      <w:bodyDiv w:val="1"/>
      <w:marLeft w:val="0"/>
      <w:marRight w:val="0"/>
      <w:marTop w:val="0"/>
      <w:marBottom w:val="0"/>
      <w:divBdr>
        <w:top w:val="none" w:sz="0" w:space="0" w:color="auto"/>
        <w:left w:val="none" w:sz="0" w:space="0" w:color="auto"/>
        <w:bottom w:val="none" w:sz="0" w:space="0" w:color="auto"/>
        <w:right w:val="none" w:sz="0" w:space="0" w:color="auto"/>
      </w:divBdr>
    </w:div>
    <w:div w:id="1157767533">
      <w:bodyDiv w:val="1"/>
      <w:marLeft w:val="0"/>
      <w:marRight w:val="0"/>
      <w:marTop w:val="0"/>
      <w:marBottom w:val="0"/>
      <w:divBdr>
        <w:top w:val="none" w:sz="0" w:space="0" w:color="auto"/>
        <w:left w:val="none" w:sz="0" w:space="0" w:color="auto"/>
        <w:bottom w:val="none" w:sz="0" w:space="0" w:color="auto"/>
        <w:right w:val="none" w:sz="0" w:space="0" w:color="auto"/>
      </w:divBdr>
    </w:div>
    <w:div w:id="1263338115">
      <w:bodyDiv w:val="1"/>
      <w:marLeft w:val="0"/>
      <w:marRight w:val="0"/>
      <w:marTop w:val="0"/>
      <w:marBottom w:val="0"/>
      <w:divBdr>
        <w:top w:val="none" w:sz="0" w:space="0" w:color="auto"/>
        <w:left w:val="none" w:sz="0" w:space="0" w:color="auto"/>
        <w:bottom w:val="none" w:sz="0" w:space="0" w:color="auto"/>
        <w:right w:val="none" w:sz="0" w:space="0" w:color="auto"/>
      </w:divBdr>
    </w:div>
    <w:div w:id="1269703140">
      <w:bodyDiv w:val="1"/>
      <w:marLeft w:val="0"/>
      <w:marRight w:val="0"/>
      <w:marTop w:val="0"/>
      <w:marBottom w:val="0"/>
      <w:divBdr>
        <w:top w:val="none" w:sz="0" w:space="0" w:color="auto"/>
        <w:left w:val="none" w:sz="0" w:space="0" w:color="auto"/>
        <w:bottom w:val="none" w:sz="0" w:space="0" w:color="auto"/>
        <w:right w:val="none" w:sz="0" w:space="0" w:color="auto"/>
      </w:divBdr>
    </w:div>
    <w:div w:id="1531799316">
      <w:bodyDiv w:val="1"/>
      <w:marLeft w:val="0"/>
      <w:marRight w:val="0"/>
      <w:marTop w:val="0"/>
      <w:marBottom w:val="0"/>
      <w:divBdr>
        <w:top w:val="none" w:sz="0" w:space="0" w:color="auto"/>
        <w:left w:val="none" w:sz="0" w:space="0" w:color="auto"/>
        <w:bottom w:val="none" w:sz="0" w:space="0" w:color="auto"/>
        <w:right w:val="none" w:sz="0" w:space="0" w:color="auto"/>
      </w:divBdr>
    </w:div>
    <w:div w:id="1553037094">
      <w:bodyDiv w:val="1"/>
      <w:marLeft w:val="0"/>
      <w:marRight w:val="0"/>
      <w:marTop w:val="0"/>
      <w:marBottom w:val="0"/>
      <w:divBdr>
        <w:top w:val="none" w:sz="0" w:space="0" w:color="auto"/>
        <w:left w:val="none" w:sz="0" w:space="0" w:color="auto"/>
        <w:bottom w:val="none" w:sz="0" w:space="0" w:color="auto"/>
        <w:right w:val="none" w:sz="0" w:space="0" w:color="auto"/>
      </w:divBdr>
    </w:div>
    <w:div w:id="1555190003">
      <w:bodyDiv w:val="1"/>
      <w:marLeft w:val="0"/>
      <w:marRight w:val="0"/>
      <w:marTop w:val="0"/>
      <w:marBottom w:val="0"/>
      <w:divBdr>
        <w:top w:val="none" w:sz="0" w:space="0" w:color="auto"/>
        <w:left w:val="none" w:sz="0" w:space="0" w:color="auto"/>
        <w:bottom w:val="none" w:sz="0" w:space="0" w:color="auto"/>
        <w:right w:val="none" w:sz="0" w:space="0" w:color="auto"/>
      </w:divBdr>
    </w:div>
    <w:div w:id="1574314802">
      <w:bodyDiv w:val="1"/>
      <w:marLeft w:val="0"/>
      <w:marRight w:val="0"/>
      <w:marTop w:val="0"/>
      <w:marBottom w:val="0"/>
      <w:divBdr>
        <w:top w:val="none" w:sz="0" w:space="0" w:color="auto"/>
        <w:left w:val="none" w:sz="0" w:space="0" w:color="auto"/>
        <w:bottom w:val="none" w:sz="0" w:space="0" w:color="auto"/>
        <w:right w:val="none" w:sz="0" w:space="0" w:color="auto"/>
      </w:divBdr>
    </w:div>
    <w:div w:id="1626279643">
      <w:bodyDiv w:val="1"/>
      <w:marLeft w:val="0"/>
      <w:marRight w:val="0"/>
      <w:marTop w:val="0"/>
      <w:marBottom w:val="0"/>
      <w:divBdr>
        <w:top w:val="none" w:sz="0" w:space="0" w:color="auto"/>
        <w:left w:val="none" w:sz="0" w:space="0" w:color="auto"/>
        <w:bottom w:val="none" w:sz="0" w:space="0" w:color="auto"/>
        <w:right w:val="none" w:sz="0" w:space="0" w:color="auto"/>
      </w:divBdr>
    </w:div>
    <w:div w:id="1628924415">
      <w:bodyDiv w:val="1"/>
      <w:marLeft w:val="0"/>
      <w:marRight w:val="0"/>
      <w:marTop w:val="0"/>
      <w:marBottom w:val="0"/>
      <w:divBdr>
        <w:top w:val="none" w:sz="0" w:space="0" w:color="auto"/>
        <w:left w:val="none" w:sz="0" w:space="0" w:color="auto"/>
        <w:bottom w:val="none" w:sz="0" w:space="0" w:color="auto"/>
        <w:right w:val="none" w:sz="0" w:space="0" w:color="auto"/>
      </w:divBdr>
    </w:div>
    <w:div w:id="1678115808">
      <w:bodyDiv w:val="1"/>
      <w:marLeft w:val="0"/>
      <w:marRight w:val="0"/>
      <w:marTop w:val="0"/>
      <w:marBottom w:val="0"/>
      <w:divBdr>
        <w:top w:val="none" w:sz="0" w:space="0" w:color="auto"/>
        <w:left w:val="none" w:sz="0" w:space="0" w:color="auto"/>
        <w:bottom w:val="none" w:sz="0" w:space="0" w:color="auto"/>
        <w:right w:val="none" w:sz="0" w:space="0" w:color="auto"/>
      </w:divBdr>
    </w:div>
    <w:div w:id="1898931950">
      <w:bodyDiv w:val="1"/>
      <w:marLeft w:val="0"/>
      <w:marRight w:val="0"/>
      <w:marTop w:val="0"/>
      <w:marBottom w:val="0"/>
      <w:divBdr>
        <w:top w:val="none" w:sz="0" w:space="0" w:color="auto"/>
        <w:left w:val="none" w:sz="0" w:space="0" w:color="auto"/>
        <w:bottom w:val="none" w:sz="0" w:space="0" w:color="auto"/>
        <w:right w:val="none" w:sz="0" w:space="0" w:color="auto"/>
      </w:divBdr>
    </w:div>
    <w:div w:id="2000498745">
      <w:bodyDiv w:val="1"/>
      <w:marLeft w:val="0"/>
      <w:marRight w:val="0"/>
      <w:marTop w:val="0"/>
      <w:marBottom w:val="0"/>
      <w:divBdr>
        <w:top w:val="none" w:sz="0" w:space="0" w:color="auto"/>
        <w:left w:val="none" w:sz="0" w:space="0" w:color="auto"/>
        <w:bottom w:val="none" w:sz="0" w:space="0" w:color="auto"/>
        <w:right w:val="none" w:sz="0" w:space="0" w:color="auto"/>
      </w:divBdr>
      <w:divsChild>
        <w:div w:id="285551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VITO\TemplatesOffice2016\Rapport%20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A6DF9B7B0C24E2B967C05BE1FF8367F"/>
        <w:category>
          <w:name w:val="General"/>
          <w:gallery w:val="placeholder"/>
        </w:category>
        <w:types>
          <w:type w:val="bbPlcHdr"/>
        </w:types>
        <w:behaviors>
          <w:behavior w:val="content"/>
        </w:behaviors>
        <w:guid w:val="{E6F3BC72-6280-4946-85E1-3F09E1831D93}"/>
      </w:docPartPr>
      <w:docPartBody>
        <w:p w:rsidR="009E0FBC" w:rsidRDefault="009E0FBC"/>
      </w:docPartBody>
    </w:docPart>
    <w:docPart>
      <w:docPartPr>
        <w:name w:val="CE80B26F1E0B45D0BB7E0693DDDFA01E"/>
        <w:category>
          <w:name w:val="General"/>
          <w:gallery w:val="placeholder"/>
        </w:category>
        <w:types>
          <w:type w:val="bbPlcHdr"/>
        </w:types>
        <w:behaviors>
          <w:behavior w:val="content"/>
        </w:behaviors>
        <w:guid w:val="{B18407E0-4863-459D-9EB2-7E3DCFDDB4FF}"/>
      </w:docPartPr>
      <w:docPartBody>
        <w:p w:rsidR="009E0FBC" w:rsidRDefault="009E0FB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FlandersArtSerif-Regular">
    <w:panose1 w:val="00000500000000000000"/>
    <w:charset w:val="00"/>
    <w:family w:val="auto"/>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940E7"/>
    <w:rsid w:val="0000161D"/>
    <w:rsid w:val="000702A6"/>
    <w:rsid w:val="00070E31"/>
    <w:rsid w:val="000A514D"/>
    <w:rsid w:val="000E56C6"/>
    <w:rsid w:val="000F39D3"/>
    <w:rsid w:val="00104F47"/>
    <w:rsid w:val="002040DB"/>
    <w:rsid w:val="00246DFC"/>
    <w:rsid w:val="00251787"/>
    <w:rsid w:val="00281016"/>
    <w:rsid w:val="002A0315"/>
    <w:rsid w:val="002A6C5A"/>
    <w:rsid w:val="002D573E"/>
    <w:rsid w:val="002F4022"/>
    <w:rsid w:val="00320B66"/>
    <w:rsid w:val="00355C2B"/>
    <w:rsid w:val="003B1919"/>
    <w:rsid w:val="003B5154"/>
    <w:rsid w:val="003E12AF"/>
    <w:rsid w:val="0046767D"/>
    <w:rsid w:val="004878FC"/>
    <w:rsid w:val="004C1EA4"/>
    <w:rsid w:val="004E0E12"/>
    <w:rsid w:val="005279EC"/>
    <w:rsid w:val="005657BA"/>
    <w:rsid w:val="005777EF"/>
    <w:rsid w:val="006008CF"/>
    <w:rsid w:val="00615CC8"/>
    <w:rsid w:val="00635FAB"/>
    <w:rsid w:val="00682A53"/>
    <w:rsid w:val="0069599F"/>
    <w:rsid w:val="00696C1F"/>
    <w:rsid w:val="006A39DE"/>
    <w:rsid w:val="00710F4F"/>
    <w:rsid w:val="00713D01"/>
    <w:rsid w:val="00730497"/>
    <w:rsid w:val="00746A43"/>
    <w:rsid w:val="007E2559"/>
    <w:rsid w:val="00843E24"/>
    <w:rsid w:val="008A3252"/>
    <w:rsid w:val="008B659B"/>
    <w:rsid w:val="008D69E7"/>
    <w:rsid w:val="008F70D6"/>
    <w:rsid w:val="0093238C"/>
    <w:rsid w:val="00950888"/>
    <w:rsid w:val="00956590"/>
    <w:rsid w:val="00964546"/>
    <w:rsid w:val="009A4F62"/>
    <w:rsid w:val="009C0820"/>
    <w:rsid w:val="009C0CB2"/>
    <w:rsid w:val="009D3CEE"/>
    <w:rsid w:val="009E0FBC"/>
    <w:rsid w:val="009E4B0A"/>
    <w:rsid w:val="009E6D88"/>
    <w:rsid w:val="00A60084"/>
    <w:rsid w:val="00A61097"/>
    <w:rsid w:val="00A71ABB"/>
    <w:rsid w:val="00A940E7"/>
    <w:rsid w:val="00AF237D"/>
    <w:rsid w:val="00B2577E"/>
    <w:rsid w:val="00B92D28"/>
    <w:rsid w:val="00BA0C38"/>
    <w:rsid w:val="00BC54A4"/>
    <w:rsid w:val="00BD0EFF"/>
    <w:rsid w:val="00BE1CEC"/>
    <w:rsid w:val="00C6603E"/>
    <w:rsid w:val="00C82C8E"/>
    <w:rsid w:val="00CB0FBF"/>
    <w:rsid w:val="00CC70BD"/>
    <w:rsid w:val="00D0576E"/>
    <w:rsid w:val="00D3041C"/>
    <w:rsid w:val="00D84D38"/>
    <w:rsid w:val="00DA768B"/>
    <w:rsid w:val="00DB6D30"/>
    <w:rsid w:val="00DC766E"/>
    <w:rsid w:val="00DD40D0"/>
    <w:rsid w:val="00E521C8"/>
    <w:rsid w:val="00EC249A"/>
    <w:rsid w:val="00F51EA4"/>
    <w:rsid w:val="00F97B78"/>
    <w:rsid w:val="00FA40B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EC249A"/>
    <w:rPr>
      <w:vanish/>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_Vito">
  <a:themeElements>
    <a:clrScheme name="VITO_New2016">
      <a:dk1>
        <a:srgbClr val="000000"/>
      </a:dk1>
      <a:lt1>
        <a:srgbClr val="FFFFFF"/>
      </a:lt1>
      <a:dk2>
        <a:srgbClr val="404040"/>
      </a:dk2>
      <a:lt2>
        <a:srgbClr val="FFFFFF"/>
      </a:lt2>
      <a:accent1>
        <a:srgbClr val="34A3DC"/>
      </a:accent1>
      <a:accent2>
        <a:srgbClr val="F58220"/>
      </a:accent2>
      <a:accent3>
        <a:srgbClr val="67AF3E"/>
      </a:accent3>
      <a:accent4>
        <a:srgbClr val="C55E66"/>
      </a:accent4>
      <a:accent5>
        <a:srgbClr val="E5BB29"/>
      </a:accent5>
      <a:accent6>
        <a:srgbClr val="4693A9"/>
      </a:accent6>
      <a:hlink>
        <a:srgbClr val="0000FF"/>
      </a:hlink>
      <a:folHlink>
        <a:srgbClr val="800080"/>
      </a:folHlink>
    </a:clrScheme>
    <a:fontScheme name="Vito">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rgbClr val="34A3DC"/>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1" fontAlgn="base" latinLnBrk="0" hangingPunct="1">
          <a:lnSpc>
            <a:spcPct val="100000"/>
          </a:lnSpc>
          <a:spcBef>
            <a:spcPct val="0"/>
          </a:spcBef>
          <a:spcAft>
            <a:spcPct val="0"/>
          </a:spcAft>
          <a:buClrTx/>
          <a:buSzTx/>
          <a:buFontTx/>
          <a:buNone/>
          <a:tabLst/>
          <a:defRPr kumimoji="0" lang="nl-BE" sz="1800" b="0" i="0" u="none" strike="noStrike" cap="none" normalizeH="0" baseline="0" smtClean="0">
            <a:ln>
              <a:noFill/>
            </a:ln>
            <a:solidFill>
              <a:schemeClr val="tx1"/>
            </a:solidFill>
            <a:effectLst/>
            <a:latin typeface="Arial" charset="0"/>
          </a:defRPr>
        </a:defPPr>
      </a:lstStyle>
    </a:spDef>
    <a:lnDef>
      <a:spPr bwMode="auto">
        <a:xfrm>
          <a:off x="0" y="0"/>
          <a:ext cx="1" cy="1"/>
        </a:xfrm>
        <a:custGeom>
          <a:avLst/>
          <a:gdLst/>
          <a:ahLst/>
          <a:cxnLst/>
          <a:rect l="0" t="0" r="0" b="0"/>
          <a:pathLst/>
        </a:custGeom>
        <a:solidFill>
          <a:srgbClr val="34A3DC"/>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1" fontAlgn="base" latinLnBrk="0" hangingPunct="1">
          <a:lnSpc>
            <a:spcPct val="100000"/>
          </a:lnSpc>
          <a:spcBef>
            <a:spcPct val="0"/>
          </a:spcBef>
          <a:spcAft>
            <a:spcPct val="0"/>
          </a:spcAft>
          <a:buClrTx/>
          <a:buSzTx/>
          <a:buFontTx/>
          <a:buNone/>
          <a:tabLst/>
          <a:defRPr kumimoji="0" lang="nl-BE" sz="1800" b="0" i="0" u="none" strike="noStrike" cap="none" normalizeH="0" baseline="0" smtClean="0">
            <a:ln>
              <a:noFill/>
            </a:ln>
            <a:solidFill>
              <a:schemeClr val="tx1"/>
            </a:solidFill>
            <a:effectLst/>
            <a:latin typeface="Arial" charset="0"/>
          </a:defRPr>
        </a:defPPr>
      </a:lstStyle>
    </a:lnDef>
  </a:objectDefaults>
  <a:extraClrSchemeLst>
    <a:extraClrScheme>
      <a:clrScheme name="Default Desig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Default Desig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Default Desig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Default Desig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Default Desig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Default Desig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Default Design 7">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Default Desig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Default Desig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Default Desig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Default Desig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Default Desig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
      <a:clrScheme name="Default Design 13">
        <a:dk1>
          <a:srgbClr val="000000"/>
        </a:dk1>
        <a:lt1>
          <a:srgbClr val="FFFFFF"/>
        </a:lt1>
        <a:dk2>
          <a:srgbClr val="000000"/>
        </a:dk2>
        <a:lt2>
          <a:srgbClr val="808080"/>
        </a:lt2>
        <a:accent1>
          <a:srgbClr val="34A3DC"/>
        </a:accent1>
        <a:accent2>
          <a:srgbClr val="FF0000"/>
        </a:accent2>
        <a:accent3>
          <a:srgbClr val="FFFFFF"/>
        </a:accent3>
        <a:accent4>
          <a:srgbClr val="000000"/>
        </a:accent4>
        <a:accent5>
          <a:srgbClr val="AECEEB"/>
        </a:accent5>
        <a:accent6>
          <a:srgbClr val="E70000"/>
        </a:accent6>
        <a:hlink>
          <a:srgbClr val="0000FF"/>
        </a:hlink>
        <a:folHlink>
          <a:srgbClr val="9900CC"/>
        </a:folHlink>
      </a:clrScheme>
      <a:clrMap bg1="lt1" tx1="dk1" bg2="lt2" tx2="dk2" accent1="accent1" accent2="accent2" accent3="accent3" accent4="accent4" accent5="accent5" accent6="accent6" hlink="hlink" folHlink="folHlink"/>
    </a:extraClrScheme>
    <a:extraClrScheme>
      <a:clrScheme name="Default Design 14">
        <a:dk1>
          <a:srgbClr val="000000"/>
        </a:dk1>
        <a:lt1>
          <a:srgbClr val="FFFFFF"/>
        </a:lt1>
        <a:dk2>
          <a:srgbClr val="000000"/>
        </a:dk2>
        <a:lt2>
          <a:srgbClr val="808080"/>
        </a:lt2>
        <a:accent1>
          <a:srgbClr val="34A3DC"/>
        </a:accent1>
        <a:accent2>
          <a:srgbClr val="F58220"/>
        </a:accent2>
        <a:accent3>
          <a:srgbClr val="FFFFFF"/>
        </a:accent3>
        <a:accent4>
          <a:srgbClr val="000000"/>
        </a:accent4>
        <a:accent5>
          <a:srgbClr val="AECEEB"/>
        </a:accent5>
        <a:accent6>
          <a:srgbClr val="DE751C"/>
        </a:accent6>
        <a:hlink>
          <a:srgbClr val="0000FF"/>
        </a:hlink>
        <a:folHlink>
          <a:srgbClr val="9900CC"/>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1CDD7A5D63294A95849A249D95CDCE" ma:contentTypeVersion="13" ma:contentTypeDescription="Een nieuw document maken." ma:contentTypeScope="" ma:versionID="a62c68f913a71c4134401a8962146bc2">
  <xsd:schema xmlns:xsd="http://www.w3.org/2001/XMLSchema" xmlns:xs="http://www.w3.org/2001/XMLSchema" xmlns:p="http://schemas.microsoft.com/office/2006/metadata/properties" xmlns:ns3="67645b9f-12e4-47d2-b8c6-26655c2e4b74" xmlns:ns4="5e4d8e3e-5586-479f-a45e-b38e86d570e7" targetNamespace="http://schemas.microsoft.com/office/2006/metadata/properties" ma:root="true" ma:fieldsID="e2d240b3447d13d568be8a1a53a25b8e" ns3:_="" ns4:_="">
    <xsd:import namespace="67645b9f-12e4-47d2-b8c6-26655c2e4b74"/>
    <xsd:import namespace="5e4d8e3e-5586-479f-a45e-b38e86d570e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645b9f-12e4-47d2-b8c6-26655c2e4b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e4d8e3e-5586-479f-a45e-b38e86d570e7"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8EE77B-962D-4220-8C2C-2C25139197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645b9f-12e4-47d2-b8c6-26655c2e4b74"/>
    <ds:schemaRef ds:uri="5e4d8e3e-5586-479f-a45e-b38e86d570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D57DC9-A915-4686-BCDF-CA716C6F4C57}">
  <ds:schemaRefs>
    <ds:schemaRef ds:uri="67645b9f-12e4-47d2-b8c6-26655c2e4b74"/>
    <ds:schemaRef ds:uri="http://www.w3.org/XML/1998/namespace"/>
    <ds:schemaRef ds:uri="http://schemas.microsoft.com/office/2006/documentManagement/types"/>
    <ds:schemaRef ds:uri="http://purl.org/dc/terms/"/>
    <ds:schemaRef ds:uri="http://schemas.microsoft.com/office/infopath/2007/PartnerControls"/>
    <ds:schemaRef ds:uri="http://purl.org/dc/dcmitype/"/>
    <ds:schemaRef ds:uri="http://schemas.openxmlformats.org/package/2006/metadata/core-properties"/>
    <ds:schemaRef ds:uri="http://purl.org/dc/elements/1.1/"/>
    <ds:schemaRef ds:uri="5e4d8e3e-5586-479f-a45e-b38e86d570e7"/>
    <ds:schemaRef ds:uri="http://schemas.microsoft.com/office/2006/metadata/properties"/>
  </ds:schemaRefs>
</ds:datastoreItem>
</file>

<file path=customXml/itemProps3.xml><?xml version="1.0" encoding="utf-8"?>
<ds:datastoreItem xmlns:ds="http://schemas.openxmlformats.org/officeDocument/2006/customXml" ds:itemID="{CB5FF749-B315-4309-A4CB-8678A18AFF06}">
  <ds:schemaRefs>
    <ds:schemaRef ds:uri="http://schemas.openxmlformats.org/officeDocument/2006/bibliography"/>
  </ds:schemaRefs>
</ds:datastoreItem>
</file>

<file path=customXml/itemProps4.xml><?xml version="1.0" encoding="utf-8"?>
<ds:datastoreItem xmlns:ds="http://schemas.openxmlformats.org/officeDocument/2006/customXml" ds:itemID="{F518E579-17DC-4651-B152-9E8D29ABA1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Rapport N</Template>
  <TotalTime>3</TotalTime>
  <Pages>3</Pages>
  <Words>618</Words>
  <Characters>3499</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Gruyters Willem</dc:creator>
  <cp:keywords/>
  <dc:description/>
  <cp:lastModifiedBy>Inge Van Vynckt</cp:lastModifiedBy>
  <cp:revision>4</cp:revision>
  <cp:lastPrinted>2020-01-20T15:30:00Z</cp:lastPrinted>
  <dcterms:created xsi:type="dcterms:W3CDTF">2021-01-12T19:28:00Z</dcterms:created>
  <dcterms:modified xsi:type="dcterms:W3CDTF">2022-03-08T08:27:00Z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0x010100A01CDD7A5D63294A95849A249D95CDCE</vt:lpwstr>
  </property>
</Properties>
</file>